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04F33" w14:textId="187F5849" w:rsidR="001C4918" w:rsidRDefault="00457CE4" w:rsidP="005B08E5">
      <w:pPr>
        <w:pStyle w:val="berschrift1"/>
        <w:spacing w:before="0"/>
        <w:ind w:left="431" w:hanging="431"/>
      </w:pPr>
      <w:r>
        <w:t xml:space="preserve">Fangspiel in </w:t>
      </w:r>
      <w:proofErr w:type="spellStart"/>
      <w:r>
        <w:t>Mind</w:t>
      </w:r>
      <w:proofErr w:type="spellEnd"/>
      <w:r>
        <w:t>+</w:t>
      </w:r>
    </w:p>
    <w:p w14:paraId="686AB70B" w14:textId="1E32491B" w:rsidR="00457CE4" w:rsidRPr="00457CE4" w:rsidRDefault="00457CE4" w:rsidP="00457CE4">
      <w:pPr>
        <w:pStyle w:val="berschrift2"/>
      </w:pPr>
      <w:r w:rsidRPr="00457CE4">
        <w:t xml:space="preserve">Spielen Sie in </w:t>
      </w:r>
      <w:proofErr w:type="spellStart"/>
      <w:r w:rsidRPr="00457CE4">
        <w:t>Mind</w:t>
      </w:r>
      <w:proofErr w:type="spellEnd"/>
      <w:r w:rsidRPr="00457CE4">
        <w:t xml:space="preserve">+ das </w:t>
      </w:r>
      <w:r w:rsidR="005B08E5">
        <w:t>S</w:t>
      </w:r>
      <w:r w:rsidRPr="00457CE4">
        <w:t xml:space="preserve">piel aus der Datei </w:t>
      </w:r>
      <w:r w:rsidRPr="005B08E5">
        <w:rPr>
          <w:i/>
          <w:iCs w:val="0"/>
        </w:rPr>
        <w:t>Fang</w:t>
      </w:r>
      <w:r w:rsidR="005B08E5" w:rsidRPr="005B08E5">
        <w:rPr>
          <w:i/>
          <w:iCs w:val="0"/>
        </w:rPr>
        <w:t>s</w:t>
      </w:r>
      <w:r w:rsidRPr="005B08E5">
        <w:rPr>
          <w:i/>
          <w:iCs w:val="0"/>
        </w:rPr>
        <w:t>piel_Vorgabe.mp</w:t>
      </w:r>
      <w:r w:rsidRPr="00457CE4">
        <w:t xml:space="preserve">. </w:t>
      </w:r>
      <w:r w:rsidR="001D4617">
        <w:br/>
      </w:r>
      <w:r w:rsidRPr="00457CE4">
        <w:t xml:space="preserve">Was stört Sie am Spielbetrieb? </w:t>
      </w:r>
      <w:r w:rsidR="005B08E5">
        <w:br/>
      </w:r>
      <w:r w:rsidRPr="00457CE4">
        <w:t xml:space="preserve">Was funktioniert gut/nicht gut? </w:t>
      </w:r>
      <w:r w:rsidR="005B08E5">
        <w:br/>
      </w:r>
      <w:r w:rsidRPr="00457CE4">
        <w:t>Was würden Sie gern verbessern?</w:t>
      </w:r>
    </w:p>
    <w:p w14:paraId="41C7FB7F" w14:textId="12D43BCF" w:rsidR="00457CE4" w:rsidRPr="00457CE4" w:rsidRDefault="005B08E5" w:rsidP="00457CE4">
      <w:pPr>
        <w:pStyle w:val="berschrift2"/>
      </w:pPr>
      <w:r>
        <w:t>Beschreiben</w:t>
      </w:r>
      <w:r w:rsidR="00457CE4" w:rsidRPr="00457CE4">
        <w:t xml:space="preserve"> Sie die Veränderungen </w:t>
      </w:r>
      <w:r>
        <w:t>im Spiel</w:t>
      </w:r>
      <w:r w:rsidR="00457CE4" w:rsidRPr="00457CE4">
        <w:t xml:space="preserve">, </w:t>
      </w:r>
      <w:r>
        <w:t>die</w:t>
      </w:r>
      <w:r w:rsidR="00457CE4" w:rsidRPr="00457CE4">
        <w:t xml:space="preserve"> </w:t>
      </w:r>
      <w:r>
        <w:t xml:space="preserve">sich mit der Nutzung der </w:t>
      </w:r>
      <w:r w:rsidR="00457CE4" w:rsidRPr="00457CE4">
        <w:t xml:space="preserve">Datei </w:t>
      </w:r>
      <w:r w:rsidR="00457CE4" w:rsidRPr="005B08E5">
        <w:rPr>
          <w:i/>
          <w:iCs w:val="0"/>
        </w:rPr>
        <w:t>Fang</w:t>
      </w:r>
      <w:r w:rsidRPr="005B08E5">
        <w:rPr>
          <w:i/>
          <w:iCs w:val="0"/>
        </w:rPr>
        <w:t>s</w:t>
      </w:r>
      <w:r w:rsidR="00457CE4" w:rsidRPr="005B08E5">
        <w:rPr>
          <w:i/>
          <w:iCs w:val="0"/>
        </w:rPr>
        <w:t>piel_Calliope</w:t>
      </w:r>
      <w:r w:rsidRPr="005B08E5">
        <w:rPr>
          <w:i/>
          <w:iCs w:val="0"/>
        </w:rPr>
        <w:t>1</w:t>
      </w:r>
      <w:r w:rsidR="00457CE4" w:rsidRPr="005B08E5">
        <w:rPr>
          <w:i/>
          <w:iCs w:val="0"/>
        </w:rPr>
        <w:t>.mp</w:t>
      </w:r>
      <w:r w:rsidR="00457CE4" w:rsidRPr="00457CE4">
        <w:t xml:space="preserve"> </w:t>
      </w:r>
      <w:r>
        <w:t>ergeben</w:t>
      </w:r>
      <w:r w:rsidR="00457CE4" w:rsidRPr="00457CE4">
        <w:t xml:space="preserve">. </w:t>
      </w:r>
      <w:r w:rsidR="001D4617">
        <w:br/>
      </w:r>
      <w:r w:rsidR="00457CE4" w:rsidRPr="00457CE4">
        <w:t xml:space="preserve">Erweitern Sie die Spielsteuerung so, dass statt der </w:t>
      </w:r>
      <w:r w:rsidR="001D4617">
        <w:t>Computert</w:t>
      </w:r>
      <w:r w:rsidR="00457CE4" w:rsidRPr="00457CE4">
        <w:t xml:space="preserve">astatur die </w:t>
      </w:r>
      <w:proofErr w:type="spellStart"/>
      <w:r>
        <w:t>Calliope</w:t>
      </w:r>
      <w:proofErr w:type="spellEnd"/>
      <w:r>
        <w:t>-</w:t>
      </w:r>
      <w:r w:rsidR="00457CE4" w:rsidRPr="00457CE4">
        <w:t>Tasten A</w:t>
      </w:r>
      <w:r>
        <w:t xml:space="preserve"> und </w:t>
      </w:r>
      <w:r w:rsidR="001D4617">
        <w:t>B</w:t>
      </w:r>
      <w:r w:rsidR="00457CE4" w:rsidRPr="00457CE4">
        <w:t xml:space="preserve"> genutzt werden können. </w:t>
      </w:r>
      <w:r w:rsidR="001D4617">
        <w:br/>
      </w:r>
      <w:r w:rsidR="00457CE4" w:rsidRPr="00457CE4">
        <w:t xml:space="preserve">Versuchen Sie </w:t>
      </w:r>
      <w:r>
        <w:t>Ihr Spiel</w:t>
      </w:r>
      <w:r w:rsidR="00457CE4" w:rsidRPr="00457CE4">
        <w:t xml:space="preserve"> so zu verbessern, dass </w:t>
      </w:r>
      <w:r>
        <w:t xml:space="preserve">die Spielsteuerung durch die Tasten </w:t>
      </w:r>
      <w:r w:rsidR="00457CE4" w:rsidRPr="00457CE4">
        <w:t>A und B</w:t>
      </w:r>
      <w:r w:rsidR="001D4617">
        <w:t xml:space="preserve"> </w:t>
      </w:r>
      <w:r>
        <w:t>flüssige funktioniert</w:t>
      </w:r>
      <w:r w:rsidR="00457CE4" w:rsidRPr="00457CE4">
        <w:t xml:space="preserve">. </w:t>
      </w:r>
    </w:p>
    <w:p w14:paraId="7C047D7B" w14:textId="6151D676" w:rsidR="00457CE4" w:rsidRPr="00457CE4" w:rsidRDefault="005B08E5" w:rsidP="00457CE4">
      <w:pPr>
        <w:pStyle w:val="berschrift2"/>
      </w:pPr>
      <w:r>
        <w:t>Fangs</w:t>
      </w:r>
      <w:r w:rsidR="00457CE4" w:rsidRPr="00457CE4">
        <w:t xml:space="preserve">piele gleicher Art nutzen </w:t>
      </w:r>
      <w:r>
        <w:t xml:space="preserve">oft </w:t>
      </w:r>
      <w:r w:rsidR="00457CE4" w:rsidRPr="00457CE4">
        <w:t xml:space="preserve">den </w:t>
      </w:r>
      <w:r>
        <w:t>Neigungssensor</w:t>
      </w:r>
      <w:r w:rsidR="00457CE4" w:rsidRPr="00457CE4">
        <w:t xml:space="preserve">. </w:t>
      </w:r>
      <w:r>
        <w:br/>
      </w:r>
      <w:r w:rsidR="00457CE4" w:rsidRPr="00457CE4">
        <w:t xml:space="preserve">Ändern Sie die </w:t>
      </w:r>
      <w:r>
        <w:t>Spiels</w:t>
      </w:r>
      <w:r w:rsidR="00457CE4" w:rsidRPr="00457CE4">
        <w:t xml:space="preserve">teuerung </w:t>
      </w:r>
      <w:r>
        <w:t xml:space="preserve">so ab, dass das Spiel mithilfe der Neigung des </w:t>
      </w:r>
      <w:proofErr w:type="spellStart"/>
      <w:r>
        <w:t>Calliope</w:t>
      </w:r>
      <w:proofErr w:type="spellEnd"/>
      <w:r>
        <w:t xml:space="preserve"> nach links/rechts steuerbar wird</w:t>
      </w:r>
      <w:r w:rsidR="00457CE4" w:rsidRPr="00457CE4">
        <w:t>.</w:t>
      </w:r>
    </w:p>
    <w:p w14:paraId="13D0E4CD" w14:textId="54F2D0A3" w:rsidR="00457CE4" w:rsidRPr="00457CE4" w:rsidRDefault="00457CE4" w:rsidP="005B08E5">
      <w:pPr>
        <w:pStyle w:val="berschrift2"/>
      </w:pPr>
      <w:r w:rsidRPr="00457CE4">
        <w:t xml:space="preserve">Zur Analyse des Spieleverhaltens sammeln </w:t>
      </w:r>
      <w:r w:rsidR="005B08E5">
        <w:t>H</w:t>
      </w:r>
      <w:r w:rsidRPr="00457CE4">
        <w:t xml:space="preserve">ersteller </w:t>
      </w:r>
      <w:r w:rsidR="005B08E5">
        <w:t xml:space="preserve">Nutzerdaten, etwa durch Speicherung der Werte der verwendeten </w:t>
      </w:r>
      <w:r w:rsidRPr="00457CE4">
        <w:t xml:space="preserve">Sensoren. </w:t>
      </w:r>
      <w:r w:rsidR="005B08E5">
        <w:br/>
      </w:r>
      <w:r w:rsidRPr="00457CE4">
        <w:t xml:space="preserve">Erweitern Sie das Spiel so, dass mindestens 500 Messwerte des </w:t>
      </w:r>
      <w:r w:rsidR="005B08E5">
        <w:t xml:space="preserve">Neigungssensors </w:t>
      </w:r>
      <w:r w:rsidRPr="00457CE4">
        <w:t>gespeichert werden</w:t>
      </w:r>
      <w:r w:rsidR="005B08E5">
        <w:t xml:space="preserve"> können</w:t>
      </w:r>
      <w:r w:rsidRPr="00457CE4">
        <w:t xml:space="preserve">. </w:t>
      </w:r>
      <w:r w:rsidR="005B08E5">
        <w:br/>
      </w:r>
      <w:r w:rsidRPr="00457CE4">
        <w:t>Spielen Sie das Spiel</w:t>
      </w:r>
      <w:r w:rsidR="005B08E5">
        <w:t xml:space="preserve"> und werten Sie die gesammelten Daten mithilfe einer Tabellenkalkulation graphisch aus.</w:t>
      </w:r>
    </w:p>
    <w:p w14:paraId="4471718C" w14:textId="4F1DED9D" w:rsidR="00457CE4" w:rsidRDefault="00457CE4" w:rsidP="00457CE4"/>
    <w:p w14:paraId="4A316D23" w14:textId="364FED94" w:rsidR="00457CE4" w:rsidRDefault="00457CE4" w:rsidP="00457CE4">
      <w:pPr>
        <w:pStyle w:val="berschrift1"/>
      </w:pPr>
      <w:r>
        <w:t>Libelle im Licht</w:t>
      </w:r>
      <w:r w:rsidR="00AB44BF" w:rsidRPr="00AB44BF">
        <w:t xml:space="preserve"> </w:t>
      </w:r>
      <w:r w:rsidR="005B08E5">
        <w:t xml:space="preserve">mit </w:t>
      </w:r>
      <w:proofErr w:type="spellStart"/>
      <w:r w:rsidR="00AB44BF">
        <w:t>Mind</w:t>
      </w:r>
      <w:proofErr w:type="spellEnd"/>
      <w:r w:rsidR="00AB44BF">
        <w:t>+</w:t>
      </w:r>
    </w:p>
    <w:p w14:paraId="2F95E2E0" w14:textId="77777777" w:rsidR="005B08E5" w:rsidRDefault="00457CE4" w:rsidP="00457CE4">
      <w:r>
        <w:t>Libelle flieg</w:t>
      </w:r>
      <w:r w:rsidR="005B08E5">
        <w:t>en tagsüber am See umher. In der Nach bleiben sie ruhig am Schlafplatz sitzen.</w:t>
      </w:r>
      <w:r>
        <w:t xml:space="preserve"> </w:t>
      </w:r>
      <w:r w:rsidR="005B08E5">
        <w:t xml:space="preserve">In der Datei </w:t>
      </w:r>
      <w:r w:rsidR="005B08E5" w:rsidRPr="005B08E5">
        <w:rPr>
          <w:i/>
          <w:iCs/>
        </w:rPr>
        <w:t>Libelle</w:t>
      </w:r>
      <w:r w:rsidRPr="005B08E5">
        <w:rPr>
          <w:i/>
          <w:iCs/>
        </w:rPr>
        <w:t>_Vorgabe.mp</w:t>
      </w:r>
      <w:r>
        <w:t xml:space="preserve"> </w:t>
      </w:r>
      <w:r w:rsidR="005B08E5">
        <w:t>gibt es mehrere Hintergründe, die Tag und Nacht darstellen sowie ein Libellenobjekt, das durch Kostümwechsel eine Flügelanimation erzeugen kann. Die Bühne verfügt zudem über ein Skript zum Wechseln des Hintergrunds.</w:t>
      </w:r>
    </w:p>
    <w:p w14:paraId="10FDAD7B" w14:textId="77777777" w:rsidR="005B08E5" w:rsidRDefault="005B08E5" w:rsidP="005B08E5">
      <w:pPr>
        <w:pStyle w:val="berschrift2"/>
      </w:pPr>
      <w:r>
        <w:t xml:space="preserve">Analysieren Sie das Skript. Wie genau erfolgt die Auswahl des Hintergrunds? </w:t>
      </w:r>
    </w:p>
    <w:p w14:paraId="413E9309" w14:textId="77777777" w:rsidR="005B08E5" w:rsidRDefault="005B08E5" w:rsidP="005B08E5">
      <w:pPr>
        <w:pStyle w:val="berschrift2"/>
      </w:pPr>
      <w:r>
        <w:t xml:space="preserve">Ändern Sie das Skript so, dass das Bild in Abhängigkeit vom Helligkeitssensor des </w:t>
      </w:r>
      <w:proofErr w:type="spellStart"/>
      <w:r>
        <w:t>Calliopes</w:t>
      </w:r>
      <w:proofErr w:type="spellEnd"/>
      <w:r>
        <w:t xml:space="preserve"> bestimmt wird.</w:t>
      </w:r>
    </w:p>
    <w:p w14:paraId="6AF6901B" w14:textId="530F2DC4" w:rsidR="00457CE4" w:rsidRDefault="00457CE4" w:rsidP="005B08E5">
      <w:pPr>
        <w:pStyle w:val="berschrift2"/>
      </w:pPr>
      <w:r>
        <w:t xml:space="preserve">Erweitern Sie </w:t>
      </w:r>
      <w:r w:rsidR="00AB44BF">
        <w:t>das Skript der Libelle</w:t>
      </w:r>
      <w:r>
        <w:t xml:space="preserve"> so, </w:t>
      </w:r>
      <w:r w:rsidR="005B08E5">
        <w:t>dass diese tagsüber eine Flügelbewegung zeigt, nachts jedoch nicht.</w:t>
      </w:r>
    </w:p>
    <w:p w14:paraId="1A9A8D7C" w14:textId="5F838113" w:rsidR="00921ED7" w:rsidRPr="00457CE4" w:rsidRDefault="00921ED7" w:rsidP="00921ED7">
      <w:pPr>
        <w:pStyle w:val="berschrift2"/>
      </w:pPr>
      <w:r>
        <w:t>Stellen Sie den Helligkeitsverlauf für mindestens 30 Messwerte grafisch dar. Nutzen Sie eine Liste zum Speichern und exportieren der Daten sowie eine Tabellenkalkulation zur Auswertung der Daten.</w:t>
      </w:r>
    </w:p>
    <w:p w14:paraId="085B9ABD" w14:textId="77777777" w:rsidR="00921ED7" w:rsidRPr="00921ED7" w:rsidRDefault="00921ED7" w:rsidP="00921ED7"/>
    <w:sectPr w:rsidR="00921ED7" w:rsidRPr="00921ED7" w:rsidSect="0037159F">
      <w:headerReference w:type="default" r:id="rId7"/>
      <w:footerReference w:type="default" r:id="rId8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C2CA2" w14:textId="77777777" w:rsidR="005C66E0" w:rsidRDefault="005C66E0">
      <w:r>
        <w:separator/>
      </w:r>
    </w:p>
  </w:endnote>
  <w:endnote w:type="continuationSeparator" w:id="0">
    <w:p w14:paraId="2618EB7E" w14:textId="77777777" w:rsidR="005C66E0" w:rsidRDefault="005C6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53261" w14:textId="1EB43F1A" w:rsidR="00562BB8" w:rsidRPr="00C47CC3" w:rsidRDefault="00C47CC3" w:rsidP="00C47CC3">
    <w:pPr>
      <w:pStyle w:val="Fuzeile"/>
      <w:pBdr>
        <w:top w:val="single" w:sz="4" w:space="1" w:color="auto"/>
      </w:pBdr>
      <w:jc w:val="center"/>
      <w:rPr>
        <w:rFonts w:cs="Arial"/>
        <w:sz w:val="16"/>
        <w:szCs w:val="16"/>
      </w:rPr>
    </w:pPr>
    <w:r>
      <w:rPr>
        <w:noProof/>
        <w:sz w:val="16"/>
        <w:szCs w:val="16"/>
      </w:rPr>
      <w:drawing>
        <wp:anchor distT="0" distB="0" distL="114300" distR="114300" simplePos="0" relativeHeight="251631616" behindDoc="0" locked="0" layoutInCell="1" allowOverlap="1" wp14:anchorId="4D64F786" wp14:editId="3578AE2A">
          <wp:simplePos x="0" y="0"/>
          <wp:positionH relativeFrom="column">
            <wp:posOffset>5246370</wp:posOffset>
          </wp:positionH>
          <wp:positionV relativeFrom="paragraph">
            <wp:posOffset>24130</wp:posOffset>
          </wp:positionV>
          <wp:extent cx="509905" cy="179705"/>
          <wp:effectExtent l="0" t="0" r="4445" b="0"/>
          <wp:wrapSquare wrapText="bothSides"/>
          <wp:docPr id="14" name="Grafi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9905" cy="17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C266D">
      <w:rPr>
        <w:rFonts w:cs="Arial"/>
        <w:sz w:val="16"/>
        <w:szCs w:val="16"/>
      </w:rPr>
      <w:t xml:space="preserve">CC BY-SA </w:t>
    </w:r>
    <w:r>
      <w:rPr>
        <w:rFonts w:cs="Arial"/>
        <w:sz w:val="16"/>
        <w:szCs w:val="16"/>
      </w:rPr>
      <w:t>4</w:t>
    </w:r>
    <w:r w:rsidRPr="00AC266D">
      <w:rPr>
        <w:rFonts w:cs="Arial"/>
        <w:sz w:val="16"/>
        <w:szCs w:val="16"/>
      </w:rPr>
      <w:t xml:space="preserve">.0 T. Hempel · Version vom </w:t>
    </w:r>
    <w:r w:rsidRPr="00AC266D">
      <w:rPr>
        <w:rFonts w:cs="Arial"/>
        <w:sz w:val="16"/>
        <w:szCs w:val="16"/>
      </w:rPr>
      <w:fldChar w:fldCharType="begin"/>
    </w:r>
    <w:r w:rsidRPr="00AC266D">
      <w:rPr>
        <w:rFonts w:cs="Arial"/>
        <w:sz w:val="16"/>
        <w:szCs w:val="16"/>
      </w:rPr>
      <w:instrText xml:space="preserve"> SAVEDATE  \@ "dd.MM.yyyy"  \* MERGEFORMAT </w:instrText>
    </w:r>
    <w:r w:rsidRPr="00AC266D">
      <w:rPr>
        <w:rFonts w:cs="Arial"/>
        <w:sz w:val="16"/>
        <w:szCs w:val="16"/>
      </w:rPr>
      <w:fldChar w:fldCharType="separate"/>
    </w:r>
    <w:r w:rsidR="001D4617">
      <w:rPr>
        <w:rFonts w:cs="Arial"/>
        <w:noProof/>
        <w:sz w:val="16"/>
        <w:szCs w:val="16"/>
      </w:rPr>
      <w:t>14.11.2023</w:t>
    </w:r>
    <w:r w:rsidRPr="00AC266D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2C674" w14:textId="77777777" w:rsidR="005C66E0" w:rsidRDefault="005C66E0">
      <w:r>
        <w:separator/>
      </w:r>
    </w:p>
  </w:footnote>
  <w:footnote w:type="continuationSeparator" w:id="0">
    <w:p w14:paraId="0A5F6CE1" w14:textId="77777777" w:rsidR="005C66E0" w:rsidRDefault="005C66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116"/>
      <w:gridCol w:w="7955"/>
    </w:tblGrid>
    <w:tr w:rsidR="00562BB8" w:rsidRPr="00E922B7" w14:paraId="7487F2B0" w14:textId="77777777">
      <w:tc>
        <w:tcPr>
          <w:tcW w:w="1008" w:type="dxa"/>
        </w:tcPr>
        <w:p w14:paraId="57DDE2D2" w14:textId="77777777" w:rsidR="00562BB8" w:rsidRPr="00E922B7" w:rsidRDefault="00771E1E" w:rsidP="00F64F0E">
          <w:pPr>
            <w:pStyle w:val="Kopfzeile"/>
            <w:tabs>
              <w:tab w:val="clear" w:pos="4536"/>
              <w:tab w:val="clear" w:pos="9072"/>
            </w:tabs>
            <w:spacing w:after="0"/>
          </w:pPr>
          <w:r>
            <w:rPr>
              <w:noProof/>
            </w:rPr>
            <w:drawing>
              <wp:inline distT="0" distB="0" distL="0" distR="0" wp14:anchorId="14DEB16F" wp14:editId="3E49B89B">
                <wp:extent cx="571500" cy="523875"/>
                <wp:effectExtent l="0" t="0" r="0" b="0"/>
                <wp:docPr id="1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4" w:type="dxa"/>
          <w:vAlign w:val="center"/>
        </w:tcPr>
        <w:p w14:paraId="76536CE0" w14:textId="588618EE" w:rsidR="00562BB8" w:rsidRDefault="00457CE4" w:rsidP="00F64F0E">
          <w:pPr>
            <w:pStyle w:val="Kopfzeile"/>
            <w:tabs>
              <w:tab w:val="clear" w:pos="4536"/>
              <w:tab w:val="clear" w:pos="9072"/>
            </w:tabs>
            <w:spacing w:after="0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 xml:space="preserve">Sensorik, Listen, Datenübertragung </w:t>
          </w:r>
        </w:p>
        <w:p w14:paraId="7984BE5D" w14:textId="26E1E79E" w:rsidR="00562BB8" w:rsidRPr="0037159F" w:rsidRDefault="00562BB8" w:rsidP="00F64F0E">
          <w:pPr>
            <w:pStyle w:val="Kopfzeile"/>
            <w:tabs>
              <w:tab w:val="clear" w:pos="4536"/>
              <w:tab w:val="clear" w:pos="9072"/>
              <w:tab w:val="right" w:pos="4032"/>
              <w:tab w:val="right" w:pos="7452"/>
            </w:tabs>
            <w:spacing w:after="0"/>
            <w:rPr>
              <w:b/>
              <w:sz w:val="24"/>
            </w:rPr>
          </w:pPr>
          <w:r w:rsidRPr="0037159F">
            <w:rPr>
              <w:b/>
              <w:sz w:val="24"/>
            </w:rPr>
            <w:t xml:space="preserve">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 xml:space="preserve">Vorname: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>Klasse:</w:t>
          </w:r>
          <w:r w:rsidR="00C47CC3">
            <w:rPr>
              <w:b/>
              <w:sz w:val="24"/>
            </w:rPr>
            <w:t xml:space="preserve"> </w:t>
          </w:r>
        </w:p>
      </w:tc>
    </w:tr>
  </w:tbl>
  <w:p w14:paraId="1E76425A" w14:textId="77777777" w:rsidR="00562BB8" w:rsidRDefault="00562BB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E233E"/>
    <w:multiLevelType w:val="hybridMultilevel"/>
    <w:tmpl w:val="85687828"/>
    <w:lvl w:ilvl="0" w:tplc="353243E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305A5"/>
    <w:multiLevelType w:val="multilevel"/>
    <w:tmpl w:val="F0C44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8CE3A34"/>
    <w:multiLevelType w:val="multilevel"/>
    <w:tmpl w:val="24EE43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1C4A7408"/>
    <w:multiLevelType w:val="multilevel"/>
    <w:tmpl w:val="654A6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441A88"/>
    <w:multiLevelType w:val="multilevel"/>
    <w:tmpl w:val="06287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E76100"/>
    <w:multiLevelType w:val="hybridMultilevel"/>
    <w:tmpl w:val="5BC2B432"/>
    <w:lvl w:ilvl="0" w:tplc="93269BEE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8B602D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2EC71F6"/>
    <w:multiLevelType w:val="hybridMultilevel"/>
    <w:tmpl w:val="8CB455F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FDC49C9"/>
    <w:multiLevelType w:val="multilevel"/>
    <w:tmpl w:val="24EE4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7422340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 w16cid:durableId="2096780690">
    <w:abstractNumId w:val="5"/>
  </w:num>
  <w:num w:numId="2" w16cid:durableId="682171101">
    <w:abstractNumId w:val="1"/>
  </w:num>
  <w:num w:numId="3" w16cid:durableId="1571110034">
    <w:abstractNumId w:val="4"/>
  </w:num>
  <w:num w:numId="4" w16cid:durableId="799418399">
    <w:abstractNumId w:val="3"/>
    <w:lvlOverride w:ilvl="0">
      <w:startOverride w:val="2"/>
    </w:lvlOverride>
  </w:num>
  <w:num w:numId="5" w16cid:durableId="2111654022">
    <w:abstractNumId w:val="6"/>
  </w:num>
  <w:num w:numId="6" w16cid:durableId="571045903">
    <w:abstractNumId w:val="2"/>
  </w:num>
  <w:num w:numId="7" w16cid:durableId="1178694061">
    <w:abstractNumId w:val="8"/>
  </w:num>
  <w:num w:numId="8" w16cid:durableId="1946884476">
    <w:abstractNumId w:val="7"/>
  </w:num>
  <w:num w:numId="9" w16cid:durableId="1821532165">
    <w:abstractNumId w:val="9"/>
  </w:num>
  <w:num w:numId="10" w16cid:durableId="1031683703">
    <w:abstractNumId w:val="0"/>
  </w:num>
  <w:num w:numId="11" w16cid:durableId="51453880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F34"/>
    <w:rsid w:val="00020E73"/>
    <w:rsid w:val="000E03B9"/>
    <w:rsid w:val="000E262B"/>
    <w:rsid w:val="001035CD"/>
    <w:rsid w:val="0012481D"/>
    <w:rsid w:val="001570DA"/>
    <w:rsid w:val="001C4918"/>
    <w:rsid w:val="001D4617"/>
    <w:rsid w:val="001E359A"/>
    <w:rsid w:val="00205D4B"/>
    <w:rsid w:val="002245D1"/>
    <w:rsid w:val="00243E53"/>
    <w:rsid w:val="00282296"/>
    <w:rsid w:val="002B584B"/>
    <w:rsid w:val="002B78D2"/>
    <w:rsid w:val="002B7BDC"/>
    <w:rsid w:val="0037159F"/>
    <w:rsid w:val="003B205A"/>
    <w:rsid w:val="003F1514"/>
    <w:rsid w:val="00457CE4"/>
    <w:rsid w:val="005116EA"/>
    <w:rsid w:val="00517F4B"/>
    <w:rsid w:val="00562BB8"/>
    <w:rsid w:val="00581A0C"/>
    <w:rsid w:val="005B08E5"/>
    <w:rsid w:val="005C66E0"/>
    <w:rsid w:val="005D7C96"/>
    <w:rsid w:val="00626061"/>
    <w:rsid w:val="00630FD5"/>
    <w:rsid w:val="00675A61"/>
    <w:rsid w:val="006906CA"/>
    <w:rsid w:val="00693754"/>
    <w:rsid w:val="007108F2"/>
    <w:rsid w:val="00726E5E"/>
    <w:rsid w:val="00753B6A"/>
    <w:rsid w:val="00771E1E"/>
    <w:rsid w:val="007B3F9A"/>
    <w:rsid w:val="007E6D52"/>
    <w:rsid w:val="00874C5F"/>
    <w:rsid w:val="008D305F"/>
    <w:rsid w:val="009114E2"/>
    <w:rsid w:val="00921ED7"/>
    <w:rsid w:val="00923EB5"/>
    <w:rsid w:val="00925E19"/>
    <w:rsid w:val="009776B5"/>
    <w:rsid w:val="009E7007"/>
    <w:rsid w:val="00A22A90"/>
    <w:rsid w:val="00A7706D"/>
    <w:rsid w:val="00A9436B"/>
    <w:rsid w:val="00AB1F34"/>
    <w:rsid w:val="00AB44BF"/>
    <w:rsid w:val="00B17402"/>
    <w:rsid w:val="00B640E0"/>
    <w:rsid w:val="00B81A5F"/>
    <w:rsid w:val="00B90CB2"/>
    <w:rsid w:val="00C058F3"/>
    <w:rsid w:val="00C47CC3"/>
    <w:rsid w:val="00C55C67"/>
    <w:rsid w:val="00C61C49"/>
    <w:rsid w:val="00CF2A05"/>
    <w:rsid w:val="00E62F8F"/>
    <w:rsid w:val="00E922B7"/>
    <w:rsid w:val="00EB1804"/>
    <w:rsid w:val="00EE3DC0"/>
    <w:rsid w:val="00F21C66"/>
    <w:rsid w:val="00F25E3F"/>
    <w:rsid w:val="00F26F5D"/>
    <w:rsid w:val="00F35015"/>
    <w:rsid w:val="00F6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FC1898"/>
  <w15:docId w15:val="{43B36939-F385-41F2-8CB1-B6829ED9C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E03B9"/>
    <w:pPr>
      <w:spacing w:after="12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22B7"/>
    <w:pPr>
      <w:keepNext/>
      <w:numPr>
        <w:numId w:val="9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457CE4"/>
    <w:pPr>
      <w:keepNext/>
      <w:numPr>
        <w:ilvl w:val="1"/>
        <w:numId w:val="9"/>
      </w:numPr>
      <w:spacing w:before="240" w:after="60"/>
      <w:outlineLvl w:val="1"/>
    </w:pPr>
    <w:rPr>
      <w:rFonts w:cs="Arial"/>
      <w:bCs/>
      <w:iCs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numPr>
        <w:ilvl w:val="2"/>
        <w:numId w:val="9"/>
      </w:numPr>
      <w:spacing w:before="240" w:after="6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457CE4"/>
    <w:pPr>
      <w:keepNext/>
      <w:keepLines/>
      <w:numPr>
        <w:ilvl w:val="3"/>
        <w:numId w:val="9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457CE4"/>
    <w:pPr>
      <w:keepNext/>
      <w:keepLines/>
      <w:numPr>
        <w:ilvl w:val="4"/>
        <w:numId w:val="9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457CE4"/>
    <w:pPr>
      <w:keepNext/>
      <w:keepLines/>
      <w:numPr>
        <w:ilvl w:val="5"/>
        <w:numId w:val="9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457CE4"/>
    <w:pPr>
      <w:keepNext/>
      <w:keepLines/>
      <w:numPr>
        <w:ilvl w:val="6"/>
        <w:numId w:val="9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457CE4"/>
    <w:pPr>
      <w:keepNext/>
      <w:keepLines/>
      <w:numPr>
        <w:ilvl w:val="7"/>
        <w:numId w:val="9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457CE4"/>
    <w:pPr>
      <w:keepNext/>
      <w:keepLines/>
      <w:numPr>
        <w:ilvl w:val="8"/>
        <w:numId w:val="9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22B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AB1F3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B1F3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0E03B9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rsid w:val="00C47CC3"/>
    <w:rPr>
      <w:rFonts w:ascii="Arial" w:hAnsi="Arial"/>
      <w:sz w:val="22"/>
      <w:szCs w:val="24"/>
    </w:rPr>
  </w:style>
  <w:style w:type="character" w:customStyle="1" w:styleId="berschrift1Zchn">
    <w:name w:val="Überschrift 1 Zchn"/>
    <w:basedOn w:val="Absatz-Standardschriftart"/>
    <w:link w:val="berschrift1"/>
    <w:rsid w:val="00C47CC3"/>
    <w:rPr>
      <w:rFonts w:ascii="Arial" w:hAnsi="Arial" w:cs="Arial"/>
      <w:b/>
      <w:bCs/>
      <w:kern w:val="32"/>
      <w:sz w:val="32"/>
      <w:szCs w:val="32"/>
    </w:rPr>
  </w:style>
  <w:style w:type="character" w:customStyle="1" w:styleId="berschrift4Zchn">
    <w:name w:val="Überschrift 4 Zchn"/>
    <w:basedOn w:val="Absatz-Standardschriftart"/>
    <w:link w:val="berschrift4"/>
    <w:semiHidden/>
    <w:rsid w:val="00457CE4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4"/>
    </w:rPr>
  </w:style>
  <w:style w:type="character" w:customStyle="1" w:styleId="berschrift5Zchn">
    <w:name w:val="Überschrift 5 Zchn"/>
    <w:basedOn w:val="Absatz-Standardschriftart"/>
    <w:link w:val="berschrift5"/>
    <w:semiHidden/>
    <w:rsid w:val="00457CE4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character" w:customStyle="1" w:styleId="berschrift6Zchn">
    <w:name w:val="Überschrift 6 Zchn"/>
    <w:basedOn w:val="Absatz-Standardschriftart"/>
    <w:link w:val="berschrift6"/>
    <w:semiHidden/>
    <w:rsid w:val="00457CE4"/>
    <w:rPr>
      <w:rFonts w:asciiTheme="majorHAnsi" w:eastAsiaTheme="majorEastAsia" w:hAnsiTheme="majorHAnsi" w:cstheme="majorBidi"/>
      <w:color w:val="243F60" w:themeColor="accent1" w:themeShade="7F"/>
      <w:sz w:val="22"/>
      <w:szCs w:val="24"/>
    </w:rPr>
  </w:style>
  <w:style w:type="character" w:customStyle="1" w:styleId="berschrift7Zchn">
    <w:name w:val="Überschrift 7 Zchn"/>
    <w:basedOn w:val="Absatz-Standardschriftart"/>
    <w:link w:val="berschrift7"/>
    <w:semiHidden/>
    <w:rsid w:val="00457CE4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rsid w:val="00457CE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semiHidden/>
    <w:rsid w:val="00457CE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.Hempel\AppData\Roaming\Microsoft\Templates\AB%20Informatik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AB Informatik.dotx</Template>
  <TotalTime>0</TotalTime>
  <Pages>1</Pages>
  <Words>261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Richard-Wossidlo-Gymnasium Ribnitz-Damgarten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Tino Hempel</dc:creator>
  <cp:lastModifiedBy>Tino Hempel</cp:lastModifiedBy>
  <cp:revision>6</cp:revision>
  <cp:lastPrinted>2023-10-21T10:55:00Z</cp:lastPrinted>
  <dcterms:created xsi:type="dcterms:W3CDTF">2023-11-14T13:05:00Z</dcterms:created>
  <dcterms:modified xsi:type="dcterms:W3CDTF">2023-11-14T16:25:00Z</dcterms:modified>
</cp:coreProperties>
</file>