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83C" w:rsidRPr="00EF7799" w:rsidRDefault="0019120E">
      <w:pPr>
        <w:rPr>
          <w:b/>
          <w:sz w:val="28"/>
          <w:szCs w:val="28"/>
        </w:rPr>
      </w:pPr>
      <w:r w:rsidRPr="00EF7799">
        <w:rPr>
          <w:b/>
          <w:sz w:val="28"/>
          <w:szCs w:val="28"/>
        </w:rPr>
        <w:t>Teilnehmerliste Fortbildung</w:t>
      </w:r>
      <w:r w:rsidR="0013567F">
        <w:rPr>
          <w:b/>
          <w:sz w:val="28"/>
          <w:szCs w:val="28"/>
        </w:rPr>
        <w:t xml:space="preserve"> am 18.09.2012</w:t>
      </w: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3686"/>
      </w:tblGrid>
      <w:tr w:rsidR="0013567F" w:rsidRPr="005E3A45" w:rsidTr="002C4715">
        <w:tc>
          <w:tcPr>
            <w:tcW w:w="534" w:type="dxa"/>
          </w:tcPr>
          <w:p w:rsidR="0013567F" w:rsidRPr="005E3A45" w:rsidRDefault="0013567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E3A45">
              <w:rPr>
                <w:rFonts w:ascii="Arial" w:hAnsi="Arial" w:cs="Arial"/>
                <w:b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2409" w:type="dxa"/>
          </w:tcPr>
          <w:p w:rsidR="0013567F" w:rsidRPr="005E3A45" w:rsidRDefault="001356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3A45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3686" w:type="dxa"/>
          </w:tcPr>
          <w:p w:rsidR="0013567F" w:rsidRPr="005E3A45" w:rsidRDefault="001356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3A45">
              <w:rPr>
                <w:rFonts w:ascii="Arial" w:hAnsi="Arial" w:cs="Arial"/>
                <w:b/>
                <w:sz w:val="20"/>
                <w:szCs w:val="20"/>
              </w:rPr>
              <w:t>Schule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Fred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Wieschmann</w:t>
            </w:r>
            <w:proofErr w:type="spellEnd"/>
          </w:p>
        </w:tc>
        <w:tc>
          <w:tcPr>
            <w:tcW w:w="3686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KGS Dorf Mecklenburg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D. Ahrendt</w:t>
            </w:r>
          </w:p>
        </w:tc>
        <w:tc>
          <w:tcPr>
            <w:tcW w:w="3686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GB"/>
              </w:rPr>
              <w:t>John-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  <w:lang w:val="en-GB"/>
              </w:rPr>
              <w:t>Brinckman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  <w:lang w:val="en-GB"/>
              </w:rPr>
              <w:t xml:space="preserve">-Gymnasium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  <w:lang w:val="en-GB"/>
              </w:rPr>
              <w:t>Güstrow</w:t>
            </w:r>
            <w:proofErr w:type="spellEnd"/>
          </w:p>
        </w:tc>
      </w:tr>
      <w:tr w:rsidR="0013567F" w:rsidTr="002C4715">
        <w:tc>
          <w:tcPr>
            <w:tcW w:w="534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19120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Guido Franke</w:t>
            </w:r>
          </w:p>
        </w:tc>
        <w:tc>
          <w:tcPr>
            <w:tcW w:w="3686" w:type="dxa"/>
          </w:tcPr>
          <w:p w:rsidR="0013567F" w:rsidRPr="00EF7799" w:rsidRDefault="0013567F" w:rsidP="0019120E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 w:rsidRPr="0019120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Ernst-Barlach-Gymnasium Schönberg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19120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Maik Pegel</w:t>
            </w:r>
          </w:p>
        </w:tc>
        <w:tc>
          <w:tcPr>
            <w:tcW w:w="3686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19120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Ernst-Barlach-Gymnasium Schönberg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Dr. Kai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Trojan</w:t>
            </w:r>
            <w:proofErr w:type="spellEnd"/>
          </w:p>
        </w:tc>
        <w:tc>
          <w:tcPr>
            <w:tcW w:w="3686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Gymnasiales Schulzentrum „Fritz Reuter“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Dömitz</w:t>
            </w:r>
            <w:proofErr w:type="spellEnd"/>
          </w:p>
        </w:tc>
      </w:tr>
      <w:tr w:rsidR="0013567F" w:rsidTr="002C4715">
        <w:tc>
          <w:tcPr>
            <w:tcW w:w="534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09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bCs/>
                <w:sz w:val="20"/>
                <w:szCs w:val="20"/>
              </w:rPr>
              <w:t>Ulf Stegmann</w:t>
            </w:r>
          </w:p>
        </w:tc>
        <w:tc>
          <w:tcPr>
            <w:tcW w:w="3686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bCs/>
                <w:sz w:val="20"/>
                <w:szCs w:val="20"/>
              </w:rPr>
              <w:t>Gymnasium am Tannenberg</w:t>
            </w:r>
            <w:r w:rsidRPr="00EF7799">
              <w:rPr>
                <w:rFonts w:ascii="Arial" w:hAnsi="Arial" w:cs="Arial"/>
                <w:bCs/>
                <w:sz w:val="20"/>
                <w:szCs w:val="20"/>
              </w:rPr>
              <w:br/>
              <w:t>Grevesmühlen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Conny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Westpahl</w:t>
            </w:r>
            <w:proofErr w:type="spellEnd"/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Musikgymnasium Rostock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Waburg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, Franka,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Eldenburg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-Gymnasium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Lübz</w:t>
            </w:r>
            <w:proofErr w:type="spellEnd"/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Apsel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, Matthias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Eldenburg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-Gymnasium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Lübz</w:t>
            </w:r>
            <w:proofErr w:type="spellEnd"/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Intert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, Ines,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Fleesenseeschule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Malchow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09" w:type="dxa"/>
          </w:tcPr>
          <w:p w:rsidR="0013567F" w:rsidRPr="00EF7799" w:rsidRDefault="0013567F" w:rsidP="00191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19120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Dorn, Gerlind</w:t>
            </w:r>
          </w:p>
        </w:tc>
        <w:tc>
          <w:tcPr>
            <w:tcW w:w="3686" w:type="dxa"/>
          </w:tcPr>
          <w:p w:rsidR="0013567F" w:rsidRPr="00EF7799" w:rsidRDefault="0013567F" w:rsidP="0019120E">
            <w:pPr>
              <w:pStyle w:val="HTMLVorformatiert"/>
              <w:rPr>
                <w:rFonts w:ascii="Arial" w:hAnsi="Arial" w:cs="Arial"/>
              </w:rPr>
            </w:pPr>
            <w:r w:rsidRPr="00EF7799">
              <w:rPr>
                <w:rFonts w:ascii="Arial" w:hAnsi="Arial" w:cs="Arial"/>
              </w:rPr>
              <w:t>Goethe-Gymnasium Ludwigslust</w:t>
            </w:r>
          </w:p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Uwe Rehbein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Elbe-Gymnasium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Boizenburg</w:t>
            </w:r>
            <w:proofErr w:type="spellEnd"/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Heike Dorn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Fridericianum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in Schwerin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Torsten Kissmann,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Fridericianum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in Schwerin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Ute Albrecht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Humboldt-Gymnasium HGW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Tomas Janke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Hansa-Gymnasium HST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Susanne Bars-</w:t>
            </w:r>
            <w:proofErr w:type="spellStart"/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Rechberger</w:t>
            </w:r>
            <w:proofErr w:type="spellEnd"/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Sportgymnasium Schwerin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Wischnevski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, Sylvia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John-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Brinckman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-Gymnasium Güstrow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Mirko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Piechotka</w:t>
            </w:r>
            <w:proofErr w:type="spellEnd"/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Runge-Gymnasium Wolgast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Grit Stahl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Runge-Gymnasium Wolgast</w:t>
            </w:r>
          </w:p>
        </w:tc>
      </w:tr>
      <w:tr w:rsidR="0013567F" w:rsidRPr="00EF7799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Norbert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Wischnevski</w:t>
            </w:r>
            <w:proofErr w:type="spellEnd"/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Friderico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Francisceum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 xml:space="preserve"> Bad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Doberan</w:t>
            </w:r>
            <w:proofErr w:type="spellEnd"/>
          </w:p>
        </w:tc>
      </w:tr>
      <w:tr w:rsidR="0013567F" w:rsidRPr="00EF7799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Kerstin Schmacke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Sanitz</w:t>
            </w:r>
            <w:proofErr w:type="spellEnd"/>
            <w:r w:rsidRPr="00EF779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567F" w:rsidRPr="00EF7799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Dr.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Kaune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>, Egbert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RecknitzCampus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Laage</w:t>
            </w:r>
            <w:proofErr w:type="spellEnd"/>
          </w:p>
        </w:tc>
      </w:tr>
      <w:tr w:rsidR="0013567F" w:rsidRPr="00EF7799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Karow, Herbert</w:t>
            </w:r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Gymnasiales Schulzentrum Barth</w:t>
            </w:r>
          </w:p>
        </w:tc>
      </w:tr>
      <w:tr w:rsidR="0013567F" w:rsidRPr="00EF7799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Andreas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Löskow</w:t>
            </w:r>
            <w:proofErr w:type="spellEnd"/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Carolinum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Neustrelitz</w:t>
            </w:r>
          </w:p>
        </w:tc>
      </w:tr>
      <w:tr w:rsidR="0013567F" w:rsidRPr="00EF7799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  <w:lang w:val="en-US"/>
              </w:rPr>
              <w:t>26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Lutz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Rathmann</w:t>
            </w:r>
            <w:proofErr w:type="spellEnd"/>
          </w:p>
        </w:tc>
        <w:tc>
          <w:tcPr>
            <w:tcW w:w="3686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 xml:space="preserve">Gymnasium </w:t>
            </w:r>
            <w:proofErr w:type="spellStart"/>
            <w:r w:rsidRPr="00EF7799">
              <w:rPr>
                <w:rFonts w:ascii="Arial" w:hAnsi="Arial" w:cs="Arial"/>
                <w:sz w:val="20"/>
                <w:szCs w:val="20"/>
              </w:rPr>
              <w:t>Carolinum</w:t>
            </w:r>
            <w:proofErr w:type="spellEnd"/>
            <w:r w:rsidRPr="00EF7799">
              <w:rPr>
                <w:rFonts w:ascii="Arial" w:hAnsi="Arial" w:cs="Arial"/>
                <w:sz w:val="20"/>
                <w:szCs w:val="20"/>
              </w:rPr>
              <w:t xml:space="preserve"> Neustrelitz</w:t>
            </w:r>
          </w:p>
        </w:tc>
      </w:tr>
      <w:tr w:rsidR="0013567F" w:rsidRPr="00881FBF" w:rsidTr="002C4715">
        <w:tc>
          <w:tcPr>
            <w:tcW w:w="534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27</w:t>
            </w:r>
          </w:p>
        </w:tc>
        <w:tc>
          <w:tcPr>
            <w:tcW w:w="2409" w:type="dxa"/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Hannelore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Massow</w:t>
            </w:r>
            <w:proofErr w:type="spellEnd"/>
          </w:p>
        </w:tc>
        <w:tc>
          <w:tcPr>
            <w:tcW w:w="3686" w:type="dxa"/>
          </w:tcPr>
          <w:p w:rsidR="0013567F" w:rsidRPr="00EF7799" w:rsidRDefault="0013567F" w:rsidP="00881FB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>Geschwister</w:t>
            </w:r>
            <w:proofErr w:type="spellEnd"/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 xml:space="preserve">-Scholl-Gymnasium </w:t>
            </w:r>
            <w:proofErr w:type="spellStart"/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>Bützow</w:t>
            </w:r>
            <w:proofErr w:type="spellEnd"/>
          </w:p>
        </w:tc>
      </w:tr>
      <w:tr w:rsidR="0013567F" w:rsidRPr="00881FBF" w:rsidTr="002C4715">
        <w:tc>
          <w:tcPr>
            <w:tcW w:w="534" w:type="dxa"/>
            <w:tcBorders>
              <w:bottom w:val="single" w:sz="4" w:space="0" w:color="auto"/>
            </w:tcBorders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28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>Volker Baumann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3567F" w:rsidRPr="00EF7799" w:rsidRDefault="0013567F" w:rsidP="006105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 xml:space="preserve">KGS </w:t>
            </w:r>
            <w:proofErr w:type="spellStart"/>
            <w:r w:rsidRPr="00881FBF">
              <w:rPr>
                <w:rFonts w:ascii="Arial" w:hAnsi="Arial" w:cs="Arial"/>
                <w:sz w:val="20"/>
                <w:szCs w:val="20"/>
                <w:lang w:val="en-US"/>
              </w:rPr>
              <w:t>Rövershagen</w:t>
            </w:r>
            <w:proofErr w:type="spellEnd"/>
          </w:p>
        </w:tc>
      </w:tr>
      <w:tr w:rsidR="0013567F" w:rsidRPr="005E3A45" w:rsidTr="002C4715">
        <w:tc>
          <w:tcPr>
            <w:tcW w:w="534" w:type="dxa"/>
          </w:tcPr>
          <w:p w:rsidR="0013567F" w:rsidRPr="00EF7799" w:rsidRDefault="0013567F" w:rsidP="00EC7C6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</w:t>
            </w:r>
          </w:p>
        </w:tc>
        <w:tc>
          <w:tcPr>
            <w:tcW w:w="2409" w:type="dxa"/>
          </w:tcPr>
          <w:p w:rsidR="0013567F" w:rsidRPr="00EF7799" w:rsidRDefault="0013567F" w:rsidP="00EC7C6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Carola Schmidt</w:t>
            </w:r>
          </w:p>
        </w:tc>
        <w:tc>
          <w:tcPr>
            <w:tcW w:w="3686" w:type="dxa"/>
          </w:tcPr>
          <w:p w:rsidR="0013567F" w:rsidRPr="00EF7799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ecolea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International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Schule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Schwerin</w:t>
            </w:r>
          </w:p>
        </w:tc>
      </w:tr>
      <w:tr w:rsidR="0013567F" w:rsidRPr="005E3A45" w:rsidTr="002C4715">
        <w:tc>
          <w:tcPr>
            <w:tcW w:w="534" w:type="dxa"/>
            <w:tcBorders>
              <w:bottom w:val="nil"/>
            </w:tcBorders>
          </w:tcPr>
          <w:p w:rsidR="0013567F" w:rsidRPr="00EF7799" w:rsidRDefault="0013567F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2409" w:type="dxa"/>
            <w:tcBorders>
              <w:bottom w:val="nil"/>
            </w:tcBorders>
          </w:tcPr>
          <w:p w:rsidR="0013567F" w:rsidRPr="00EF7799" w:rsidRDefault="0013567F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Raimund Scholz</w:t>
            </w:r>
          </w:p>
        </w:tc>
        <w:tc>
          <w:tcPr>
            <w:tcW w:w="3686" w:type="dxa"/>
            <w:tcBorders>
              <w:bottom w:val="nil"/>
            </w:tcBorders>
          </w:tcPr>
          <w:p w:rsidR="0013567F" w:rsidRPr="00EF7799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Ecolea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International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Schule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Schwerin</w:t>
            </w:r>
          </w:p>
        </w:tc>
      </w:tr>
      <w:tr w:rsidR="0013567F" w:rsidRPr="005E3A45" w:rsidTr="002C4715">
        <w:tc>
          <w:tcPr>
            <w:tcW w:w="534" w:type="dxa"/>
          </w:tcPr>
          <w:p w:rsidR="0013567F" w:rsidRPr="00EF7799" w:rsidRDefault="0013567F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  <w:tc>
          <w:tcPr>
            <w:tcW w:w="2409" w:type="dxa"/>
          </w:tcPr>
          <w:p w:rsidR="0013567F" w:rsidRPr="00EF7799" w:rsidRDefault="0013567F" w:rsidP="002C47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Jürgen Nowak</w:t>
            </w:r>
          </w:p>
        </w:tc>
        <w:tc>
          <w:tcPr>
            <w:tcW w:w="3686" w:type="dxa"/>
          </w:tcPr>
          <w:p w:rsidR="0013567F" w:rsidRPr="00EF7799" w:rsidRDefault="0013567F" w:rsidP="002C47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nfg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Friedland</w:t>
            </w:r>
            <w:proofErr w:type="spellEnd"/>
          </w:p>
        </w:tc>
      </w:tr>
      <w:tr w:rsidR="0013567F" w:rsidRPr="005E3A45" w:rsidTr="002C4715">
        <w:tc>
          <w:tcPr>
            <w:tcW w:w="534" w:type="dxa"/>
          </w:tcPr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</w:p>
        </w:tc>
        <w:tc>
          <w:tcPr>
            <w:tcW w:w="2409" w:type="dxa"/>
          </w:tcPr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Bergit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Schappler</w:t>
            </w:r>
            <w:proofErr w:type="spellEnd"/>
          </w:p>
          <w:p w:rsidR="0013567F" w:rsidRPr="00EF7799" w:rsidRDefault="001356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</w:tcPr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Friedrich-Franz-Gymnasium </w:t>
            </w:r>
          </w:p>
          <w:p w:rsidR="0013567F" w:rsidRPr="00EF7799" w:rsidRDefault="0013567F" w:rsidP="002C47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Parchim</w:t>
            </w:r>
            <w:proofErr w:type="spellEnd"/>
          </w:p>
        </w:tc>
      </w:tr>
      <w:tr w:rsidR="0013567F" w:rsidRPr="005E3A45" w:rsidTr="002C4715">
        <w:tc>
          <w:tcPr>
            <w:tcW w:w="534" w:type="dxa"/>
          </w:tcPr>
          <w:p w:rsidR="0013567F" w:rsidRDefault="001356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33</w:t>
            </w:r>
          </w:p>
        </w:tc>
        <w:tc>
          <w:tcPr>
            <w:tcW w:w="2409" w:type="dxa"/>
          </w:tcPr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Heidrun Renger</w:t>
            </w:r>
          </w:p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</w:tcPr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Gymnasiales Schulzentrum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Stralendorf</w:t>
            </w:r>
            <w:proofErr w:type="spellEnd"/>
          </w:p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3567F" w:rsidRPr="005E3A45" w:rsidTr="002C4715">
        <w:tc>
          <w:tcPr>
            <w:tcW w:w="534" w:type="dxa"/>
          </w:tcPr>
          <w:p w:rsidR="0013567F" w:rsidRDefault="001356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34</w:t>
            </w:r>
          </w:p>
        </w:tc>
        <w:tc>
          <w:tcPr>
            <w:tcW w:w="2409" w:type="dxa"/>
          </w:tcPr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Degen, Torsten</w:t>
            </w:r>
          </w:p>
        </w:tc>
        <w:tc>
          <w:tcPr>
            <w:tcW w:w="3686" w:type="dxa"/>
          </w:tcPr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Gymnasiales Schulzentrum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Wittenburg</w:t>
            </w:r>
            <w:proofErr w:type="spellEnd"/>
          </w:p>
        </w:tc>
      </w:tr>
      <w:tr w:rsidR="0013567F" w:rsidRPr="005E3A45" w:rsidTr="002C4715">
        <w:tc>
          <w:tcPr>
            <w:tcW w:w="534" w:type="dxa"/>
          </w:tcPr>
          <w:p w:rsidR="0013567F" w:rsidRDefault="001356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2409" w:type="dxa"/>
          </w:tcPr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Volker John</w:t>
            </w:r>
          </w:p>
        </w:tc>
        <w:tc>
          <w:tcPr>
            <w:tcW w:w="3686" w:type="dxa"/>
          </w:tcPr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Europäische Gesamtschule Insel 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Usedom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Ahlbeck</w:t>
            </w:r>
            <w:proofErr w:type="spellEnd"/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13567F" w:rsidRPr="005E3A45" w:rsidTr="002C4715">
        <w:tc>
          <w:tcPr>
            <w:tcW w:w="534" w:type="dxa"/>
          </w:tcPr>
          <w:p w:rsidR="0013567F" w:rsidRDefault="0013567F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36</w:t>
            </w:r>
          </w:p>
        </w:tc>
        <w:tc>
          <w:tcPr>
            <w:tcW w:w="2409" w:type="dxa"/>
          </w:tcPr>
          <w:p w:rsidR="0013567F" w:rsidRPr="005E3A45" w:rsidRDefault="0013567F" w:rsidP="002C47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Becker, Carmen</w:t>
            </w:r>
          </w:p>
        </w:tc>
        <w:tc>
          <w:tcPr>
            <w:tcW w:w="3686" w:type="dxa"/>
          </w:tcPr>
          <w:p w:rsidR="0013567F" w:rsidRPr="005E3A45" w:rsidRDefault="0013567F" w:rsidP="002C471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E3A45">
              <w:rPr>
                <w:rFonts w:ascii="Arial" w:hAnsi="Arial" w:cs="Arial"/>
                <w:sz w:val="20"/>
                <w:szCs w:val="20"/>
                <w:lang w:val="en-US"/>
              </w:rPr>
              <w:t>Ernst-Moritz-Arndt-Gymnasium Bergen</w:t>
            </w:r>
          </w:p>
        </w:tc>
      </w:tr>
      <w:tr w:rsidR="0013567F" w:rsidRPr="005E3A45" w:rsidTr="002C4715">
        <w:tc>
          <w:tcPr>
            <w:tcW w:w="534" w:type="dxa"/>
          </w:tcPr>
          <w:p w:rsidR="0013567F" w:rsidRDefault="0013567F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</w:tc>
        <w:tc>
          <w:tcPr>
            <w:tcW w:w="2409" w:type="dxa"/>
          </w:tcPr>
          <w:p w:rsidR="0013567F" w:rsidRPr="005E3A45" w:rsidRDefault="0013567F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Wolfgang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Vorbeck</w:t>
            </w:r>
            <w:proofErr w:type="spellEnd"/>
          </w:p>
        </w:tc>
        <w:tc>
          <w:tcPr>
            <w:tcW w:w="3686" w:type="dxa"/>
          </w:tcPr>
          <w:p w:rsidR="0013567F" w:rsidRPr="005E3A45" w:rsidRDefault="0013567F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Gymnasium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Grimmen</w:t>
            </w:r>
            <w:proofErr w:type="spellEnd"/>
          </w:p>
        </w:tc>
      </w:tr>
      <w:tr w:rsidR="0013567F" w:rsidRPr="005E3A45" w:rsidTr="002C4715">
        <w:tc>
          <w:tcPr>
            <w:tcW w:w="534" w:type="dxa"/>
          </w:tcPr>
          <w:p w:rsidR="0013567F" w:rsidRDefault="0013567F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38</w:t>
            </w:r>
          </w:p>
        </w:tc>
        <w:tc>
          <w:tcPr>
            <w:tcW w:w="2409" w:type="dxa"/>
          </w:tcPr>
          <w:p w:rsidR="0013567F" w:rsidRPr="005E3A45" w:rsidRDefault="0013567F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Frank Engel</w:t>
            </w:r>
          </w:p>
        </w:tc>
        <w:tc>
          <w:tcPr>
            <w:tcW w:w="3686" w:type="dxa"/>
          </w:tcPr>
          <w:p w:rsidR="0013567F" w:rsidRPr="005E3A45" w:rsidRDefault="0013567F" w:rsidP="007423F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Gymnasium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Grimmen</w:t>
            </w:r>
            <w:proofErr w:type="spellEnd"/>
          </w:p>
        </w:tc>
      </w:tr>
      <w:tr w:rsidR="0013567F" w:rsidRPr="005E3A45" w:rsidTr="002C4715">
        <w:tc>
          <w:tcPr>
            <w:tcW w:w="534" w:type="dxa"/>
          </w:tcPr>
          <w:p w:rsidR="0013567F" w:rsidRDefault="0013567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39</w:t>
            </w:r>
          </w:p>
        </w:tc>
        <w:tc>
          <w:tcPr>
            <w:tcW w:w="2409" w:type="dxa"/>
          </w:tcPr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Tomas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Janke</w:t>
            </w:r>
            <w:proofErr w:type="spellEnd"/>
          </w:p>
        </w:tc>
        <w:tc>
          <w:tcPr>
            <w:tcW w:w="3686" w:type="dxa"/>
          </w:tcPr>
          <w:p w:rsidR="0013567F" w:rsidRPr="005E3A45" w:rsidRDefault="0013567F" w:rsidP="005E3A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Hansa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-Gymnasium Stralsund</w:t>
            </w:r>
          </w:p>
        </w:tc>
      </w:tr>
      <w:tr w:rsidR="0013567F" w:rsidTr="002C4715">
        <w:tc>
          <w:tcPr>
            <w:tcW w:w="534" w:type="dxa"/>
          </w:tcPr>
          <w:p w:rsidR="0013567F" w:rsidRPr="00EF7799" w:rsidRDefault="0013567F" w:rsidP="00742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409" w:type="dxa"/>
          </w:tcPr>
          <w:p w:rsidR="0013567F" w:rsidRPr="00EF7799" w:rsidRDefault="0013567F" w:rsidP="007423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Christine Reichel</w:t>
            </w:r>
          </w:p>
        </w:tc>
        <w:tc>
          <w:tcPr>
            <w:tcW w:w="3686" w:type="dxa"/>
          </w:tcPr>
          <w:p w:rsidR="0013567F" w:rsidRPr="00EF7799" w:rsidRDefault="0013567F" w:rsidP="007423F3">
            <w:pPr>
              <w:rPr>
                <w:rFonts w:ascii="Arial" w:hAnsi="Arial" w:cs="Arial"/>
                <w:sz w:val="20"/>
                <w:szCs w:val="20"/>
              </w:rPr>
            </w:pPr>
            <w:r w:rsidRPr="00EF7799">
              <w:rPr>
                <w:rFonts w:ascii="Arial" w:hAnsi="Arial" w:cs="Arial"/>
                <w:sz w:val="20"/>
                <w:szCs w:val="20"/>
              </w:rPr>
              <w:t>Musikgymnasium Rostock</w:t>
            </w:r>
          </w:p>
        </w:tc>
      </w:tr>
    </w:tbl>
    <w:p w:rsidR="0019120E" w:rsidRPr="005E3A45" w:rsidRDefault="0019120E"/>
    <w:sectPr w:rsidR="0019120E" w:rsidRPr="005E3A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0E"/>
    <w:rsid w:val="0013567F"/>
    <w:rsid w:val="0019120E"/>
    <w:rsid w:val="002C4715"/>
    <w:rsid w:val="004E0BB6"/>
    <w:rsid w:val="0059033A"/>
    <w:rsid w:val="005E3A45"/>
    <w:rsid w:val="00881FBF"/>
    <w:rsid w:val="00EB3E4D"/>
    <w:rsid w:val="00E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91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91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9120E"/>
    <w:rPr>
      <w:rFonts w:ascii="Courier New" w:eastAsia="Times New Roman" w:hAnsi="Courier New" w:cs="Courier New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91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91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9120E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</dc:creator>
  <cp:lastModifiedBy>ICH</cp:lastModifiedBy>
  <cp:revision>2</cp:revision>
  <dcterms:created xsi:type="dcterms:W3CDTF">2012-09-02T10:50:00Z</dcterms:created>
  <dcterms:modified xsi:type="dcterms:W3CDTF">2012-09-02T10:50:00Z</dcterms:modified>
</cp:coreProperties>
</file>