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724" w:rsidRDefault="00031724" w:rsidP="00031724">
      <w:pPr>
        <w:pStyle w:val="berschrift1"/>
        <w:numPr>
          <w:ilvl w:val="0"/>
          <w:numId w:val="0"/>
        </w:numPr>
      </w:pPr>
      <w:r>
        <w:t>Hinweise zur Umsetzung</w:t>
      </w:r>
    </w:p>
    <w:p w:rsidR="00031724" w:rsidRDefault="00031724" w:rsidP="00031724">
      <w:pPr>
        <w:jc w:val="both"/>
      </w:pPr>
      <w:r>
        <w:t xml:space="preserve">Der jahrgangsübergreifende Hauptfachkurs Informatik 11/12 setzt Elemente des Problemlösens in der Programmiersprache Java voraus. Zum Angleichen der Voraussetzungen </w:t>
      </w:r>
      <w:r w:rsidR="004F25CC">
        <w:t>der</w:t>
      </w:r>
      <w:r>
        <w:t xml:space="preserve"> Mitschüler der Jahrgangsstufe 11 an Ihre, müssen diese einige Grundlagen aufarbeiten. Sie </w:t>
      </w:r>
      <w:r w:rsidR="004F25CC">
        <w:t>setzen</w:t>
      </w:r>
      <w:r>
        <w:t xml:space="preserve"> sich in der Zwischenzeit vertieft mit</w:t>
      </w:r>
      <w:r w:rsidR="004F25CC">
        <w:t xml:space="preserve"> Rechnernetzen auseinander</w:t>
      </w:r>
      <w:r>
        <w:t xml:space="preserve">. </w:t>
      </w:r>
    </w:p>
    <w:p w:rsidR="00031724" w:rsidRDefault="00031724" w:rsidP="00031724">
      <w:pPr>
        <w:jc w:val="both"/>
      </w:pPr>
      <w:r>
        <w:t>Als Ergebnis gestalten Sie ein Portfolio mit folgenden Elementen:</w:t>
      </w:r>
    </w:p>
    <w:p w:rsidR="001452B8" w:rsidRDefault="00031724" w:rsidP="00031724">
      <w:pPr>
        <w:pStyle w:val="Listenabsatz"/>
        <w:numPr>
          <w:ilvl w:val="0"/>
          <w:numId w:val="28"/>
        </w:numPr>
        <w:jc w:val="both"/>
      </w:pPr>
      <w:r>
        <w:t xml:space="preserve">vom Lehrer erhaltene Aufgaben </w:t>
      </w:r>
    </w:p>
    <w:p w:rsidR="00031724" w:rsidRDefault="00031724" w:rsidP="00031724">
      <w:pPr>
        <w:pStyle w:val="Listenabsatz"/>
        <w:numPr>
          <w:ilvl w:val="0"/>
          <w:numId w:val="28"/>
        </w:numPr>
        <w:jc w:val="both"/>
      </w:pPr>
      <w:r>
        <w:t>von Ihnen entwickelte Lösungen (</w:t>
      </w:r>
      <w:r w:rsidR="004F25CC">
        <w:t xml:space="preserve">handschriftliche </w:t>
      </w:r>
      <w:r>
        <w:t>Beschreibungen</w:t>
      </w:r>
      <w:r w:rsidR="004F25CC">
        <w:t xml:space="preserve"> und</w:t>
      </w:r>
      <w:r>
        <w:t xml:space="preserve"> Beobachtungen, …)</w:t>
      </w:r>
    </w:p>
    <w:p w:rsidR="00031724" w:rsidRDefault="004F25CC" w:rsidP="00031724">
      <w:pPr>
        <w:pStyle w:val="Listenabsatz"/>
        <w:numPr>
          <w:ilvl w:val="0"/>
          <w:numId w:val="28"/>
        </w:numPr>
        <w:jc w:val="both"/>
      </w:pPr>
      <w:r>
        <w:t xml:space="preserve">handschriftliches </w:t>
      </w:r>
      <w:r w:rsidR="00031724">
        <w:t xml:space="preserve">Glossar über die zu recherchierenden Fachbegriffe </w:t>
      </w:r>
    </w:p>
    <w:p w:rsidR="00031724" w:rsidRDefault="001452B8" w:rsidP="00031724">
      <w:pPr>
        <w:pStyle w:val="Listenabsatz"/>
        <w:numPr>
          <w:ilvl w:val="0"/>
          <w:numId w:val="28"/>
        </w:numPr>
        <w:jc w:val="both"/>
      </w:pPr>
      <w:r>
        <w:t xml:space="preserve">(Zusatz) </w:t>
      </w:r>
      <w:r w:rsidR="00031724">
        <w:t>Vorbereitungen und Protokolle des Praktikums</w:t>
      </w:r>
    </w:p>
    <w:p w:rsidR="00031724" w:rsidRDefault="00031724" w:rsidP="00031724">
      <w:pPr>
        <w:jc w:val="both"/>
      </w:pPr>
      <w:r>
        <w:t>Das Portfolio wird bewertet.</w:t>
      </w:r>
    </w:p>
    <w:p w:rsidR="00031724" w:rsidRDefault="00031724" w:rsidP="00B65B16"/>
    <w:p w:rsidR="00911792" w:rsidRPr="00B65B16" w:rsidRDefault="000B2AFE" w:rsidP="00B65B16">
      <w:pPr>
        <w:pStyle w:val="berschrift1"/>
      </w:pPr>
      <w:r>
        <w:lastRenderedPageBreak/>
        <w:t>Einleitung</w:t>
      </w:r>
    </w:p>
    <w:p w:rsidR="00B65B16" w:rsidRDefault="00B65B16" w:rsidP="00B65B16">
      <w:pPr>
        <w:jc w:val="both"/>
      </w:pPr>
      <w:r>
        <w:t xml:space="preserve">Mit Hilfe des Netzwerksimulators </w:t>
      </w:r>
      <w:proofErr w:type="spellStart"/>
      <w:r>
        <w:t>Netemul</w:t>
      </w:r>
      <w:proofErr w:type="spellEnd"/>
      <w:r>
        <w:t xml:space="preserve"> konnten wir die Arbeitsweise von </w:t>
      </w:r>
      <w:r w:rsidR="007D1545">
        <w:sym w:font="Wingdings" w:char="F0E4"/>
      </w:r>
      <w:r w:rsidR="007D1545">
        <w:t xml:space="preserve"> </w:t>
      </w:r>
      <w:r>
        <w:t xml:space="preserve">Endgeräten (Client, Server) und </w:t>
      </w:r>
      <w:r w:rsidR="007D1545">
        <w:sym w:font="Wingdings" w:char="F0E4"/>
      </w:r>
      <w:r w:rsidR="007D1545">
        <w:t xml:space="preserve"> </w:t>
      </w:r>
      <w:r>
        <w:t xml:space="preserve">Koppelelementen (Hub, Switch, Router) sowie die Grundprinzipien einiger </w:t>
      </w:r>
      <w:r w:rsidR="007D1545">
        <w:sym w:font="Wingdings" w:char="F0E4"/>
      </w:r>
      <w:r w:rsidR="007D1545">
        <w:t xml:space="preserve"> </w:t>
      </w:r>
      <w:r>
        <w:t>Protokolle (ARP, UDP, TCP) in Rechnernetzen auf einfache Weise kennenlernen. Damit sind die Grundlagen für komplexe</w:t>
      </w:r>
      <w:r w:rsidR="007D1545">
        <w:t xml:space="preserve"> </w:t>
      </w:r>
      <w:r w:rsidR="007D1545">
        <w:sym w:font="Wingdings" w:char="F0E4"/>
      </w:r>
      <w:r>
        <w:t xml:space="preserve"> Dienste, wie Web-, E-Mail- und DNS-Server-Systeme gelegt, die mit dem Programm </w:t>
      </w:r>
      <w:proofErr w:type="spellStart"/>
      <w:r w:rsidRPr="00911792">
        <w:rPr>
          <w:b/>
        </w:rPr>
        <w:t>Filius</w:t>
      </w:r>
      <w:proofErr w:type="spellEnd"/>
      <w:r w:rsidR="006E13C7">
        <w:rPr>
          <w:b/>
        </w:rPr>
        <w:t xml:space="preserve"> 1.5.</w:t>
      </w:r>
      <w:r w:rsidR="00D7615E">
        <w:rPr>
          <w:b/>
        </w:rPr>
        <w:t>1</w:t>
      </w:r>
      <w:r>
        <w:t xml:space="preserve"> untersucht werden können. </w:t>
      </w:r>
    </w:p>
    <w:p w:rsidR="000B2AFE" w:rsidRDefault="000B2AFE" w:rsidP="000B2AFE">
      <w:pPr>
        <w:pStyle w:val="Ttigkeit"/>
      </w:pPr>
      <w:r>
        <w:t>Aufgabenbeschreibung</w:t>
      </w:r>
    </w:p>
    <w:p w:rsidR="00B65B16" w:rsidRDefault="004F25CC" w:rsidP="0050231C">
      <w:pPr>
        <w:jc w:val="both"/>
      </w:pPr>
      <w:r>
        <w:t>U</w:t>
      </w:r>
      <w:r w:rsidR="00911792">
        <w:t xml:space="preserve">nsere Simulation </w:t>
      </w:r>
      <w:r>
        <w:t>beschreibt</w:t>
      </w:r>
      <w:r w:rsidR="00911792">
        <w:t xml:space="preserve"> zunächst ein kleines Privat-LAN im Netz 192.168.1.0/24 mit zwei Notebooks und einem Server und ein m</w:t>
      </w:r>
      <w:r w:rsidR="00911792" w:rsidRPr="00D05F5D">
        <w:t xml:space="preserve">iniaturisiertes </w:t>
      </w:r>
      <w:r w:rsidR="00911792">
        <w:t>Schul-LAN mit einem Verwaltungsnotebook und den Servern für E-Mail, Web und DNS im Netz 10.1.1.0/24 der Enigma-Schule</w:t>
      </w:r>
      <w:r w:rsidR="00911792" w:rsidRPr="0050231C">
        <w:t>.</w:t>
      </w:r>
      <w:r w:rsidR="00911792">
        <w:t xml:space="preserve"> Beide Netze sind über einen Router miteinander verbunden.</w:t>
      </w:r>
      <w:r w:rsidR="00BC0468">
        <w:t xml:space="preserve"> </w:t>
      </w:r>
    </w:p>
    <w:p w:rsidR="00911792" w:rsidRDefault="00A1594B" w:rsidP="0050231C">
      <w:pPr>
        <w:jc w:val="both"/>
      </w:pPr>
      <w:r>
        <w:t xml:space="preserve">Diese Grundkonfiguration soll schrittweise </w:t>
      </w:r>
      <w:r w:rsidR="00EC3176">
        <w:t xml:space="preserve">so </w:t>
      </w:r>
      <w:r>
        <w:t xml:space="preserve">erweitert werden, dass </w:t>
      </w:r>
      <w:r w:rsidR="00BC0468">
        <w:t xml:space="preserve">sie einer realen </w:t>
      </w:r>
      <w:r>
        <w:t xml:space="preserve">Netzstruktur immer näher kommt. </w:t>
      </w:r>
      <w:r w:rsidR="00EC3176">
        <w:t xml:space="preserve">Leider unterstützt </w:t>
      </w:r>
      <w:proofErr w:type="spellStart"/>
      <w:r w:rsidR="00EC3176">
        <w:t>Filius</w:t>
      </w:r>
      <w:proofErr w:type="spellEnd"/>
      <w:r w:rsidR="00EC3176">
        <w:t xml:space="preserve"> nicht das </w:t>
      </w:r>
      <w:r w:rsidR="007D1545">
        <w:t>sog.</w:t>
      </w:r>
      <w:r w:rsidR="00EC3176">
        <w:t xml:space="preserve"> NAT-Verfahren</w:t>
      </w:r>
      <w:r w:rsidR="007D1545">
        <w:t xml:space="preserve"> (</w:t>
      </w:r>
      <w:r w:rsidR="007D1545" w:rsidRPr="007D1545">
        <w:t xml:space="preserve">Network </w:t>
      </w:r>
      <w:proofErr w:type="spellStart"/>
      <w:r w:rsidR="007D1545" w:rsidRPr="007D1545">
        <w:t>Address</w:t>
      </w:r>
      <w:proofErr w:type="spellEnd"/>
      <w:r w:rsidR="007D1545" w:rsidRPr="007D1545">
        <w:t xml:space="preserve"> Translation</w:t>
      </w:r>
      <w:r w:rsidR="007D1545">
        <w:t>), das</w:t>
      </w:r>
      <w:r w:rsidR="007D1545" w:rsidRPr="007D1545">
        <w:t xml:space="preserve"> automatisiert Adressinformationen in Datenpaketen durch andere ersetzen, um </w:t>
      </w:r>
      <w:r w:rsidR="007D1545">
        <w:t>z. B.</w:t>
      </w:r>
      <w:r w:rsidR="007D1545" w:rsidRPr="007D1545">
        <w:t xml:space="preserve"> Netze</w:t>
      </w:r>
      <w:r w:rsidR="007D1545">
        <w:t xml:space="preserve"> mit </w:t>
      </w:r>
      <w:bookmarkStart w:id="0" w:name="_Hlk363579754"/>
      <w:r w:rsidR="007D1545">
        <w:sym w:font="Wingdings" w:char="F0E4"/>
      </w:r>
      <w:bookmarkEnd w:id="0"/>
      <w:r w:rsidR="007D1545">
        <w:t xml:space="preserve"> privaten IP-Adressen mit dem öffentlichen Netz</w:t>
      </w:r>
      <w:r w:rsidR="007D1545" w:rsidRPr="007D1545">
        <w:t xml:space="preserve"> zu verbinden. </w:t>
      </w:r>
    </w:p>
    <w:p w:rsidR="000B2AFE" w:rsidRDefault="000B2AFE" w:rsidP="000B2AFE">
      <w:pPr>
        <w:pStyle w:val="Ttigkeit"/>
      </w:pPr>
      <w:r>
        <w:t>Voraussetzungen</w:t>
      </w:r>
    </w:p>
    <w:p w:rsidR="000B2AFE" w:rsidRDefault="000B2AFE" w:rsidP="0050231C">
      <w:pPr>
        <w:jc w:val="both"/>
      </w:pPr>
      <w:r>
        <w:t>Für das Durchlaufen des Kurses werden folgende Begriffe und Verfahren vorausgesetzt: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0B2AFE">
        <w:t xml:space="preserve">Grundprinzip des </w:t>
      </w:r>
      <w:proofErr w:type="spellStart"/>
      <w:r w:rsidR="000B2AFE">
        <w:t>DoD</w:t>
      </w:r>
      <w:proofErr w:type="spellEnd"/>
      <w:r w:rsidR="000B2AFE">
        <w:t>- oder OSI-Schichtenmodells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0B2AFE">
        <w:t>Prinzip der Paketvermittlung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0B2AFE">
        <w:t>IP</w:t>
      </w:r>
      <w:r w:rsidR="0050657A">
        <w:t>v4</w:t>
      </w:r>
      <w:r w:rsidR="000B2AFE">
        <w:t xml:space="preserve">-Adressierung </w:t>
      </w:r>
      <w:r w:rsidR="001452B8">
        <w:t>(IP-Adressen</w:t>
      </w:r>
      <w:r w:rsidR="004F25CC">
        <w:t xml:space="preserve"> incl. Darstellung</w:t>
      </w:r>
      <w:r w:rsidR="001452B8">
        <w:t>, Subnetzmaske, private Adressen)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0B2AFE">
        <w:t>Client-Server-Prinzip</w:t>
      </w:r>
    </w:p>
    <w:p w:rsidR="000B2AFE" w:rsidRDefault="000B2AFE" w:rsidP="000B2AFE">
      <w:pPr>
        <w:pStyle w:val="Listenabsatz"/>
        <w:numPr>
          <w:ilvl w:val="0"/>
          <w:numId w:val="26"/>
        </w:numPr>
        <w:jc w:val="both"/>
      </w:pPr>
      <w:r>
        <w:t xml:space="preserve">Grundlegende Arbeitsweise der Netzkoppelelemente </w:t>
      </w:r>
      <w:r w:rsidR="00DD668B">
        <w:sym w:font="Wingdings" w:char="F0E4"/>
      </w:r>
      <w:r w:rsidR="00DD668B">
        <w:t xml:space="preserve"> H</w:t>
      </w:r>
      <w:r>
        <w:t xml:space="preserve">ub, </w:t>
      </w:r>
      <w:r w:rsidR="00DD668B">
        <w:sym w:font="Wingdings" w:char="F0E4"/>
      </w:r>
      <w:r w:rsidR="00DD668B">
        <w:t xml:space="preserve"> </w:t>
      </w:r>
      <w:r>
        <w:t xml:space="preserve">Switch, </w:t>
      </w:r>
      <w:r w:rsidR="00DD668B">
        <w:sym w:font="Wingdings" w:char="F0E4"/>
      </w:r>
      <w:r w:rsidR="00DD668B">
        <w:t xml:space="preserve"> </w:t>
      </w:r>
      <w:r>
        <w:t>Router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1452B8">
        <w:t>Allgemeine Aufgaben der</w:t>
      </w:r>
      <w:r w:rsidR="000B2AFE">
        <w:t xml:space="preserve"> Protokolle beim Netzverbund</w:t>
      </w:r>
    </w:p>
    <w:p w:rsidR="000B2AFE" w:rsidRDefault="000B2AFE" w:rsidP="000B2AFE">
      <w:pPr>
        <w:pStyle w:val="Listenabsatz"/>
        <w:numPr>
          <w:ilvl w:val="0"/>
          <w:numId w:val="26"/>
        </w:numPr>
        <w:jc w:val="both"/>
      </w:pPr>
      <w:r>
        <w:t>Grundlegende Prinzipien der Protokolle</w:t>
      </w:r>
      <w:r w:rsidR="00B61879">
        <w:t xml:space="preserve"> </w:t>
      </w:r>
      <w:r w:rsidR="00DD668B">
        <w:sym w:font="Wingdings" w:char="F0E4"/>
      </w:r>
      <w:r w:rsidR="00DD668B">
        <w:t xml:space="preserve"> </w:t>
      </w:r>
      <w:r>
        <w:t xml:space="preserve">ARP, </w:t>
      </w:r>
      <w:r w:rsidR="00DD668B">
        <w:sym w:font="Wingdings" w:char="F0E4"/>
      </w:r>
      <w:r w:rsidR="00DD668B">
        <w:t xml:space="preserve"> </w:t>
      </w:r>
      <w:r>
        <w:t xml:space="preserve">UDP und </w:t>
      </w:r>
      <w:r w:rsidR="00DD668B">
        <w:sym w:font="Wingdings" w:char="F0E4"/>
      </w:r>
      <w:r w:rsidR="00DD668B">
        <w:t xml:space="preserve"> </w:t>
      </w:r>
      <w:r>
        <w:t>TCP</w:t>
      </w:r>
    </w:p>
    <w:p w:rsidR="00B65B16" w:rsidRDefault="00B65B16">
      <w:pPr>
        <w:rPr>
          <w:rFonts w:cs="Arial"/>
          <w:b/>
          <w:bCs/>
          <w:kern w:val="32"/>
          <w:sz w:val="28"/>
          <w:szCs w:val="32"/>
        </w:rPr>
      </w:pPr>
      <w:bookmarkStart w:id="1" w:name="_Hlk354310756"/>
      <w:r>
        <w:br w:type="page"/>
      </w:r>
    </w:p>
    <w:p w:rsidR="0050231C" w:rsidRPr="0050231C" w:rsidRDefault="00DB0776" w:rsidP="00911792">
      <w:pPr>
        <w:pStyle w:val="berschrift1"/>
      </w:pPr>
      <w:r w:rsidRPr="00DB0776">
        <w:lastRenderedPageBreak/>
        <w:t>Netz</w:t>
      </w:r>
      <w:r w:rsidR="00911792">
        <w:t>werk</w:t>
      </w:r>
      <w:r w:rsidR="00961E1B">
        <w:t>aufbau</w:t>
      </w:r>
      <w:r w:rsidRPr="00DB0776">
        <w:t xml:space="preserve"> </w:t>
      </w:r>
      <w:r w:rsidR="00611A20">
        <w:t>mit</w:t>
      </w:r>
      <w:r w:rsidRPr="00DB0776">
        <w:t xml:space="preserve"> </w:t>
      </w:r>
      <w:proofErr w:type="spellStart"/>
      <w:r w:rsidR="00614DE3">
        <w:t>Filius</w:t>
      </w:r>
      <w:proofErr w:type="spellEnd"/>
      <w:r>
        <w:t xml:space="preserve"> </w:t>
      </w:r>
    </w:p>
    <w:bookmarkEnd w:id="1"/>
    <w:p w:rsidR="00DE47DF" w:rsidRDefault="000A17C3" w:rsidP="00DE47DF">
      <w:pPr>
        <w:jc w:val="center"/>
      </w:pPr>
      <w:r>
        <w:rPr>
          <w:noProof/>
        </w:rPr>
        <w:drawing>
          <wp:inline distT="0" distB="0" distL="0" distR="0" wp14:anchorId="4BAE5145" wp14:editId="33A77D78">
            <wp:extent cx="5360796" cy="2309370"/>
            <wp:effectExtent l="19050" t="19050" r="11430" b="1524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2054" cy="23056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E47DF" w:rsidRPr="0050231C" w:rsidRDefault="00DE47DF" w:rsidP="00B65B16">
      <w:pPr>
        <w:pStyle w:val="Ttigkeit"/>
      </w:pPr>
      <w:r>
        <w:t>Aufbau des Netzes</w:t>
      </w:r>
    </w:p>
    <w:p w:rsidR="00EC3176" w:rsidRDefault="009615CE" w:rsidP="00DE47DF">
      <w:pPr>
        <w:jc w:val="both"/>
      </w:pPr>
      <w:r>
        <w:t xml:space="preserve">Bauen Sie das Netz im Entwurfsmodus </w:t>
      </w:r>
      <w:r>
        <w:rPr>
          <w:noProof/>
        </w:rPr>
        <w:drawing>
          <wp:inline distT="0" distB="0" distL="0" distR="0" wp14:anchorId="77AA558A" wp14:editId="5CA09182">
            <wp:extent cx="171450" cy="174567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847" cy="179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auf.</w:t>
      </w:r>
      <w:r w:rsidR="00A1594B">
        <w:t xml:space="preserve"> </w:t>
      </w:r>
    </w:p>
    <w:p w:rsidR="00DE47DF" w:rsidRDefault="00611A20" w:rsidP="00DE47DF">
      <w:pPr>
        <w:jc w:val="both"/>
      </w:pPr>
      <w:r>
        <w:t>Konfigurieren</w:t>
      </w:r>
      <w:r w:rsidR="00EC3176">
        <w:t xml:space="preserve"> Sie</w:t>
      </w:r>
      <w:r>
        <w:t xml:space="preserve"> </w:t>
      </w:r>
      <w:r w:rsidR="00A1594B">
        <w:t>für den Router (Vermittlungsrechner):</w:t>
      </w:r>
    </w:p>
    <w:p w:rsidR="00DE47DF" w:rsidRPr="00A1594B" w:rsidRDefault="00A1594B" w:rsidP="00A1594B">
      <w:pPr>
        <w:pStyle w:val="Listenabsatz"/>
        <w:numPr>
          <w:ilvl w:val="0"/>
          <w:numId w:val="23"/>
        </w:numPr>
        <w:jc w:val="both"/>
      </w:pPr>
      <w:r>
        <w:t>drei Schnittstellen</w:t>
      </w:r>
    </w:p>
    <w:p w:rsidR="00A1594B" w:rsidRDefault="00A1594B" w:rsidP="00A1594B">
      <w:pPr>
        <w:pStyle w:val="Listenabsatz"/>
        <w:numPr>
          <w:ilvl w:val="0"/>
          <w:numId w:val="23"/>
        </w:numPr>
        <w:jc w:val="both"/>
      </w:pPr>
      <w:r>
        <w:t>automatisches Routing</w:t>
      </w:r>
    </w:p>
    <w:p w:rsidR="00DE47DF" w:rsidRDefault="00DE47DF" w:rsidP="00A1594B">
      <w:pPr>
        <w:pStyle w:val="Listenabsatz"/>
        <w:numPr>
          <w:ilvl w:val="0"/>
          <w:numId w:val="23"/>
        </w:numPr>
        <w:jc w:val="both"/>
      </w:pPr>
      <w:r w:rsidRPr="00A1594B">
        <w:t>keine</w:t>
      </w:r>
      <w:r w:rsidR="001452B8">
        <w:t xml:space="preserve"> </w:t>
      </w:r>
      <w:r w:rsidR="001452B8">
        <w:sym w:font="Wingdings" w:char="F0E4"/>
      </w:r>
      <w:r>
        <w:t xml:space="preserve"> Gateway</w:t>
      </w:r>
    </w:p>
    <w:p w:rsidR="00DE47DF" w:rsidRPr="00A1594B" w:rsidRDefault="00DE47DF" w:rsidP="00A1594B">
      <w:pPr>
        <w:jc w:val="both"/>
      </w:pPr>
      <w:r w:rsidRPr="00A1594B">
        <w:t xml:space="preserve">Richten Sie die Netzkonfiguration </w:t>
      </w:r>
      <w:r w:rsidR="00EC3176">
        <w:t>aller</w:t>
      </w:r>
      <w:r w:rsidRPr="00A1594B">
        <w:t xml:space="preserve"> </w:t>
      </w:r>
      <w:r w:rsidR="00BC0468">
        <w:t>Endg</w:t>
      </w:r>
      <w:r w:rsidRPr="00A1594B">
        <w:t>eräte</w:t>
      </w:r>
      <w:r w:rsidR="007D1545">
        <w:t xml:space="preserve"> entsprechend der Abbildung</w:t>
      </w:r>
      <w:r w:rsidRPr="00A1594B">
        <w:t xml:space="preserve"> ein. Achten Sie auf den korrekten Gateway-Eintrag (Router-IP-Adresse des Teilnetzes).</w:t>
      </w:r>
    </w:p>
    <w:p w:rsidR="0050231C" w:rsidRPr="0050231C" w:rsidRDefault="00DE47DF" w:rsidP="00B65B16">
      <w:pPr>
        <w:pStyle w:val="Ttigkeit"/>
      </w:pPr>
      <w:r>
        <w:t>Test auf Funktionsfähigkeit des Netzes</w:t>
      </w:r>
    </w:p>
    <w:p w:rsidR="00EC3176" w:rsidRDefault="00DE47DF" w:rsidP="0050231C">
      <w:pPr>
        <w:pStyle w:val="Listenabsatz"/>
        <w:numPr>
          <w:ilvl w:val="0"/>
          <w:numId w:val="11"/>
        </w:numPr>
        <w:jc w:val="both"/>
      </w:pPr>
      <w:r>
        <w:t xml:space="preserve">Wechseln Sie in den </w:t>
      </w:r>
      <w:proofErr w:type="gramStart"/>
      <w:r w:rsidR="003D4D7F">
        <w:t>Aktionsmodus </w:t>
      </w:r>
      <w:proofErr w:type="gramEnd"/>
      <w:r w:rsidR="003D4D7F">
        <w:rPr>
          <w:noProof/>
        </w:rPr>
        <w:drawing>
          <wp:inline distT="0" distB="0" distL="0" distR="0" wp14:anchorId="1858A04F" wp14:editId="02B0D7B7">
            <wp:extent cx="143302" cy="140696"/>
            <wp:effectExtent l="0" t="0" r="952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019" cy="141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Verkleinern Sie das Fenster so, dass </w:t>
      </w:r>
      <w:r w:rsidR="009615CE">
        <w:t xml:space="preserve">geradeso alle Netzgeräte </w:t>
      </w:r>
      <w:r>
        <w:t xml:space="preserve">sichtbar </w:t>
      </w:r>
      <w:r w:rsidR="009615CE">
        <w:t>sind</w:t>
      </w:r>
      <w:r>
        <w:t>. Wir benötigen den Platz auf unserem Desktop für diverse weitere Fenster!</w:t>
      </w:r>
      <w:r w:rsidR="003D4D7F">
        <w:t xml:space="preserve"> </w:t>
      </w:r>
    </w:p>
    <w:p w:rsidR="00DE47DF" w:rsidRPr="00EC3176" w:rsidRDefault="00BC0468" w:rsidP="0050231C">
      <w:pPr>
        <w:pStyle w:val="Listenabsatz"/>
        <w:numPr>
          <w:ilvl w:val="0"/>
          <w:numId w:val="11"/>
        </w:numPr>
        <w:jc w:val="both"/>
      </w:pPr>
      <w:r w:rsidRPr="00BC0468">
        <w:rPr>
          <w:i/>
        </w:rPr>
        <w:t>Begründen Sie die Aktivität im Netz, sichtbar durch das Aufleuchten der Kabel.</w:t>
      </w:r>
    </w:p>
    <w:p w:rsidR="00EC3176" w:rsidRDefault="009615CE" w:rsidP="007D1545">
      <w:pPr>
        <w:pStyle w:val="Vorbemerkung"/>
        <w:spacing w:before="240"/>
      </w:pPr>
      <w:r>
        <w:t xml:space="preserve">Jedes Endgerät besitzt einen Desktop und kann </w:t>
      </w:r>
      <w:r w:rsidR="00EC3176">
        <w:t xml:space="preserve">darauf </w:t>
      </w:r>
      <w:r>
        <w:t xml:space="preserve">Programme installieren. </w:t>
      </w:r>
    </w:p>
    <w:p w:rsidR="003D4D7F" w:rsidRDefault="003D4D7F" w:rsidP="0050231C">
      <w:pPr>
        <w:pStyle w:val="Listenabsatz"/>
        <w:numPr>
          <w:ilvl w:val="0"/>
          <w:numId w:val="11"/>
        </w:numPr>
        <w:jc w:val="both"/>
      </w:pPr>
      <w:r>
        <w:t xml:space="preserve">Öffnen </w:t>
      </w:r>
      <w:r w:rsidR="00AA340B">
        <w:t xml:space="preserve">Sie </w:t>
      </w:r>
      <w:r w:rsidR="009615CE">
        <w:t xml:space="preserve">das </w:t>
      </w:r>
      <w:r w:rsidR="00AA340B">
        <w:t>Alice-NB</w:t>
      </w:r>
      <w:r>
        <w:t xml:space="preserve">. Installieren Sie </w:t>
      </w:r>
      <w:r w:rsidR="00EC3176">
        <w:t>auf dem</w:t>
      </w:r>
      <w:r>
        <w:t xml:space="preserve"> Desktop </w:t>
      </w:r>
      <w:r w:rsidR="00D7615E">
        <w:t xml:space="preserve">das </w:t>
      </w:r>
      <w:r w:rsidR="00D7615E" w:rsidRPr="00D7615E">
        <w:rPr>
          <w:rFonts w:ascii="Courier New" w:hAnsi="Courier New" w:cs="Courier New"/>
        </w:rPr>
        <w:t>Terminal</w:t>
      </w:r>
      <w:r w:rsidR="009615CE">
        <w:t xml:space="preserve"> zur Simulation einer einfachen </w:t>
      </w:r>
      <w:r w:rsidR="00BA7763">
        <w:t>Eingabe-</w:t>
      </w:r>
      <w:r w:rsidR="009615CE">
        <w:t>Konsole.</w:t>
      </w:r>
    </w:p>
    <w:p w:rsidR="00EC3176" w:rsidRDefault="007D1545" w:rsidP="0050231C">
      <w:pPr>
        <w:pStyle w:val="Listenabsatz"/>
        <w:numPr>
          <w:ilvl w:val="0"/>
          <w:numId w:val="11"/>
        </w:numPr>
        <w:jc w:val="both"/>
      </w:pPr>
      <w:r>
        <w:t xml:space="preserve">Wechseln Sie auf </w:t>
      </w:r>
      <w:r w:rsidR="00D7615E">
        <w:t>das</w:t>
      </w:r>
      <w:r>
        <w:t xml:space="preserve"> </w:t>
      </w:r>
      <w:r w:rsidR="00D7615E" w:rsidRPr="00D7615E">
        <w:rPr>
          <w:rFonts w:ascii="Courier New" w:hAnsi="Courier New" w:cs="Courier New"/>
        </w:rPr>
        <w:t>Terminal</w:t>
      </w:r>
      <w:r w:rsidR="003D4D7F" w:rsidRPr="0054302B">
        <w:t>. Das System zeigt Ihnen alle Konsolenbefehle</w:t>
      </w:r>
      <w:r w:rsidR="009615CE">
        <w:t xml:space="preserve"> an</w:t>
      </w:r>
      <w:r w:rsidR="003D4D7F" w:rsidRPr="0054302B">
        <w:t xml:space="preserve">. Pingen Sie </w:t>
      </w:r>
      <w:r w:rsidR="009615CE">
        <w:t xml:space="preserve">das Bob-NB </w:t>
      </w:r>
      <w:r w:rsidR="003D4D7F" w:rsidRPr="0054302B">
        <w:t xml:space="preserve">mit dem Befehl </w:t>
      </w:r>
      <w:r w:rsidR="003D4D7F" w:rsidRPr="009615CE">
        <w:rPr>
          <w:rFonts w:ascii="Courier New" w:hAnsi="Courier New" w:cs="Courier New"/>
          <w:b/>
        </w:rPr>
        <w:t>ping</w:t>
      </w:r>
      <w:r w:rsidR="009615CE" w:rsidRPr="009615CE">
        <w:rPr>
          <w:rFonts w:ascii="Courier New" w:hAnsi="Courier New" w:cs="Courier New"/>
          <w:b/>
        </w:rPr>
        <w:t> 192.168.1.</w:t>
      </w:r>
      <w:r w:rsidR="00CE0B59">
        <w:rPr>
          <w:rFonts w:ascii="Courier New" w:hAnsi="Courier New" w:cs="Courier New"/>
          <w:b/>
        </w:rPr>
        <w:t>3</w:t>
      </w:r>
      <w:r w:rsidR="003D4D7F" w:rsidRPr="0054302B">
        <w:t xml:space="preserve"> an. Prüfen Sie, ob </w:t>
      </w:r>
      <w:r w:rsidR="009615CE">
        <w:t xml:space="preserve">der </w:t>
      </w:r>
      <w:r w:rsidR="004F25CC">
        <w:sym w:font="Wingdings" w:char="F0E4"/>
      </w:r>
      <w:r w:rsidR="004F25CC">
        <w:t> </w:t>
      </w:r>
      <w:r w:rsidR="009615CE">
        <w:t>Ping erfolgreich war</w:t>
      </w:r>
      <w:r w:rsidR="003D4D7F" w:rsidRPr="0054302B">
        <w:t xml:space="preserve">. </w:t>
      </w:r>
      <w:r w:rsidR="009615CE">
        <w:t xml:space="preserve">Sollte der Ping nicht erfolgreich gewesen sein, so wechseln Sie in den Entwurfsmodus </w:t>
      </w:r>
      <w:r>
        <w:t xml:space="preserve">zurück </w:t>
      </w:r>
      <w:r w:rsidR="009615CE">
        <w:t>und prüfen Sie die Konfiguration der beiden Clients.</w:t>
      </w:r>
      <w:r w:rsidR="00BC0468">
        <w:t xml:space="preserve"> </w:t>
      </w:r>
    </w:p>
    <w:p w:rsidR="0054302B" w:rsidRDefault="004F25CC" w:rsidP="0050231C">
      <w:pPr>
        <w:pStyle w:val="Listenabsatz"/>
        <w:numPr>
          <w:ilvl w:val="0"/>
          <w:numId w:val="11"/>
        </w:numPr>
        <w:jc w:val="both"/>
      </w:pPr>
      <w:r>
        <w:t>Verwenden Sie den</w:t>
      </w:r>
      <w:r w:rsidR="00EC3176" w:rsidRPr="009615CE">
        <w:t xml:space="preserve"> Befehl </w:t>
      </w:r>
      <w:r w:rsidR="00EC3176" w:rsidRPr="009615CE">
        <w:rPr>
          <w:rFonts w:ascii="Courier New" w:hAnsi="Courier New" w:cs="Courier New"/>
          <w:b/>
        </w:rPr>
        <w:t>ping &lt;IP-Adresse&gt;</w:t>
      </w:r>
      <w:r w:rsidRPr="004F25CC">
        <w:t>, um</w:t>
      </w:r>
      <w:r w:rsidR="00BC0468">
        <w:t xml:space="preserve"> die</w:t>
      </w:r>
      <w:r w:rsidR="007D1545">
        <w:t xml:space="preserve"> </w:t>
      </w:r>
      <w:r w:rsidR="007D1545">
        <w:sym w:font="Wingdings" w:char="F0E4"/>
      </w:r>
      <w:r w:rsidR="00BC0468">
        <w:t xml:space="preserve"> Konnektivität im Privat-LAN</w:t>
      </w:r>
      <w:r>
        <w:t xml:space="preserve"> zu überprüfen</w:t>
      </w:r>
      <w:r w:rsidR="00BC0468">
        <w:t>.</w:t>
      </w:r>
    </w:p>
    <w:p w:rsidR="009615CE" w:rsidRDefault="0054302B" w:rsidP="0050231C">
      <w:pPr>
        <w:pStyle w:val="Listenabsatz"/>
        <w:numPr>
          <w:ilvl w:val="0"/>
          <w:numId w:val="11"/>
        </w:numPr>
        <w:jc w:val="both"/>
      </w:pPr>
      <w:r w:rsidRPr="009615CE">
        <w:t xml:space="preserve">Pingen Sie </w:t>
      </w:r>
      <w:r w:rsidR="0075687D">
        <w:t>alle</w:t>
      </w:r>
      <w:r w:rsidRPr="009615CE">
        <w:t xml:space="preserve"> Rechner im anderen Netz an. </w:t>
      </w:r>
      <w:r w:rsidR="009615CE" w:rsidRPr="0054302B">
        <w:t xml:space="preserve">Prüfen Sie, ob </w:t>
      </w:r>
      <w:r w:rsidR="009615CE">
        <w:t>d</w:t>
      </w:r>
      <w:r w:rsidR="007D1545">
        <w:t>ie</w:t>
      </w:r>
      <w:r w:rsidR="009615CE">
        <w:t xml:space="preserve"> Ping</w:t>
      </w:r>
      <w:r w:rsidR="007D1545">
        <w:t>s</w:t>
      </w:r>
      <w:r w:rsidR="009615CE">
        <w:t xml:space="preserve"> erfolgreich war</w:t>
      </w:r>
      <w:r w:rsidR="007D1545">
        <w:t>en</w:t>
      </w:r>
      <w:r w:rsidR="009615CE">
        <w:t>.</w:t>
      </w:r>
      <w:r w:rsidR="00FA79A0">
        <w:t xml:space="preserve"> Wechseln Sie bei Fehlern in den Entwurfsmodus. Prüfen Sie</w:t>
      </w:r>
      <w:r w:rsidR="00EC3176">
        <w:t xml:space="preserve"> dann die</w:t>
      </w:r>
      <w:r w:rsidR="00FA79A0">
        <w:t xml:space="preserve"> </w:t>
      </w:r>
      <w:r w:rsidR="00BC0468">
        <w:t xml:space="preserve">IP-Konfiguration der Endgeräte im Schul-LAN, </w:t>
      </w:r>
      <w:r w:rsidR="00EC3176">
        <w:t xml:space="preserve">die </w:t>
      </w:r>
      <w:r w:rsidR="00FA79A0">
        <w:t>Gateway</w:t>
      </w:r>
      <w:r w:rsidR="00BC0468">
        <w:t>-</w:t>
      </w:r>
      <w:r w:rsidR="00EC3176">
        <w:t xml:space="preserve">Einträge </w:t>
      </w:r>
      <w:r w:rsidR="00FA79A0">
        <w:t xml:space="preserve">und </w:t>
      </w:r>
      <w:r w:rsidR="00EC3176">
        <w:t xml:space="preserve">die </w:t>
      </w:r>
      <w:r w:rsidR="00FA79A0">
        <w:t>Router</w:t>
      </w:r>
      <w:r w:rsidR="000C4DE7">
        <w:t>-K</w:t>
      </w:r>
      <w:r w:rsidR="00FA79A0">
        <w:t>onfiguration.</w:t>
      </w:r>
    </w:p>
    <w:p w:rsidR="0054302B" w:rsidRDefault="00FA79A0" w:rsidP="0050231C">
      <w:pPr>
        <w:pStyle w:val="Listenabsatz"/>
        <w:numPr>
          <w:ilvl w:val="0"/>
          <w:numId w:val="11"/>
        </w:numPr>
        <w:jc w:val="both"/>
      </w:pPr>
      <w:r>
        <w:t>I</w:t>
      </w:r>
      <w:r w:rsidR="0054302B" w:rsidRPr="009615CE">
        <w:t xml:space="preserve">nstallieren Sie </w:t>
      </w:r>
      <w:r w:rsidR="00D7615E">
        <w:t xml:space="preserve">das </w:t>
      </w:r>
      <w:r w:rsidR="00D7615E" w:rsidRPr="00D7615E">
        <w:rPr>
          <w:rFonts w:ascii="Courier New" w:hAnsi="Courier New" w:cs="Courier New"/>
        </w:rPr>
        <w:t>Terminal</w:t>
      </w:r>
      <w:r w:rsidR="0054302B" w:rsidRPr="009615CE">
        <w:t xml:space="preserve"> auf dem </w:t>
      </w:r>
      <w:r w:rsidR="0078478B" w:rsidRPr="009615CE">
        <w:t>Verwalter</w:t>
      </w:r>
      <w:r w:rsidR="00D34D7E" w:rsidRPr="009615CE">
        <w:t>-NB</w:t>
      </w:r>
      <w:r w:rsidR="0054302B" w:rsidRPr="009615CE">
        <w:t xml:space="preserve">. Prüfen Sie </w:t>
      </w:r>
      <w:r w:rsidR="0075687D">
        <w:t>das Netz mit Hilfe von Ping</w:t>
      </w:r>
      <w:r w:rsidR="004F25CC">
        <w:t>-Befehlen</w:t>
      </w:r>
      <w:r w:rsidR="0054302B" w:rsidRPr="009615CE">
        <w:t>.</w:t>
      </w:r>
    </w:p>
    <w:p w:rsidR="00BC0468" w:rsidRPr="007D1545" w:rsidRDefault="00BC0468" w:rsidP="0050231C">
      <w:pPr>
        <w:pStyle w:val="Listenabsatz"/>
        <w:numPr>
          <w:ilvl w:val="0"/>
          <w:numId w:val="11"/>
        </w:numPr>
        <w:jc w:val="both"/>
      </w:pPr>
      <w:r w:rsidRPr="00BC0468">
        <w:rPr>
          <w:i/>
        </w:rPr>
        <w:t>Beschreiben Sie aufgetretene Probleme und deren Lösung.</w:t>
      </w:r>
      <w:r w:rsidR="007D1545">
        <w:rPr>
          <w:i/>
        </w:rPr>
        <w:t xml:space="preserve"> </w:t>
      </w:r>
    </w:p>
    <w:p w:rsidR="007D1545" w:rsidRPr="00EC3176" w:rsidRDefault="007D1545" w:rsidP="0050231C">
      <w:pPr>
        <w:pStyle w:val="Listenabsatz"/>
        <w:numPr>
          <w:ilvl w:val="0"/>
          <w:numId w:val="11"/>
        </w:numPr>
        <w:jc w:val="both"/>
      </w:pPr>
      <w:bookmarkStart w:id="2" w:name="_Hlk363580265"/>
      <w:r>
        <w:rPr>
          <w:i/>
        </w:rPr>
        <w:t>Was haben Sie bis hierher gelernt/erfahren?</w:t>
      </w:r>
      <w:r w:rsidR="00B61B5D">
        <w:rPr>
          <w:i/>
        </w:rPr>
        <w:t xml:space="preserve"> Welche Probleme gab es im Lernprozess?</w:t>
      </w:r>
    </w:p>
    <w:bookmarkEnd w:id="2"/>
    <w:p w:rsidR="00B65B16" w:rsidRDefault="00B65B16">
      <w:pPr>
        <w:rPr>
          <w:rFonts w:cs="Arial"/>
          <w:b/>
          <w:bCs/>
          <w:kern w:val="32"/>
          <w:sz w:val="28"/>
          <w:szCs w:val="28"/>
        </w:rPr>
      </w:pPr>
      <w:r>
        <w:rPr>
          <w:szCs w:val="28"/>
        </w:rPr>
        <w:br w:type="page"/>
      </w:r>
    </w:p>
    <w:p w:rsidR="0054302B" w:rsidRDefault="0054302B" w:rsidP="0054302B">
      <w:pPr>
        <w:pStyle w:val="berschrift1"/>
      </w:pPr>
      <w:r>
        <w:rPr>
          <w:szCs w:val="28"/>
        </w:rPr>
        <w:lastRenderedPageBreak/>
        <w:t>Web-Server</w:t>
      </w:r>
      <w:r w:rsidRPr="00DB0776">
        <w:rPr>
          <w:szCs w:val="28"/>
        </w:rPr>
        <w:t xml:space="preserve"> </w:t>
      </w:r>
    </w:p>
    <w:p w:rsidR="0054302B" w:rsidRPr="0054302B" w:rsidRDefault="00994169" w:rsidP="0054302B">
      <w:pPr>
        <w:jc w:val="both"/>
      </w:pPr>
      <w:r>
        <w:t xml:space="preserve">ist </w:t>
      </w:r>
      <w:r w:rsidR="004F25CC">
        <w:t>A</w:t>
      </w:r>
      <w:r w:rsidR="00EC3176">
        <w:t xml:space="preserve">uf dem Rechner </w:t>
      </w:r>
      <w:r w:rsidR="004F25CC">
        <w:t xml:space="preserve">mit der IP-Adresse </w:t>
      </w:r>
      <w:r w:rsidR="00EC3176">
        <w:t xml:space="preserve">10.1.1.1 </w:t>
      </w:r>
      <w:r w:rsidR="004F25CC">
        <w:t xml:space="preserve">des Schul-LANs ist </w:t>
      </w:r>
      <w:r w:rsidR="00D34D7E">
        <w:t>ein</w:t>
      </w:r>
      <w:r w:rsidR="0054302B" w:rsidRPr="0054302B">
        <w:t xml:space="preserve"> </w:t>
      </w:r>
      <w:r w:rsidR="00EC3176">
        <w:t xml:space="preserve">öffentlicher </w:t>
      </w:r>
      <w:r w:rsidR="001452B8">
        <w:sym w:font="Wingdings" w:char="F0E4"/>
      </w:r>
      <w:r w:rsidR="001452B8">
        <w:t xml:space="preserve"> </w:t>
      </w:r>
      <w:r w:rsidR="0054302B" w:rsidRPr="0054302B">
        <w:t xml:space="preserve">Web-Server </w:t>
      </w:r>
      <w:r w:rsidR="00AA340B">
        <w:t>für</w:t>
      </w:r>
      <w:r w:rsidR="0054302B">
        <w:t xml:space="preserve"> die </w:t>
      </w:r>
      <w:r w:rsidR="00AD7567">
        <w:t>H</w:t>
      </w:r>
      <w:r w:rsidR="0054302B">
        <w:t xml:space="preserve">omepage </w:t>
      </w:r>
      <w:r w:rsidR="00AA340B">
        <w:t>geplant</w:t>
      </w:r>
      <w:r w:rsidR="0054302B">
        <w:t xml:space="preserve">. </w:t>
      </w:r>
      <w:r w:rsidR="00EC3176">
        <w:t>Der Web-Dienst</w:t>
      </w:r>
      <w:r w:rsidR="0054302B">
        <w:t xml:space="preserve"> nutz</w:t>
      </w:r>
      <w:r w:rsidR="00EC3176">
        <w:t>t</w:t>
      </w:r>
      <w:r w:rsidR="0054302B">
        <w:t xml:space="preserve"> das </w:t>
      </w:r>
      <w:r w:rsidR="001452B8">
        <w:sym w:font="Wingdings" w:char="F0E4"/>
      </w:r>
      <w:r w:rsidR="001452B8">
        <w:t xml:space="preserve"> </w:t>
      </w:r>
      <w:r w:rsidR="0054302B">
        <w:t>Client-Server-Prinzip, d.</w:t>
      </w:r>
      <w:r w:rsidR="0075687D">
        <w:t> </w:t>
      </w:r>
      <w:r w:rsidR="0054302B">
        <w:t xml:space="preserve">h. auf dem Server </w:t>
      </w:r>
      <w:r>
        <w:t>läuft</w:t>
      </w:r>
      <w:r w:rsidR="0054302B">
        <w:t xml:space="preserve"> eine Software, die </w:t>
      </w:r>
      <w:r w:rsidR="00EC3176">
        <w:t>die Web-Seiten</w:t>
      </w:r>
      <w:r w:rsidR="0054302B">
        <w:t xml:space="preserve"> anbietet</w:t>
      </w:r>
      <w:r w:rsidR="0078478B">
        <w:t xml:space="preserve"> und</w:t>
      </w:r>
      <w:r w:rsidR="0054302B">
        <w:t xml:space="preserve"> auf dem Client </w:t>
      </w:r>
      <w:r>
        <w:t xml:space="preserve">wird ein Programm zur </w:t>
      </w:r>
      <w:r w:rsidR="00EC3176">
        <w:t>Abfrage und Anzeige der Web-Seite</w:t>
      </w:r>
      <w:r w:rsidR="0054302B">
        <w:t xml:space="preserve"> </w:t>
      </w:r>
      <w:r>
        <w:t>benötigt.</w:t>
      </w:r>
    </w:p>
    <w:p w:rsidR="0054302B" w:rsidRDefault="001417B5" w:rsidP="00D34D7E">
      <w:pPr>
        <w:pStyle w:val="Listenabsatz"/>
        <w:numPr>
          <w:ilvl w:val="0"/>
          <w:numId w:val="12"/>
        </w:numPr>
        <w:jc w:val="both"/>
      </w:pPr>
      <w:r>
        <w:t xml:space="preserve">Installieren Sie auf dem </w:t>
      </w:r>
      <w:r w:rsidRPr="00994169">
        <w:rPr>
          <w:b/>
        </w:rPr>
        <w:t>Alice-</w:t>
      </w:r>
      <w:r w:rsidR="00FA79A0" w:rsidRPr="00994169">
        <w:rPr>
          <w:b/>
        </w:rPr>
        <w:t>NB</w:t>
      </w:r>
      <w:r>
        <w:t xml:space="preserve"> einen </w:t>
      </w:r>
      <w:r w:rsidR="004F25CC" w:rsidRPr="004F25CC">
        <w:sym w:font="Wingdings" w:char="F0E4"/>
      </w:r>
      <w:r w:rsidR="004F25CC" w:rsidRPr="004F25CC">
        <w:t xml:space="preserve"> </w:t>
      </w:r>
      <w:r w:rsidRPr="00FA79A0">
        <w:rPr>
          <w:rFonts w:ascii="Courier New" w:hAnsi="Courier New" w:cs="Courier New"/>
          <w:b/>
        </w:rPr>
        <w:t>Web-Browser</w:t>
      </w:r>
      <w:r>
        <w:t>.</w:t>
      </w:r>
    </w:p>
    <w:p w:rsidR="001417B5" w:rsidRDefault="001417B5" w:rsidP="00D34D7E">
      <w:pPr>
        <w:pStyle w:val="Listenabsatz"/>
        <w:numPr>
          <w:ilvl w:val="0"/>
          <w:numId w:val="12"/>
        </w:numPr>
        <w:jc w:val="both"/>
      </w:pPr>
      <w:r>
        <w:t xml:space="preserve">Starten Sie den Browser und geben Sie die </w:t>
      </w:r>
      <w:r w:rsidR="00B61B5D">
        <w:t>IP-</w:t>
      </w:r>
      <w:r>
        <w:t xml:space="preserve">Adresse des Web-Servers </w:t>
      </w:r>
      <w:r w:rsidR="0078478B">
        <w:t xml:space="preserve">10.1.1.1 </w:t>
      </w:r>
      <w:r>
        <w:t xml:space="preserve">als Ziel ein. </w:t>
      </w:r>
      <w:r w:rsidRPr="00BC0468">
        <w:rPr>
          <w:i/>
        </w:rPr>
        <w:t xml:space="preserve">Begründen Sie die </w:t>
      </w:r>
      <w:r w:rsidR="00FA79A0" w:rsidRPr="00BC0468">
        <w:rPr>
          <w:i/>
        </w:rPr>
        <w:t>Antwort des Systems</w:t>
      </w:r>
      <w:r w:rsidRPr="00BC0468">
        <w:rPr>
          <w:i/>
        </w:rPr>
        <w:t>.</w:t>
      </w:r>
    </w:p>
    <w:p w:rsidR="001417B5" w:rsidRDefault="001417B5" w:rsidP="00D34D7E">
      <w:pPr>
        <w:pStyle w:val="Listenabsatz"/>
        <w:numPr>
          <w:ilvl w:val="0"/>
          <w:numId w:val="12"/>
        </w:numPr>
        <w:jc w:val="both"/>
      </w:pPr>
      <w:r>
        <w:t xml:space="preserve">Installieren Sie auf dem </w:t>
      </w:r>
      <w:r w:rsidR="00FA79A0">
        <w:t>R</w:t>
      </w:r>
      <w:r>
        <w:t xml:space="preserve">echner </w:t>
      </w:r>
      <w:r w:rsidR="00FA79A0">
        <w:t>mit der IP</w:t>
      </w:r>
      <w:r w:rsidR="004F25CC">
        <w:t>-Adresse</w:t>
      </w:r>
      <w:r w:rsidR="00FA79A0">
        <w:t xml:space="preserve"> 10.1.1.1 </w:t>
      </w:r>
      <w:r>
        <w:t xml:space="preserve">die Software </w:t>
      </w:r>
      <w:r w:rsidRPr="00FA79A0">
        <w:rPr>
          <w:rFonts w:ascii="Courier New" w:hAnsi="Courier New" w:cs="Courier New"/>
          <w:b/>
        </w:rPr>
        <w:t>Web-Server</w:t>
      </w:r>
      <w:r>
        <w:t xml:space="preserve"> und aktivieren Sie diese. Lassen Sie das Fenster geöffnet.</w:t>
      </w:r>
    </w:p>
    <w:p w:rsidR="00582D34" w:rsidRDefault="001417B5" w:rsidP="00EC3176">
      <w:pPr>
        <w:pStyle w:val="Listenabsatz"/>
        <w:numPr>
          <w:ilvl w:val="0"/>
          <w:numId w:val="12"/>
        </w:numPr>
      </w:pPr>
      <w:r>
        <w:t xml:space="preserve">Rufen Sie </w:t>
      </w:r>
      <w:r w:rsidR="00FA79A0">
        <w:t xml:space="preserve">vom Alice-NB erneut </w:t>
      </w:r>
      <w:r>
        <w:t xml:space="preserve">die Adresse des Webservers auf. </w:t>
      </w:r>
      <w:r w:rsidR="00EC3176">
        <w:br/>
      </w:r>
      <w:r w:rsidRPr="00EC3176">
        <w:rPr>
          <w:i/>
        </w:rPr>
        <w:t>Beschreiben Sie das Ergebnis.</w:t>
      </w:r>
      <w:r w:rsidR="00FA79A0" w:rsidRPr="00EC3176">
        <w:rPr>
          <w:i/>
        </w:rPr>
        <w:t xml:space="preserve"> </w:t>
      </w:r>
    </w:p>
    <w:p w:rsidR="00E21594" w:rsidRDefault="001417B5" w:rsidP="00EC3176">
      <w:pPr>
        <w:pStyle w:val="Listenabsatz"/>
        <w:numPr>
          <w:ilvl w:val="0"/>
          <w:numId w:val="12"/>
        </w:numPr>
      </w:pPr>
      <w:r>
        <w:t xml:space="preserve">Betrachten Sie das Statusfenster auf dem Web-Server. </w:t>
      </w:r>
      <w:r w:rsidR="00EC3176">
        <w:br/>
      </w:r>
      <w:r w:rsidRPr="00BC0468">
        <w:rPr>
          <w:i/>
        </w:rPr>
        <w:t>Beschreiben Sie den Ablauf der Kommunikation (</w:t>
      </w:r>
      <w:r w:rsidRPr="00BC0468">
        <w:rPr>
          <w:i/>
        </w:rPr>
        <w:sym w:font="Wingdings" w:char="F0E4"/>
      </w:r>
      <w:r w:rsidRPr="00BC0468">
        <w:rPr>
          <w:i/>
        </w:rPr>
        <w:t xml:space="preserve"> </w:t>
      </w:r>
      <w:r w:rsidR="00FA79A0" w:rsidRPr="00BC0468">
        <w:rPr>
          <w:i/>
        </w:rPr>
        <w:t xml:space="preserve">Protokollablauf beim </w:t>
      </w:r>
      <w:proofErr w:type="spellStart"/>
      <w:r w:rsidR="00FA79A0" w:rsidRPr="00BC0468">
        <w:rPr>
          <w:b/>
          <w:i/>
        </w:rPr>
        <w:t>H</w:t>
      </w:r>
      <w:r w:rsidRPr="00BC0468">
        <w:rPr>
          <w:i/>
        </w:rPr>
        <w:t>yper</w:t>
      </w:r>
      <w:r w:rsidR="00FA79A0" w:rsidRPr="00BC0468">
        <w:rPr>
          <w:b/>
          <w:i/>
        </w:rPr>
        <w:t>T</w:t>
      </w:r>
      <w:r w:rsidRPr="00BC0468">
        <w:rPr>
          <w:i/>
        </w:rPr>
        <w:t>ext</w:t>
      </w:r>
      <w:proofErr w:type="spellEnd"/>
      <w:r w:rsidRPr="00BC0468">
        <w:rPr>
          <w:i/>
        </w:rPr>
        <w:t xml:space="preserve"> </w:t>
      </w:r>
      <w:r w:rsidR="00FA79A0" w:rsidRPr="00BC0468">
        <w:rPr>
          <w:b/>
          <w:i/>
        </w:rPr>
        <w:t>T</w:t>
      </w:r>
      <w:r w:rsidRPr="00BC0468">
        <w:rPr>
          <w:i/>
        </w:rPr>
        <w:t xml:space="preserve">ransfer </w:t>
      </w:r>
      <w:r w:rsidR="00FA79A0" w:rsidRPr="00BC0468">
        <w:rPr>
          <w:b/>
          <w:i/>
        </w:rPr>
        <w:t>P</w:t>
      </w:r>
      <w:r w:rsidRPr="00BC0468">
        <w:rPr>
          <w:i/>
        </w:rPr>
        <w:t>rotocol).</w:t>
      </w:r>
    </w:p>
    <w:p w:rsidR="00F11CB3" w:rsidRPr="00F11CB3" w:rsidRDefault="00EC3176" w:rsidP="00D34D7E">
      <w:pPr>
        <w:pStyle w:val="Listenabsatz"/>
        <w:numPr>
          <w:ilvl w:val="0"/>
          <w:numId w:val="12"/>
        </w:numPr>
        <w:jc w:val="both"/>
      </w:pPr>
      <w:r w:rsidRPr="00031724">
        <w:rPr>
          <w:b/>
        </w:rPr>
        <w:t>(Zusatz)</w:t>
      </w:r>
      <w:r>
        <w:t xml:space="preserve"> </w:t>
      </w:r>
      <w:r w:rsidR="001417B5">
        <w:t xml:space="preserve">Die </w:t>
      </w:r>
      <w:r w:rsidR="00FA79A0">
        <w:t xml:space="preserve">angezeigte </w:t>
      </w:r>
      <w:r w:rsidR="001417B5">
        <w:t xml:space="preserve">Web-Seite </w:t>
      </w:r>
      <w:r w:rsidR="00DB6F19">
        <w:t xml:space="preserve">(index.html) </w:t>
      </w:r>
      <w:r w:rsidR="001417B5">
        <w:t xml:space="preserve">ist </w:t>
      </w:r>
      <w:r w:rsidR="00FA79A0">
        <w:t>sehr</w:t>
      </w:r>
      <w:r w:rsidR="001417B5">
        <w:t xml:space="preserve"> bescheiden</w:t>
      </w:r>
      <w:r w:rsidR="00FA79A0">
        <w:t xml:space="preserve"> und </w:t>
      </w:r>
      <w:r w:rsidR="001417B5">
        <w:t>soll nun ge</w:t>
      </w:r>
      <w:r w:rsidR="00DB6F19">
        <w:t xml:space="preserve">ändert werden. Nutzen Sie dazu </w:t>
      </w:r>
      <w:r w:rsidR="00FA79A0">
        <w:t xml:space="preserve">auf dem Server </w:t>
      </w:r>
      <w:r w:rsidR="00DB6F19">
        <w:t xml:space="preserve">die Software </w:t>
      </w:r>
      <w:r w:rsidR="00DB6F19" w:rsidRPr="00FA79A0">
        <w:rPr>
          <w:rFonts w:ascii="Courier New" w:hAnsi="Courier New" w:cs="Courier New"/>
          <w:b/>
        </w:rPr>
        <w:t>Text-Editor</w:t>
      </w:r>
      <w:r w:rsidR="00F11CB3">
        <w:t xml:space="preserve"> und ggf. den </w:t>
      </w:r>
      <w:r w:rsidR="00F11CB3" w:rsidRPr="00FA79A0">
        <w:rPr>
          <w:rFonts w:ascii="Courier New" w:hAnsi="Courier New" w:cs="Courier New"/>
          <w:b/>
        </w:rPr>
        <w:t>Datei-Explorer</w:t>
      </w:r>
      <w:r w:rsidR="00F11CB3">
        <w:t xml:space="preserve"> zum Hochladen von Bildern</w:t>
      </w:r>
      <w:r w:rsidR="00FA79A0">
        <w:t xml:space="preserve">. </w:t>
      </w:r>
      <w:r w:rsidR="004F25CC">
        <w:t>Verwenden</w:t>
      </w:r>
      <w:r w:rsidR="00FA79A0">
        <w:t xml:space="preserve"> Sie die Sprache HTML</w:t>
      </w:r>
      <w:r w:rsidR="00F11CB3">
        <w:t xml:space="preserve"> (</w:t>
      </w:r>
      <w:r w:rsidR="00F11CB3">
        <w:sym w:font="Wingdings" w:char="F0E4"/>
      </w:r>
      <w:r w:rsidR="00FA79A0">
        <w:t xml:space="preserve"> </w:t>
      </w:r>
      <w:proofErr w:type="spellStart"/>
      <w:r w:rsidR="00FA79A0" w:rsidRPr="00FA79A0">
        <w:rPr>
          <w:b/>
        </w:rPr>
        <w:t>H</w:t>
      </w:r>
      <w:r w:rsidR="00F11CB3">
        <w:t>yper</w:t>
      </w:r>
      <w:r w:rsidR="00FA79A0">
        <w:rPr>
          <w:b/>
        </w:rPr>
        <w:t>T</w:t>
      </w:r>
      <w:r w:rsidR="00F11CB3">
        <w:t>ext</w:t>
      </w:r>
      <w:proofErr w:type="spellEnd"/>
      <w:r w:rsidR="00F11CB3">
        <w:t xml:space="preserve"> </w:t>
      </w:r>
      <w:r w:rsidR="00FA79A0">
        <w:rPr>
          <w:b/>
        </w:rPr>
        <w:t>M</w:t>
      </w:r>
      <w:r w:rsidR="00F11CB3">
        <w:t xml:space="preserve">arkup </w:t>
      </w:r>
      <w:r w:rsidR="00FA79A0">
        <w:rPr>
          <w:b/>
        </w:rPr>
        <w:t>L</w:t>
      </w:r>
      <w:r w:rsidR="00F11CB3">
        <w:t>anguage)</w:t>
      </w:r>
      <w:r w:rsidR="004F25CC">
        <w:t xml:space="preserve"> zur Gestaltung der Seite</w:t>
      </w:r>
      <w:r w:rsidR="00DB6F19">
        <w:t xml:space="preserve">. </w:t>
      </w:r>
    </w:p>
    <w:p w:rsidR="00E21594" w:rsidRDefault="00F11CB3" w:rsidP="00D34D7E">
      <w:pPr>
        <w:pStyle w:val="Listenabsatz"/>
        <w:numPr>
          <w:ilvl w:val="0"/>
          <w:numId w:val="12"/>
        </w:numPr>
        <w:jc w:val="both"/>
      </w:pPr>
      <w:r>
        <w:t>Prüfen Sie, ob die Web-Seite auch vo</w:t>
      </w:r>
      <w:r w:rsidR="00FA79A0">
        <w:t xml:space="preserve">n anderen Clients aus </w:t>
      </w:r>
      <w:r>
        <w:t xml:space="preserve">erreichbar ist. </w:t>
      </w:r>
      <w:r w:rsidR="00496ABC">
        <w:t>Aktivieren/Deaktivieren Sie dazu auch den Serverdienst.</w:t>
      </w:r>
    </w:p>
    <w:p w:rsidR="00BC0468" w:rsidRPr="00B61B5D" w:rsidRDefault="00BC0468" w:rsidP="00B61B5D">
      <w:pPr>
        <w:pStyle w:val="Listenabsatz"/>
        <w:numPr>
          <w:ilvl w:val="0"/>
          <w:numId w:val="12"/>
        </w:numPr>
        <w:jc w:val="both"/>
      </w:pPr>
      <w:r w:rsidRPr="00BC0468">
        <w:rPr>
          <w:i/>
        </w:rPr>
        <w:t>Beschreiben Sie den erreichten Status de</w:t>
      </w:r>
      <w:r>
        <w:rPr>
          <w:i/>
        </w:rPr>
        <w:t>s</w:t>
      </w:r>
      <w:r w:rsidRPr="00BC0468">
        <w:rPr>
          <w:i/>
        </w:rPr>
        <w:t xml:space="preserve"> Netzes.</w:t>
      </w:r>
      <w:r w:rsidR="00B61B5D">
        <w:rPr>
          <w:i/>
        </w:rPr>
        <w:t xml:space="preserve"> </w:t>
      </w:r>
      <w:r w:rsidR="00B61B5D" w:rsidRPr="00B61B5D">
        <w:rPr>
          <w:i/>
        </w:rPr>
        <w:t>Beschreiben Sie mit eigenen Worten kurz die durchgeführten Schritte.</w:t>
      </w:r>
    </w:p>
    <w:p w:rsidR="00B65B16" w:rsidRPr="003F36CF" w:rsidRDefault="00B61B5D" w:rsidP="00B65B16">
      <w:pPr>
        <w:pStyle w:val="Listenabsatz"/>
        <w:numPr>
          <w:ilvl w:val="0"/>
          <w:numId w:val="12"/>
        </w:numPr>
        <w:jc w:val="both"/>
      </w:pPr>
      <w:r>
        <w:t xml:space="preserve">Schalten Sie für Alice-NB die Option „Datenaustausch anzeigen“ ein. Rufen Sie vom Alice-NB erneut die Adresse des Webservers auf. </w:t>
      </w:r>
      <w:r w:rsidRPr="003F36CF">
        <w:rPr>
          <w:i/>
        </w:rPr>
        <w:t xml:space="preserve">Beschreiben Sie mit Hilfe der Ausgabe im Datenaustausch </w:t>
      </w:r>
      <w:r w:rsidR="003F36CF" w:rsidRPr="003F36CF">
        <w:rPr>
          <w:i/>
        </w:rPr>
        <w:t xml:space="preserve">und eines Schichtenmodells </w:t>
      </w:r>
      <w:r w:rsidRPr="003F36CF">
        <w:rPr>
          <w:i/>
        </w:rPr>
        <w:t>den Weg einer Anfrage an den Webserver</w:t>
      </w:r>
      <w:r w:rsidR="003F36CF" w:rsidRPr="003F36CF">
        <w:rPr>
          <w:i/>
        </w:rPr>
        <w:t>.</w:t>
      </w:r>
    </w:p>
    <w:p w:rsidR="003F36CF" w:rsidRPr="003F36CF" w:rsidRDefault="003F36CF" w:rsidP="003F36CF">
      <w:pPr>
        <w:jc w:val="both"/>
        <w:rPr>
          <w:i/>
        </w:rPr>
      </w:pPr>
    </w:p>
    <w:p w:rsidR="00B65B16" w:rsidRDefault="005331E4">
      <w:pPr>
        <w:rPr>
          <w:rFonts w:cs="Arial"/>
          <w:b/>
          <w:bCs/>
          <w:kern w:val="32"/>
          <w:sz w:val="28"/>
          <w:szCs w:val="28"/>
        </w:rPr>
      </w:pPr>
      <w:r>
        <w:rPr>
          <w:noProof/>
        </w:rPr>
        <w:drawing>
          <wp:inline distT="0" distB="0" distL="0" distR="0" wp14:anchorId="353CC466" wp14:editId="0DC48E7B">
            <wp:extent cx="5689600" cy="2616200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552" t="1668" r="526"/>
                    <a:stretch/>
                  </pic:blipFill>
                  <pic:spPr bwMode="auto">
                    <a:xfrm>
                      <a:off x="0" y="0"/>
                      <a:ext cx="5697925" cy="2620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65B16">
        <w:rPr>
          <w:szCs w:val="28"/>
        </w:rPr>
        <w:br w:type="page"/>
      </w:r>
    </w:p>
    <w:p w:rsidR="00FA79A0" w:rsidRDefault="00FA79A0" w:rsidP="00B65B16">
      <w:pPr>
        <w:pStyle w:val="berschrift1"/>
      </w:pPr>
      <w:r>
        <w:rPr>
          <w:szCs w:val="28"/>
        </w:rPr>
        <w:lastRenderedPageBreak/>
        <w:t>E-Mail-Server</w:t>
      </w:r>
      <w:r w:rsidRPr="00DB0776">
        <w:rPr>
          <w:szCs w:val="28"/>
        </w:rPr>
        <w:t xml:space="preserve"> </w:t>
      </w:r>
    </w:p>
    <w:p w:rsidR="00D64326" w:rsidRDefault="00E95993" w:rsidP="00FA79A0">
      <w:pPr>
        <w:jc w:val="both"/>
      </w:pPr>
      <w:r>
        <w:t xml:space="preserve">Zur Simulation der E-Mail-Dienste </w:t>
      </w:r>
      <w:r w:rsidR="00994169">
        <w:t>sind</w:t>
      </w:r>
      <w:r>
        <w:t xml:space="preserve"> erneut Server</w:t>
      </w:r>
      <w:r w:rsidR="00B65B16">
        <w:t>-</w:t>
      </w:r>
      <w:r>
        <w:t xml:space="preserve"> und Client-Software </w:t>
      </w:r>
      <w:r w:rsidR="00994169">
        <w:t>einzurichten</w:t>
      </w:r>
      <w:r>
        <w:t xml:space="preserve">. </w:t>
      </w:r>
      <w:r w:rsidR="00994169">
        <w:t>Für</w:t>
      </w:r>
      <w:r>
        <w:t xml:space="preserve"> die E-Mail-Kommunikation </w:t>
      </w:r>
      <w:r w:rsidR="00994169">
        <w:t xml:space="preserve">werden </w:t>
      </w:r>
      <w:r w:rsidR="004F25CC">
        <w:t xml:space="preserve">Protokolle </w:t>
      </w:r>
      <w:r>
        <w:t xml:space="preserve">eingesetzt: </w:t>
      </w:r>
      <w:r w:rsidR="00994169" w:rsidRPr="00B65B16">
        <w:rPr>
          <w:b/>
        </w:rPr>
        <w:t>SMTP</w:t>
      </w:r>
      <w:r w:rsidR="00994169">
        <w:t xml:space="preserve"> </w:t>
      </w:r>
      <w:r>
        <w:t>zum Senden (</w:t>
      </w:r>
      <w:r w:rsidR="00B65B16">
        <w:sym w:font="Wingdings" w:char="F0E4"/>
      </w:r>
      <w:r w:rsidR="00907616">
        <w:t xml:space="preserve"> </w:t>
      </w:r>
      <w:r w:rsidRPr="00E95993">
        <w:rPr>
          <w:b/>
        </w:rPr>
        <w:t>S</w:t>
      </w:r>
      <w:r>
        <w:t xml:space="preserve">imple </w:t>
      </w:r>
      <w:r w:rsidRPr="00E95993">
        <w:rPr>
          <w:b/>
        </w:rPr>
        <w:t>M</w:t>
      </w:r>
      <w:r>
        <w:t xml:space="preserve">ail </w:t>
      </w:r>
      <w:r w:rsidRPr="00E95993">
        <w:rPr>
          <w:b/>
        </w:rPr>
        <w:t>T</w:t>
      </w:r>
      <w:r>
        <w:t xml:space="preserve">ransfer </w:t>
      </w:r>
      <w:r w:rsidRPr="00E95993">
        <w:rPr>
          <w:b/>
        </w:rPr>
        <w:t>P</w:t>
      </w:r>
      <w:r>
        <w:t xml:space="preserve">rotocol) und </w:t>
      </w:r>
      <w:r w:rsidR="00994169" w:rsidRPr="00B65B16">
        <w:rPr>
          <w:b/>
        </w:rPr>
        <w:t>POP3</w:t>
      </w:r>
      <w:r w:rsidR="00994169">
        <w:t xml:space="preserve"> </w:t>
      </w:r>
      <w:r>
        <w:t>zum Empfangen (</w:t>
      </w:r>
      <w:r>
        <w:sym w:font="Wingdings" w:char="F0E4"/>
      </w:r>
      <w:r>
        <w:t xml:space="preserve"> </w:t>
      </w:r>
      <w:r w:rsidRPr="00E95993">
        <w:rPr>
          <w:b/>
        </w:rPr>
        <w:t>P</w:t>
      </w:r>
      <w:r>
        <w:t xml:space="preserve">ost </w:t>
      </w:r>
      <w:r w:rsidRPr="00E95993">
        <w:rPr>
          <w:b/>
        </w:rPr>
        <w:t>O</w:t>
      </w:r>
      <w:r>
        <w:t xml:space="preserve">ffice </w:t>
      </w:r>
      <w:r w:rsidRPr="00E95993">
        <w:rPr>
          <w:b/>
        </w:rPr>
        <w:t>P</w:t>
      </w:r>
      <w:r>
        <w:t xml:space="preserve">rotocol Version </w:t>
      </w:r>
      <w:r w:rsidRPr="00E95993">
        <w:rPr>
          <w:b/>
        </w:rPr>
        <w:t>3</w:t>
      </w:r>
      <w:r>
        <w:t xml:space="preserve">). </w:t>
      </w:r>
    </w:p>
    <w:p w:rsidR="00994169" w:rsidRPr="00994169" w:rsidRDefault="00994169" w:rsidP="00B65B16">
      <w:pPr>
        <w:pStyle w:val="Ttigkeit"/>
      </w:pPr>
      <w:r w:rsidRPr="00994169">
        <w:t>Mailserver</w:t>
      </w:r>
      <w:r>
        <w:t xml:space="preserve">- und </w:t>
      </w:r>
      <w:r w:rsidR="002C049A">
        <w:t>Mail</w:t>
      </w:r>
      <w:r>
        <w:t>client</w:t>
      </w:r>
      <w:r w:rsidR="00B65B16">
        <w:t>einrichtung</w:t>
      </w:r>
    </w:p>
    <w:p w:rsidR="00FA79A0" w:rsidRPr="00E95993" w:rsidRDefault="0065043F" w:rsidP="00E95993">
      <w:pPr>
        <w:pStyle w:val="Listenabsatz"/>
        <w:numPr>
          <w:ilvl w:val="0"/>
          <w:numId w:val="13"/>
        </w:num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A4896F4" wp14:editId="7DD3EE19">
            <wp:simplePos x="0" y="0"/>
            <wp:positionH relativeFrom="column">
              <wp:posOffset>3773170</wp:posOffset>
            </wp:positionH>
            <wp:positionV relativeFrom="paragraph">
              <wp:posOffset>196215</wp:posOffset>
            </wp:positionV>
            <wp:extent cx="2007870" cy="1498600"/>
            <wp:effectExtent l="0" t="0" r="0" b="6350"/>
            <wp:wrapSquare wrapText="left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16" t="10157" b="14453"/>
                    <a:stretch/>
                  </pic:blipFill>
                  <pic:spPr bwMode="auto">
                    <a:xfrm>
                      <a:off x="0" y="0"/>
                      <a:ext cx="2007870" cy="1498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169">
        <w:t xml:space="preserve">Installieren Sie auf den Rechner </w:t>
      </w:r>
      <w:r w:rsidR="00E95993">
        <w:t xml:space="preserve">10.1.1.1 den </w:t>
      </w:r>
      <w:r w:rsidR="00E95993" w:rsidRPr="00E95993">
        <w:rPr>
          <w:rFonts w:ascii="Courier New" w:hAnsi="Courier New" w:cs="Courier New"/>
          <w:b/>
        </w:rPr>
        <w:t>Mail-Server</w:t>
      </w:r>
      <w:r w:rsidR="00E95993">
        <w:t xml:space="preserve"> und </w:t>
      </w:r>
      <w:r w:rsidR="00D64326">
        <w:t xml:space="preserve">konfigurieren </w:t>
      </w:r>
      <w:r w:rsidR="00E95993">
        <w:t>Sie ihn</w:t>
      </w:r>
      <w:r w:rsidR="00994169">
        <w:t xml:space="preserve"> wie folgt:</w:t>
      </w:r>
      <w:r w:rsidR="00FA79A0" w:rsidRPr="00E95993">
        <w:t xml:space="preserve"> </w:t>
      </w:r>
    </w:p>
    <w:p w:rsidR="00FA79A0" w:rsidRPr="00E95993" w:rsidRDefault="00FA79A0" w:rsidP="000C4DE7">
      <w:pPr>
        <w:pStyle w:val="Listenabsatz"/>
        <w:numPr>
          <w:ilvl w:val="1"/>
          <w:numId w:val="15"/>
        </w:numPr>
        <w:jc w:val="both"/>
      </w:pPr>
      <w:r w:rsidRPr="00E95993">
        <w:t>Maildomain</w:t>
      </w:r>
      <w:r w:rsidR="00D64326">
        <w:t>:</w:t>
      </w:r>
      <w:r w:rsidRPr="00E95993">
        <w:t xml:space="preserve"> </w:t>
      </w:r>
      <w:r w:rsidR="00F44B48">
        <w:rPr>
          <w:rFonts w:ascii="Courier New" w:hAnsi="Courier New" w:cs="Courier New"/>
          <w:b/>
        </w:rPr>
        <w:t>enigma</w:t>
      </w:r>
      <w:r w:rsidR="007F054B">
        <w:rPr>
          <w:rFonts w:ascii="Courier New" w:hAnsi="Courier New" w:cs="Courier New"/>
          <w:b/>
        </w:rPr>
        <w:t>.de</w:t>
      </w:r>
    </w:p>
    <w:p w:rsidR="00D64326" w:rsidRDefault="00D64326" w:rsidP="000C4DE7">
      <w:pPr>
        <w:pStyle w:val="Listenabsatz"/>
        <w:numPr>
          <w:ilvl w:val="1"/>
          <w:numId w:val="15"/>
        </w:numPr>
        <w:jc w:val="both"/>
      </w:pPr>
      <w:r>
        <w:t>Neues Konto</w:t>
      </w:r>
      <w:r w:rsidR="000C4DE7">
        <w:t>:</w:t>
      </w:r>
      <w:r>
        <w:t xml:space="preserve"> </w:t>
      </w:r>
      <w:proofErr w:type="spellStart"/>
      <w:r w:rsidR="00FA79A0" w:rsidRPr="00D64326">
        <w:rPr>
          <w:rFonts w:ascii="Courier New" w:hAnsi="Courier New" w:cs="Courier New"/>
          <w:b/>
        </w:rPr>
        <w:t>alice</w:t>
      </w:r>
      <w:proofErr w:type="spellEnd"/>
      <w:r>
        <w:t xml:space="preserve"> und</w:t>
      </w:r>
      <w:r w:rsidR="00FA79A0" w:rsidRPr="00E95993">
        <w:t xml:space="preserve"> </w:t>
      </w:r>
      <w:r>
        <w:t>Passwort</w:t>
      </w:r>
      <w:r w:rsidR="00FA79A0" w:rsidRPr="00E95993">
        <w:t xml:space="preserve"> </w:t>
      </w:r>
      <w:r w:rsidR="00FA79A0" w:rsidRPr="00D64326">
        <w:rPr>
          <w:rFonts w:ascii="Courier New" w:hAnsi="Courier New" w:cs="Courier New"/>
          <w:b/>
        </w:rPr>
        <w:t>geheim</w:t>
      </w:r>
    </w:p>
    <w:p w:rsidR="00FA79A0" w:rsidRDefault="00D64326" w:rsidP="000C4DE7">
      <w:pPr>
        <w:pStyle w:val="Listenabsatz"/>
        <w:numPr>
          <w:ilvl w:val="1"/>
          <w:numId w:val="15"/>
        </w:numPr>
        <w:jc w:val="both"/>
      </w:pPr>
      <w:r>
        <w:t>Neues Konto</w:t>
      </w:r>
      <w:r w:rsidR="000C4DE7">
        <w:t xml:space="preserve">: </w:t>
      </w:r>
      <w:proofErr w:type="spellStart"/>
      <w:r w:rsidR="00FA79A0" w:rsidRPr="00D64326">
        <w:rPr>
          <w:rFonts w:ascii="Courier New" w:hAnsi="Courier New" w:cs="Courier New"/>
          <w:b/>
        </w:rPr>
        <w:t>bob</w:t>
      </w:r>
      <w:proofErr w:type="spellEnd"/>
      <w:r w:rsidR="00FA79A0" w:rsidRPr="00E95993">
        <w:t xml:space="preserve"> </w:t>
      </w:r>
      <w:r>
        <w:t>und Passwort</w:t>
      </w:r>
      <w:r w:rsidR="00FA79A0" w:rsidRPr="00E95993">
        <w:t xml:space="preserve"> </w:t>
      </w:r>
      <w:r w:rsidR="00FA79A0" w:rsidRPr="00D64326">
        <w:rPr>
          <w:rFonts w:ascii="Courier New" w:hAnsi="Courier New" w:cs="Courier New"/>
          <w:b/>
        </w:rPr>
        <w:t>12345</w:t>
      </w:r>
      <w:r w:rsidR="00FA79A0" w:rsidRPr="00E95993">
        <w:t xml:space="preserve"> </w:t>
      </w:r>
    </w:p>
    <w:p w:rsidR="0065043F" w:rsidRPr="00E95993" w:rsidRDefault="0065043F" w:rsidP="00496ABC">
      <w:pPr>
        <w:pStyle w:val="Listenabsatz"/>
        <w:numPr>
          <w:ilvl w:val="1"/>
          <w:numId w:val="15"/>
        </w:numPr>
      </w:pPr>
      <w:r>
        <w:t xml:space="preserve">Neues Konto: </w:t>
      </w:r>
      <w:proofErr w:type="spellStart"/>
      <w:r>
        <w:rPr>
          <w:rFonts w:ascii="Courier New" w:hAnsi="Courier New" w:cs="Courier New"/>
          <w:b/>
        </w:rPr>
        <w:t>verwalter</w:t>
      </w:r>
      <w:proofErr w:type="spellEnd"/>
      <w:r>
        <w:t xml:space="preserve"> und Passwort </w:t>
      </w:r>
      <w:proofErr w:type="spellStart"/>
      <w:r w:rsidR="00496ABC">
        <w:rPr>
          <w:rFonts w:ascii="Courier New" w:hAnsi="Courier New" w:cs="Courier New"/>
          <w:b/>
        </w:rPr>
        <w:t>qwertz</w:t>
      </w:r>
      <w:proofErr w:type="spellEnd"/>
    </w:p>
    <w:p w:rsidR="00FA79A0" w:rsidRPr="00E95993" w:rsidRDefault="00FA79A0" w:rsidP="00E95993">
      <w:pPr>
        <w:pStyle w:val="Listenabsatz"/>
        <w:numPr>
          <w:ilvl w:val="0"/>
          <w:numId w:val="13"/>
        </w:numPr>
        <w:jc w:val="both"/>
      </w:pPr>
      <w:r w:rsidRPr="00E95993">
        <w:t>Starten Sie den E-Mail-Server</w:t>
      </w:r>
      <w:r w:rsidR="00D64326">
        <w:t xml:space="preserve"> (und damit den SMTP- und den POP3-Server)</w:t>
      </w:r>
      <w:r w:rsidRPr="00E95993">
        <w:t>.</w:t>
      </w:r>
    </w:p>
    <w:p w:rsidR="00FA79A0" w:rsidRPr="00E95993" w:rsidRDefault="00FA79A0" w:rsidP="00E95993">
      <w:pPr>
        <w:pStyle w:val="Listenabsatz"/>
        <w:numPr>
          <w:ilvl w:val="0"/>
          <w:numId w:val="13"/>
        </w:numPr>
        <w:jc w:val="both"/>
      </w:pPr>
      <w:r w:rsidRPr="00E95993">
        <w:t xml:space="preserve">Richten Sie auf </w:t>
      </w:r>
      <w:r w:rsidR="00D64326">
        <w:t xml:space="preserve">dem </w:t>
      </w:r>
      <w:r w:rsidRPr="00E95993">
        <w:t>Alice-</w:t>
      </w:r>
      <w:r w:rsidR="00D64326">
        <w:t>NB</w:t>
      </w:r>
      <w:r w:rsidRPr="00E95993">
        <w:t xml:space="preserve"> </w:t>
      </w:r>
      <w:r w:rsidR="00D64326">
        <w:t xml:space="preserve">das </w:t>
      </w:r>
      <w:r w:rsidRPr="00E95993">
        <w:t xml:space="preserve">E-Mail-Programm ein. Tragen Sie unter </w:t>
      </w:r>
      <w:r w:rsidRPr="00D64326">
        <w:rPr>
          <w:rFonts w:ascii="Courier New" w:hAnsi="Courier New" w:cs="Courier New"/>
          <w:b/>
        </w:rPr>
        <w:t>Konto einrichten</w:t>
      </w:r>
      <w:r w:rsidRPr="00E95993">
        <w:t xml:space="preserve"> die Daten wie </w:t>
      </w:r>
      <w:r w:rsidR="00D64326">
        <w:t>nebenstehend</w:t>
      </w:r>
      <w:r w:rsidRPr="00E95993">
        <w:t xml:space="preserve"> ein. </w:t>
      </w:r>
    </w:p>
    <w:p w:rsidR="00FA79A0" w:rsidRDefault="00FA79A0" w:rsidP="00E95993">
      <w:pPr>
        <w:pStyle w:val="Listenabsatz"/>
        <w:numPr>
          <w:ilvl w:val="0"/>
          <w:numId w:val="13"/>
        </w:numPr>
        <w:jc w:val="both"/>
      </w:pPr>
      <w:r w:rsidRPr="00E95993">
        <w:t xml:space="preserve">Richten Sie auf </w:t>
      </w:r>
      <w:r w:rsidR="00D64326">
        <w:t xml:space="preserve">dem </w:t>
      </w:r>
      <w:r w:rsidRPr="00E95993">
        <w:t>Bo</w:t>
      </w:r>
      <w:r w:rsidR="00D64326">
        <w:t>b</w:t>
      </w:r>
      <w:r w:rsidRPr="00E95993">
        <w:t xml:space="preserve">-NB </w:t>
      </w:r>
      <w:r w:rsidR="00D64326">
        <w:t>das</w:t>
      </w:r>
      <w:r w:rsidRPr="00E95993">
        <w:t xml:space="preserve"> E-Mail-Programm mit den </w:t>
      </w:r>
      <w:r w:rsidR="002C049A">
        <w:t>zugehörigen</w:t>
      </w:r>
      <w:r w:rsidRPr="00E95993">
        <w:t xml:space="preserve"> Daten ein.</w:t>
      </w:r>
    </w:p>
    <w:p w:rsidR="00994169" w:rsidRDefault="00994169" w:rsidP="00B65B16">
      <w:pPr>
        <w:pStyle w:val="Ttigkeit"/>
      </w:pPr>
      <w:r>
        <w:t>Untersuchung des E-Mail-Verkehrs</w:t>
      </w:r>
    </w:p>
    <w:p w:rsidR="006E13C7" w:rsidRPr="006E13C7" w:rsidRDefault="006E13C7" w:rsidP="006E13C7">
      <w:pPr>
        <w:pStyle w:val="Ttigkeit"/>
        <w:spacing w:before="0"/>
        <w:rPr>
          <w:b w:val="0"/>
        </w:rPr>
      </w:pPr>
      <w:r w:rsidRPr="006E13C7">
        <w:rPr>
          <w:b w:val="0"/>
          <w:i/>
        </w:rPr>
        <w:t xml:space="preserve">Erfassen Sie den Ablauf der Kommunikation und die übertragenen Daten. Nutzen Sie dazu ein </w:t>
      </w:r>
      <w:r w:rsidR="004F25CC" w:rsidRPr="00BC0468">
        <w:rPr>
          <w:i/>
        </w:rPr>
        <w:sym w:font="Wingdings" w:char="F0E4"/>
      </w:r>
      <w:r w:rsidR="004F25CC">
        <w:rPr>
          <w:i/>
        </w:rPr>
        <w:t> </w:t>
      </w:r>
      <w:r w:rsidRPr="006E13C7">
        <w:rPr>
          <w:b w:val="0"/>
          <w:i/>
        </w:rPr>
        <w:t xml:space="preserve">Zeit-Sequenz- oder ein Zustands-Diagramm. Prüfen Sie, ob </w:t>
      </w:r>
      <w:r>
        <w:rPr>
          <w:b w:val="0"/>
          <w:i/>
        </w:rPr>
        <w:t>jeweils</w:t>
      </w:r>
      <w:r w:rsidRPr="006E13C7">
        <w:rPr>
          <w:b w:val="0"/>
          <w:i/>
        </w:rPr>
        <w:t xml:space="preserve"> ein Kennwort verlangt wurde</w:t>
      </w:r>
      <w:r>
        <w:rPr>
          <w:b w:val="0"/>
          <w:i/>
        </w:rPr>
        <w:t>.</w:t>
      </w:r>
    </w:p>
    <w:p w:rsidR="00FA79A0" w:rsidRPr="001B2A15" w:rsidRDefault="00FA79A0" w:rsidP="001B2A15">
      <w:pPr>
        <w:pStyle w:val="Listenabsatz"/>
        <w:numPr>
          <w:ilvl w:val="0"/>
          <w:numId w:val="13"/>
        </w:numPr>
        <w:jc w:val="both"/>
      </w:pPr>
      <w:r w:rsidRPr="00E95993">
        <w:t>Senden Sie vo</w:t>
      </w:r>
      <w:r w:rsidR="00D64326">
        <w:t>m</w:t>
      </w:r>
      <w:r w:rsidRPr="00E95993">
        <w:t xml:space="preserve"> Alice-NB eine Nachricht an </w:t>
      </w:r>
      <w:r w:rsidR="00753AA4">
        <w:t>b</w:t>
      </w:r>
      <w:r w:rsidRPr="00E95993">
        <w:t>ob</w:t>
      </w:r>
      <w:r w:rsidR="00994169">
        <w:t>@</w:t>
      </w:r>
      <w:r w:rsidR="00F44B48">
        <w:t>enigma</w:t>
      </w:r>
      <w:r w:rsidR="007F054B">
        <w:t>.de</w:t>
      </w:r>
      <w:r w:rsidRPr="00E95993">
        <w:t xml:space="preserve">. Analysieren Sie das </w:t>
      </w:r>
      <w:r w:rsidR="00D64326">
        <w:t>P</w:t>
      </w:r>
      <w:r w:rsidRPr="00E95993">
        <w:t xml:space="preserve">rotokoll </w:t>
      </w:r>
      <w:r w:rsidR="00994169">
        <w:t xml:space="preserve">auf </w:t>
      </w:r>
      <w:r w:rsidRPr="00E95993">
        <w:t xml:space="preserve">dem </w:t>
      </w:r>
      <w:r w:rsidR="001B2A15">
        <w:t>E-</w:t>
      </w:r>
      <w:r w:rsidRPr="00E95993">
        <w:t>Mail-Server</w:t>
      </w:r>
      <w:r w:rsidR="001B2A15" w:rsidRPr="006E13C7">
        <w:rPr>
          <w:i/>
        </w:rPr>
        <w:t xml:space="preserve"> </w:t>
      </w:r>
      <w:r w:rsidR="001B2A15" w:rsidRPr="001B2A15">
        <w:t>(</w:t>
      </w:r>
      <w:r w:rsidR="001B2A15" w:rsidRPr="001B2A15">
        <w:sym w:font="Wingdings" w:char="F0E4"/>
      </w:r>
      <w:r w:rsidR="001B2A15" w:rsidRPr="001B2A15">
        <w:t xml:space="preserve"> </w:t>
      </w:r>
      <w:r w:rsidR="001B2A15" w:rsidRPr="006E13C7">
        <w:rPr>
          <w:b/>
        </w:rPr>
        <w:t>SMTP</w:t>
      </w:r>
      <w:r w:rsidR="001B2A15" w:rsidRPr="001B2A15">
        <w:t>).</w:t>
      </w:r>
    </w:p>
    <w:p w:rsidR="00FA79A0" w:rsidRDefault="00FA79A0" w:rsidP="006E13C7">
      <w:pPr>
        <w:pStyle w:val="Listenabsatz"/>
        <w:numPr>
          <w:ilvl w:val="0"/>
          <w:numId w:val="13"/>
        </w:numPr>
        <w:jc w:val="both"/>
      </w:pPr>
      <w:r w:rsidRPr="00E95993">
        <w:t>Rufen Sie vom Bob-NB Mails ab. Analysieren Sie das Protokoll</w:t>
      </w:r>
      <w:r w:rsidR="001B2A15">
        <w:t xml:space="preserve"> auf dem E-Mail-Server</w:t>
      </w:r>
      <w:r w:rsidR="00753AA4" w:rsidRPr="001B2A15">
        <w:t xml:space="preserve"> (</w:t>
      </w:r>
      <w:r w:rsidR="00753AA4">
        <w:sym w:font="Wingdings" w:char="F0E4"/>
      </w:r>
      <w:r w:rsidR="00753AA4" w:rsidRPr="001B2A15">
        <w:t xml:space="preserve"> </w:t>
      </w:r>
      <w:r w:rsidR="00753AA4" w:rsidRPr="006E13C7">
        <w:rPr>
          <w:b/>
        </w:rPr>
        <w:t>POP3</w:t>
      </w:r>
      <w:r w:rsidR="00753AA4" w:rsidRPr="001B2A15">
        <w:t>).</w:t>
      </w:r>
    </w:p>
    <w:p w:rsidR="001B2A15" w:rsidRPr="001B2A15" w:rsidRDefault="001B2A15" w:rsidP="001B2A15">
      <w:pPr>
        <w:pStyle w:val="Ttigkeit"/>
      </w:pPr>
      <w:r>
        <w:t>Sicherheit de</w:t>
      </w:r>
      <w:r w:rsidR="00217C96">
        <w:t>s</w:t>
      </w:r>
      <w:r>
        <w:t xml:space="preserve"> E-Mails-Verkehrs</w:t>
      </w:r>
    </w:p>
    <w:p w:rsidR="008B3D22" w:rsidRDefault="008B3D22" w:rsidP="00E95993">
      <w:pPr>
        <w:pStyle w:val="Listenabsatz"/>
        <w:numPr>
          <w:ilvl w:val="0"/>
          <w:numId w:val="13"/>
        </w:numPr>
        <w:jc w:val="both"/>
      </w:pPr>
      <w:r>
        <w:t xml:space="preserve">Öffnen Sie auf dem E-Mail-Server mit Hilfe eines </w:t>
      </w:r>
      <w:r w:rsidRPr="000C4DE7">
        <w:rPr>
          <w:rFonts w:ascii="Courier New" w:hAnsi="Courier New" w:cs="Courier New"/>
          <w:b/>
        </w:rPr>
        <w:t xml:space="preserve">Text-Editors </w:t>
      </w:r>
      <w:r>
        <w:t xml:space="preserve">den Inhalt der Datei </w:t>
      </w:r>
      <w:r w:rsidRPr="000C4DE7">
        <w:rPr>
          <w:rFonts w:ascii="Courier New" w:hAnsi="Courier New" w:cs="Courier New"/>
          <w:b/>
        </w:rPr>
        <w:t>konten.txt</w:t>
      </w:r>
      <w:r>
        <w:t xml:space="preserve"> im Ordner </w:t>
      </w:r>
      <w:proofErr w:type="spellStart"/>
      <w:r w:rsidR="002C049A">
        <w:rPr>
          <w:rFonts w:ascii="Courier New" w:hAnsi="Courier New" w:cs="Courier New"/>
          <w:b/>
        </w:rPr>
        <w:t>m</w:t>
      </w:r>
      <w:r w:rsidRPr="000C4DE7">
        <w:rPr>
          <w:rFonts w:ascii="Courier New" w:hAnsi="Courier New" w:cs="Courier New"/>
          <w:b/>
        </w:rPr>
        <w:t>ailserver</w:t>
      </w:r>
      <w:proofErr w:type="spellEnd"/>
      <w:r>
        <w:t xml:space="preserve">. </w:t>
      </w:r>
      <w:r w:rsidRPr="00496ABC">
        <w:rPr>
          <w:i/>
        </w:rPr>
        <w:t xml:space="preserve">Beschreiben Sie den Inhalt. </w:t>
      </w:r>
    </w:p>
    <w:p w:rsidR="001B2A15" w:rsidRDefault="001B2A15" w:rsidP="001B2A15">
      <w:pPr>
        <w:pStyle w:val="Listenabsatz"/>
        <w:numPr>
          <w:ilvl w:val="0"/>
          <w:numId w:val="13"/>
        </w:numPr>
        <w:jc w:val="both"/>
      </w:pPr>
      <w:r>
        <w:t>Antworten Sie vom Bob-NB auf die E-Mail, rufen Sie diese aber noch nicht mit dem Alice-NB ab.</w:t>
      </w:r>
    </w:p>
    <w:p w:rsidR="00D7615E" w:rsidRPr="00D7615E" w:rsidRDefault="00D7615E" w:rsidP="00D7615E">
      <w:pPr>
        <w:tabs>
          <w:tab w:val="left" w:pos="357"/>
        </w:tabs>
        <w:jc w:val="both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t>8a.</w:t>
      </w:r>
      <w:r>
        <w:rPr>
          <w:sz w:val="16"/>
          <w:szCs w:val="16"/>
          <w:highlight w:val="yellow"/>
        </w:rPr>
        <w:tab/>
      </w:r>
      <w:r w:rsidRPr="00D7615E">
        <w:rPr>
          <w:sz w:val="16"/>
          <w:szCs w:val="16"/>
          <w:highlight w:val="yellow"/>
        </w:rPr>
        <w:t xml:space="preserve">Wechseln Sie in den Bearbeitungs- und wieder in den Aktionsmodus, um den Bug in </w:t>
      </w:r>
      <w:proofErr w:type="spellStart"/>
      <w:r w:rsidRPr="00D7615E">
        <w:rPr>
          <w:sz w:val="16"/>
          <w:szCs w:val="16"/>
          <w:highlight w:val="yellow"/>
        </w:rPr>
        <w:t>Filius</w:t>
      </w:r>
      <w:proofErr w:type="spellEnd"/>
      <w:r w:rsidRPr="00D7615E">
        <w:rPr>
          <w:sz w:val="16"/>
          <w:szCs w:val="16"/>
          <w:highlight w:val="yellow"/>
        </w:rPr>
        <w:t xml:space="preserve"> 1.5.1 zu umgehen.</w:t>
      </w:r>
    </w:p>
    <w:p w:rsidR="001B2A15" w:rsidRDefault="001B2A15" w:rsidP="001B2A15">
      <w:pPr>
        <w:pStyle w:val="Listenabsatz"/>
        <w:numPr>
          <w:ilvl w:val="0"/>
          <w:numId w:val="13"/>
        </w:numPr>
        <w:jc w:val="both"/>
      </w:pPr>
      <w:r>
        <w:t xml:space="preserve">Öffnen Sie erneut auf dem E-Mail-Server mit Hilfe eines </w:t>
      </w:r>
      <w:r w:rsidRPr="000C4DE7">
        <w:rPr>
          <w:rFonts w:ascii="Courier New" w:hAnsi="Courier New" w:cs="Courier New"/>
          <w:b/>
        </w:rPr>
        <w:t xml:space="preserve">Text-Editors </w:t>
      </w:r>
      <w:r>
        <w:t xml:space="preserve">den Inhalt der Datei </w:t>
      </w:r>
      <w:r w:rsidRPr="000C4DE7">
        <w:rPr>
          <w:rFonts w:ascii="Courier New" w:hAnsi="Courier New" w:cs="Courier New"/>
          <w:b/>
        </w:rPr>
        <w:t>konten.txt</w:t>
      </w:r>
      <w:r>
        <w:t xml:space="preserve"> im Ordner </w:t>
      </w:r>
      <w:proofErr w:type="spellStart"/>
      <w:r>
        <w:rPr>
          <w:rFonts w:ascii="Courier New" w:hAnsi="Courier New" w:cs="Courier New"/>
          <w:b/>
        </w:rPr>
        <w:t>m</w:t>
      </w:r>
      <w:r w:rsidRPr="000C4DE7">
        <w:rPr>
          <w:rFonts w:ascii="Courier New" w:hAnsi="Courier New" w:cs="Courier New"/>
          <w:b/>
        </w:rPr>
        <w:t>ailserver</w:t>
      </w:r>
      <w:proofErr w:type="spellEnd"/>
      <w:r>
        <w:t xml:space="preserve">. </w:t>
      </w:r>
      <w:r w:rsidRPr="00496ABC">
        <w:rPr>
          <w:i/>
        </w:rPr>
        <w:t>Beschreiben Sie den Inhalt.</w:t>
      </w:r>
      <w:r>
        <w:t xml:space="preserve"> </w:t>
      </w:r>
    </w:p>
    <w:p w:rsidR="0065043F" w:rsidRPr="0065043F" w:rsidRDefault="004940A7" w:rsidP="0065043F">
      <w:pPr>
        <w:pStyle w:val="Listenabsatz"/>
        <w:numPr>
          <w:ilvl w:val="0"/>
          <w:numId w:val="13"/>
        </w:numPr>
        <w:jc w:val="both"/>
      </w:pPr>
      <w:r>
        <w:t xml:space="preserve">Richten Sie auf dem Verwalter-NB ein E-Mail-Programm </w:t>
      </w:r>
      <w:r w:rsidR="00753AA4">
        <w:t xml:space="preserve">mit </w:t>
      </w:r>
      <w:r w:rsidR="00907616">
        <w:t xml:space="preserve">gefälschtem </w:t>
      </w:r>
      <w:r w:rsidR="00753AA4">
        <w:t xml:space="preserve">Konto </w:t>
      </w:r>
      <w:r w:rsidR="00217C96">
        <w:t xml:space="preserve">zum E-Mail-Versand </w:t>
      </w:r>
      <w:r w:rsidR="00753AA4">
        <w:t>ein. Nutzen Sie die</w:t>
      </w:r>
      <w:r>
        <w:t xml:space="preserve"> </w:t>
      </w:r>
      <w:r w:rsidR="00753AA4">
        <w:t>E-Mail-Adresse</w:t>
      </w:r>
      <w:r>
        <w:t xml:space="preserve"> </w:t>
      </w:r>
      <w:r w:rsidR="00217C96">
        <w:t>kanzler</w:t>
      </w:r>
      <w:r w:rsidR="00753AA4" w:rsidRPr="00753AA4">
        <w:t>@</w:t>
      </w:r>
      <w:r w:rsidR="00217C96">
        <w:t>regierung</w:t>
      </w:r>
      <w:r w:rsidR="007F054B">
        <w:t>.de</w:t>
      </w:r>
      <w:r w:rsidR="00753AA4">
        <w:t xml:space="preserve"> und den</w:t>
      </w:r>
      <w:r>
        <w:t xml:space="preserve"> SMTP-Server 10.1.1.1</w:t>
      </w:r>
      <w:r w:rsidR="00217C96">
        <w:t xml:space="preserve"> an Port 25</w:t>
      </w:r>
      <w:r>
        <w:t xml:space="preserve">. </w:t>
      </w:r>
      <w:r w:rsidR="00217C96">
        <w:t>Lassen Sie die anderen Felder frei. Senden</w:t>
      </w:r>
      <w:r>
        <w:t xml:space="preserve"> Sie </w:t>
      </w:r>
      <w:r w:rsidR="00753AA4">
        <w:t>damit</w:t>
      </w:r>
      <w:r w:rsidR="008B3D22">
        <w:t xml:space="preserve"> eine E-Mail an </w:t>
      </w:r>
      <w:r w:rsidR="00217C96" w:rsidRPr="00217C96">
        <w:t>alice@enigma.de</w:t>
      </w:r>
      <w:r w:rsidR="008B3D22">
        <w:t>.</w:t>
      </w:r>
      <w:r w:rsidR="00217C96">
        <w:t xml:space="preserve"> Prüfen Sie auf dem E-Mail-Server die Annahme der E-Mail.</w:t>
      </w:r>
    </w:p>
    <w:p w:rsidR="00217C96" w:rsidRDefault="008B3D22" w:rsidP="00E95993">
      <w:pPr>
        <w:pStyle w:val="Listenabsatz"/>
        <w:numPr>
          <w:ilvl w:val="0"/>
          <w:numId w:val="13"/>
        </w:numPr>
        <w:jc w:val="both"/>
      </w:pPr>
      <w:r>
        <w:t>Rufen Sie vom Alice-NB alle Mails ab</w:t>
      </w:r>
      <w:r w:rsidR="002C049A">
        <w:t xml:space="preserve"> und lesen Sie diese</w:t>
      </w:r>
      <w:r>
        <w:t xml:space="preserve">. </w:t>
      </w:r>
    </w:p>
    <w:p w:rsidR="008B3D22" w:rsidRPr="00217C96" w:rsidRDefault="008B3D22" w:rsidP="00217C96">
      <w:pPr>
        <w:ind w:left="360"/>
        <w:jc w:val="both"/>
        <w:rPr>
          <w:i/>
        </w:rPr>
      </w:pPr>
      <w:r w:rsidRPr="00217C96">
        <w:rPr>
          <w:i/>
        </w:rPr>
        <w:t>Leiten Sie Schlussfolger</w:t>
      </w:r>
      <w:r w:rsidR="00753AA4" w:rsidRPr="00217C96">
        <w:rPr>
          <w:i/>
        </w:rPr>
        <w:t xml:space="preserve">ungen für </w:t>
      </w:r>
      <w:r w:rsidR="002C049A" w:rsidRPr="00217C96">
        <w:rPr>
          <w:i/>
        </w:rPr>
        <w:t>die Sicherheit des</w:t>
      </w:r>
      <w:r w:rsidR="00753AA4" w:rsidRPr="00217C96">
        <w:rPr>
          <w:i/>
        </w:rPr>
        <w:t xml:space="preserve"> E-Mail-Verkehr</w:t>
      </w:r>
      <w:r w:rsidR="002C049A" w:rsidRPr="00217C96">
        <w:rPr>
          <w:i/>
        </w:rPr>
        <w:t>s</w:t>
      </w:r>
      <w:r w:rsidR="00753AA4" w:rsidRPr="00217C96">
        <w:rPr>
          <w:i/>
        </w:rPr>
        <w:t xml:space="preserve"> </w:t>
      </w:r>
      <w:r w:rsidR="00217C96" w:rsidRPr="00217C96">
        <w:rPr>
          <w:i/>
        </w:rPr>
        <w:t xml:space="preserve">und der Daten auf dem Server des Providers </w:t>
      </w:r>
      <w:r w:rsidR="00753AA4" w:rsidRPr="00217C96">
        <w:rPr>
          <w:i/>
        </w:rPr>
        <w:t>ab</w:t>
      </w:r>
      <w:r w:rsidR="00217C96" w:rsidRPr="00217C96">
        <w:rPr>
          <w:i/>
        </w:rPr>
        <w:t xml:space="preserve">. Begründen Sie die Notwendigkeit der Datenverschlüsselung. Beschreiben Sie eine Möglichkeit, den Verursacher der </w:t>
      </w:r>
      <w:r w:rsidR="00907616">
        <w:rPr>
          <w:i/>
        </w:rPr>
        <w:t>gefälschten E-</w:t>
      </w:r>
      <w:r w:rsidR="00217C96" w:rsidRPr="00217C96">
        <w:rPr>
          <w:i/>
        </w:rPr>
        <w:t>Mail zu ermitteln.</w:t>
      </w:r>
    </w:p>
    <w:p w:rsidR="004F25CC" w:rsidRDefault="0065043F" w:rsidP="004F25CC">
      <w:pPr>
        <w:pStyle w:val="Listenabsatz"/>
        <w:numPr>
          <w:ilvl w:val="0"/>
          <w:numId w:val="13"/>
        </w:numPr>
        <w:jc w:val="both"/>
      </w:pPr>
      <w:r>
        <w:t>Richten Sie das E-Mail-Konto a</w:t>
      </w:r>
      <w:r w:rsidR="00E32BF6">
        <w:t>uf dem Verwalter-NB korrekt ein und prüfen Sie die Funktionalität.</w:t>
      </w:r>
    </w:p>
    <w:p w:rsidR="004F25CC" w:rsidRPr="004F25CC" w:rsidRDefault="004F25CC" w:rsidP="004F25CC">
      <w:pPr>
        <w:pStyle w:val="Listenabsatz"/>
        <w:numPr>
          <w:ilvl w:val="0"/>
          <w:numId w:val="13"/>
        </w:numPr>
        <w:jc w:val="both"/>
      </w:pPr>
      <w:r w:rsidRPr="004F25CC">
        <w:rPr>
          <w:i/>
        </w:rPr>
        <w:t>Welche Dienste bietet der Server mit der IP-Adresse 10.1.1.1 bislang an?</w:t>
      </w:r>
    </w:p>
    <w:p w:rsidR="00B65B16" w:rsidRPr="006E13C7" w:rsidRDefault="004F25CC" w:rsidP="004F25CC">
      <w:pPr>
        <w:pStyle w:val="Listenabsatz"/>
        <w:numPr>
          <w:ilvl w:val="0"/>
          <w:numId w:val="13"/>
        </w:numPr>
        <w:jc w:val="both"/>
      </w:pPr>
      <w:r w:rsidRPr="004F25CC">
        <w:rPr>
          <w:i/>
        </w:rPr>
        <w:t>Beschreiben Sie kurz den Status des Netzes.</w:t>
      </w:r>
      <w:r w:rsidR="00B65B16" w:rsidRPr="004F25CC">
        <w:rPr>
          <w:szCs w:val="28"/>
        </w:rPr>
        <w:br w:type="page"/>
      </w:r>
    </w:p>
    <w:p w:rsidR="00D34D7E" w:rsidRDefault="00D34D7E" w:rsidP="00D34D7E">
      <w:pPr>
        <w:pStyle w:val="berschrift1"/>
      </w:pPr>
      <w:r>
        <w:rPr>
          <w:szCs w:val="28"/>
        </w:rPr>
        <w:lastRenderedPageBreak/>
        <w:t>DNS-Server</w:t>
      </w:r>
      <w:r w:rsidRPr="00DB0776">
        <w:rPr>
          <w:szCs w:val="28"/>
        </w:rPr>
        <w:t xml:space="preserve"> </w:t>
      </w:r>
    </w:p>
    <w:p w:rsidR="00D34D7E" w:rsidRDefault="00DE1584" w:rsidP="00D34D7E">
      <w:pPr>
        <w:jc w:val="both"/>
      </w:pPr>
      <w:r>
        <w:t>Zurzeit</w:t>
      </w:r>
      <w:r w:rsidR="00D34D7E">
        <w:t xml:space="preserve"> m</w:t>
      </w:r>
      <w:r w:rsidR="004F25CC">
        <w:t>ü</w:t>
      </w:r>
      <w:r w:rsidR="00D34D7E">
        <w:t>ss</w:t>
      </w:r>
      <w:r w:rsidR="004F25CC">
        <w:t>en für Sender- und Empfängerangaben</w:t>
      </w:r>
      <w:r w:rsidR="00D34D7E">
        <w:t xml:space="preserve"> </w:t>
      </w:r>
      <w:r w:rsidR="004F25CC">
        <w:t xml:space="preserve">für eine </w:t>
      </w:r>
      <w:r w:rsidR="000C4DE7">
        <w:t xml:space="preserve">Kommunikation </w:t>
      </w:r>
      <w:r w:rsidR="004F25CC">
        <w:t xml:space="preserve">durch die Dienste </w:t>
      </w:r>
      <w:r w:rsidR="00A26DC1">
        <w:t xml:space="preserve">Ping, </w:t>
      </w:r>
      <w:r w:rsidR="000C4DE7">
        <w:t xml:space="preserve">Web, </w:t>
      </w:r>
      <w:r w:rsidR="004F25CC">
        <w:t xml:space="preserve">E-Mail </w:t>
      </w:r>
      <w:r w:rsidR="000C4DE7">
        <w:t>stets</w:t>
      </w:r>
      <w:r w:rsidR="00D34D7E">
        <w:t xml:space="preserve"> die IP-Adresse angegeben werden. Da </w:t>
      </w:r>
      <w:r w:rsidR="00A26DC1">
        <w:t xml:space="preserve">wir uns aber </w:t>
      </w:r>
      <w:r w:rsidR="00D34D7E">
        <w:t xml:space="preserve">Zahlen </w:t>
      </w:r>
      <w:r>
        <w:t>schlecht</w:t>
      </w:r>
      <w:r w:rsidR="00D34D7E">
        <w:t xml:space="preserve"> merken und </w:t>
      </w:r>
      <w:r w:rsidR="00A26DC1">
        <w:t>sich diese auch ändern können</w:t>
      </w:r>
      <w:r w:rsidR="00D34D7E">
        <w:t xml:space="preserve">, werden </w:t>
      </w:r>
      <w:r w:rsidR="00A26DC1">
        <w:t>IP</w:t>
      </w:r>
      <w:r>
        <w:t>-</w:t>
      </w:r>
      <w:r w:rsidR="00D34D7E">
        <w:t xml:space="preserve">Adressen durch </w:t>
      </w:r>
      <w:r>
        <w:t>Dom</w:t>
      </w:r>
      <w:r w:rsidR="006E13C7">
        <w:t>änen</w:t>
      </w:r>
      <w:r>
        <w:t xml:space="preserve">-Namen </w:t>
      </w:r>
      <w:r w:rsidR="00D34D7E">
        <w:t>angegeben</w:t>
      </w:r>
      <w:r w:rsidR="00753AA4">
        <w:t>, s</w:t>
      </w:r>
      <w:r>
        <w:t xml:space="preserve">tatt </w:t>
      </w:r>
      <w:r w:rsidR="006A35A3">
        <w:t>z. B</w:t>
      </w:r>
      <w:r w:rsidR="006A35A3">
        <w:rPr>
          <w:rFonts w:ascii="Symbol" w:hAnsi="Symbol"/>
        </w:rPr>
        <w:t></w:t>
      </w:r>
      <w:r w:rsidR="006A35A3">
        <w:rPr>
          <w:rFonts w:ascii="Symbol" w:hAnsi="Symbol"/>
        </w:rPr>
        <w:t></w:t>
      </w:r>
      <w:r w:rsidRPr="00DE1584">
        <w:rPr>
          <w:rFonts w:ascii="Courier New" w:hAnsi="Courier New" w:cs="Courier New"/>
        </w:rPr>
        <w:t>139.30.8.153</w:t>
      </w:r>
      <w:r>
        <w:t xml:space="preserve"> </w:t>
      </w:r>
      <w:r w:rsidR="00753AA4">
        <w:t>also</w:t>
      </w:r>
      <w:r>
        <w:t xml:space="preserve"> </w:t>
      </w:r>
      <w:r w:rsidRPr="00DE1584">
        <w:rPr>
          <w:rFonts w:ascii="Courier New" w:hAnsi="Courier New" w:cs="Courier New"/>
        </w:rPr>
        <w:t>uni-rostock.de</w:t>
      </w:r>
      <w:r>
        <w:t xml:space="preserve">. Die </w:t>
      </w:r>
      <w:r w:rsidR="00C17B27">
        <w:t>„Übersetzung“</w:t>
      </w:r>
      <w:r>
        <w:t xml:space="preserve"> übernehmen </w:t>
      </w:r>
      <w:r w:rsidR="00C17B27">
        <w:t xml:space="preserve">hierarchisch strukturierte </w:t>
      </w:r>
      <w:r>
        <w:t>DNS-Server (</w:t>
      </w:r>
      <w:r>
        <w:sym w:font="Wingdings" w:char="F0E4"/>
      </w:r>
      <w:r>
        <w:t xml:space="preserve"> </w:t>
      </w:r>
      <w:r w:rsidR="00CE0B59">
        <w:rPr>
          <w:b/>
        </w:rPr>
        <w:t>D</w:t>
      </w:r>
      <w:r>
        <w:t xml:space="preserve">omain </w:t>
      </w:r>
      <w:r w:rsidR="00CE0B59">
        <w:rPr>
          <w:b/>
        </w:rPr>
        <w:t>N</w:t>
      </w:r>
      <w:r>
        <w:t xml:space="preserve">ame </w:t>
      </w:r>
      <w:r w:rsidR="00CE0B59">
        <w:rPr>
          <w:b/>
        </w:rPr>
        <w:t>S</w:t>
      </w:r>
      <w:r>
        <w:t>ystem</w:t>
      </w:r>
      <w:r w:rsidR="00C17B27">
        <w:t>)</w:t>
      </w:r>
      <w:r>
        <w:t>.</w:t>
      </w:r>
      <w:r w:rsidRPr="00DE1584">
        <w:t xml:space="preserve"> </w:t>
      </w:r>
    </w:p>
    <w:p w:rsidR="00753AA4" w:rsidRPr="00753AA4" w:rsidRDefault="00753AA4" w:rsidP="00A26DC1">
      <w:pPr>
        <w:pStyle w:val="Ttigkeit"/>
      </w:pPr>
      <w:r w:rsidRPr="00753AA4">
        <w:t>Einrichtung des DNS-Servers</w:t>
      </w:r>
    </w:p>
    <w:p w:rsidR="00C17B27" w:rsidRDefault="00DE1584" w:rsidP="00C17B27">
      <w:pPr>
        <w:pStyle w:val="Listenabsatz"/>
        <w:numPr>
          <w:ilvl w:val="0"/>
          <w:numId w:val="16"/>
        </w:numPr>
        <w:jc w:val="both"/>
      </w:pPr>
      <w:r>
        <w:t xml:space="preserve">Installieren Sie </w:t>
      </w:r>
      <w:r w:rsidR="00431561">
        <w:t xml:space="preserve">auf </w:t>
      </w:r>
      <w:r w:rsidR="006A35A3">
        <w:t>dem Rechner mit der IP-Adresse 10.1.1.2 einen</w:t>
      </w:r>
      <w:r>
        <w:t xml:space="preserve"> DNS-Server </w:t>
      </w:r>
      <w:r w:rsidR="00A26DC1">
        <w:t>und starten Sie diese</w:t>
      </w:r>
      <w:r w:rsidR="006A35A3">
        <w:t>n</w:t>
      </w:r>
      <w:r>
        <w:t xml:space="preserve">. </w:t>
      </w:r>
    </w:p>
    <w:p w:rsidR="00753AA4" w:rsidRDefault="005D41F7" w:rsidP="006A35A3">
      <w:pPr>
        <w:pStyle w:val="Listenabsatz"/>
        <w:numPr>
          <w:ilvl w:val="0"/>
          <w:numId w:val="16"/>
        </w:numPr>
      </w:pPr>
      <w:r>
        <w:t>Lege</w:t>
      </w:r>
      <w:r w:rsidR="00570EDC">
        <w:t>n</w:t>
      </w:r>
      <w:r>
        <w:t xml:space="preserve"> Sie </w:t>
      </w:r>
      <w:r w:rsidR="001C722D">
        <w:t>einen</w:t>
      </w:r>
      <w:r>
        <w:t xml:space="preserve"> </w:t>
      </w:r>
      <w:r w:rsidR="00C17B27">
        <w:t>Adre</w:t>
      </w:r>
      <w:r w:rsidR="00A26DC1">
        <w:t>ssen</w:t>
      </w:r>
      <w:r w:rsidR="00C17B27">
        <w:t>-A-</w:t>
      </w:r>
      <w:r>
        <w:t xml:space="preserve">Eintrag </w:t>
      </w:r>
      <w:r w:rsidR="001C722D">
        <w:t xml:space="preserve">für die Zuordnung zum </w:t>
      </w:r>
      <w:r w:rsidR="00A26DC1">
        <w:t>DNS-S</w:t>
      </w:r>
      <w:r w:rsidR="001C722D">
        <w:t>erver an:</w:t>
      </w:r>
      <w:r w:rsidR="00F90FB4">
        <w:br/>
      </w:r>
      <w:r w:rsidR="00753AA4" w:rsidRPr="00AC2679">
        <w:rPr>
          <w:rFonts w:ascii="Courier New" w:hAnsi="Courier New" w:cs="Courier New"/>
          <w:b/>
        </w:rPr>
        <w:t>Domainname</w:t>
      </w:r>
      <w:r w:rsidR="00F90FB4" w:rsidRPr="00AC2679">
        <w:rPr>
          <w:rFonts w:ascii="Courier New" w:hAnsi="Courier New" w:cs="Courier New"/>
          <w:b/>
        </w:rPr>
        <w:t>:</w:t>
      </w:r>
      <w:r w:rsidR="00753AA4" w:rsidRPr="00AC2679">
        <w:rPr>
          <w:rFonts w:ascii="Courier New" w:hAnsi="Courier New" w:cs="Courier New"/>
          <w:b/>
        </w:rPr>
        <w:t xml:space="preserve"> </w:t>
      </w:r>
      <w:r w:rsidR="00A26DC1">
        <w:rPr>
          <w:rFonts w:ascii="Courier New" w:hAnsi="Courier New" w:cs="Courier New"/>
          <w:b/>
        </w:rPr>
        <w:t>dns</w:t>
      </w:r>
      <w:r w:rsidR="00753AA4" w:rsidRPr="00AC2679">
        <w:rPr>
          <w:rFonts w:ascii="Courier New" w:hAnsi="Courier New" w:cs="Courier New"/>
          <w:b/>
        </w:rPr>
        <w:t>.</w:t>
      </w:r>
      <w:r w:rsidR="00F44B48">
        <w:rPr>
          <w:rFonts w:ascii="Courier New" w:hAnsi="Courier New" w:cs="Courier New"/>
          <w:b/>
        </w:rPr>
        <w:t>enigma</w:t>
      </w:r>
      <w:r w:rsidR="007F054B">
        <w:rPr>
          <w:rFonts w:ascii="Courier New" w:hAnsi="Courier New" w:cs="Courier New"/>
          <w:b/>
        </w:rPr>
        <w:t>.de</w:t>
      </w:r>
      <w:r w:rsidR="00753AA4" w:rsidRPr="00AC2679">
        <w:rPr>
          <w:rFonts w:ascii="Courier New" w:hAnsi="Courier New" w:cs="Courier New"/>
          <w:b/>
        </w:rPr>
        <w:t>, IP-Adresse</w:t>
      </w:r>
      <w:r w:rsidR="00F90FB4" w:rsidRPr="00AC2679">
        <w:rPr>
          <w:rFonts w:ascii="Courier New" w:hAnsi="Courier New" w:cs="Courier New"/>
          <w:b/>
        </w:rPr>
        <w:t>:</w:t>
      </w:r>
      <w:r w:rsidR="00753AA4" w:rsidRPr="00AC2679">
        <w:rPr>
          <w:rFonts w:ascii="Courier New" w:hAnsi="Courier New" w:cs="Courier New"/>
          <w:b/>
        </w:rPr>
        <w:t xml:space="preserve"> 10.1.1.</w:t>
      </w:r>
      <w:r w:rsidR="00A26DC1">
        <w:rPr>
          <w:rFonts w:ascii="Courier New" w:hAnsi="Courier New" w:cs="Courier New"/>
          <w:b/>
        </w:rPr>
        <w:t>2</w:t>
      </w:r>
      <w:r w:rsidR="00753AA4">
        <w:t xml:space="preserve"> </w:t>
      </w:r>
      <w:r w:rsidR="00D93B8F">
        <w:br/>
      </w:r>
      <w:r w:rsidR="00D93B8F" w:rsidRPr="00D93B8F">
        <w:rPr>
          <w:i/>
        </w:rPr>
        <w:t>Interpretieren Sie diese Zeile der Tabelle.</w:t>
      </w:r>
    </w:p>
    <w:p w:rsidR="00753AA4" w:rsidRPr="00753AA4" w:rsidRDefault="00753AA4" w:rsidP="00A26DC1">
      <w:pPr>
        <w:pStyle w:val="Ttigkeit"/>
      </w:pPr>
      <w:r w:rsidRPr="00753AA4">
        <w:t>Prüfung des</w:t>
      </w:r>
      <w:r w:rsidR="00F21EE3" w:rsidRPr="00753AA4">
        <w:t xml:space="preserve"> DNS</w:t>
      </w:r>
      <w:r w:rsidRPr="00753AA4">
        <w:t>-Servers</w:t>
      </w:r>
      <w:r w:rsidR="00F21EE3" w:rsidRPr="00753AA4">
        <w:t xml:space="preserve"> </w:t>
      </w:r>
    </w:p>
    <w:p w:rsidR="00F90FB4" w:rsidRDefault="00A26DC1" w:rsidP="00753AA4">
      <w:pPr>
        <w:pStyle w:val="Listenabsatz"/>
        <w:numPr>
          <w:ilvl w:val="0"/>
          <w:numId w:val="16"/>
        </w:numPr>
        <w:jc w:val="both"/>
      </w:pPr>
      <w:r>
        <w:t xml:space="preserve">Prüfen Sie, ob der DNS-Server korrekt arbeitet. </w:t>
      </w:r>
      <w:r w:rsidR="006A35A3">
        <w:t>Geben</w:t>
      </w:r>
      <w:r w:rsidR="001C722D">
        <w:t xml:space="preserve"> Sie </w:t>
      </w:r>
      <w:r>
        <w:t xml:space="preserve">auf dem Verwalter-NB </w:t>
      </w:r>
      <w:r w:rsidR="00D7615E">
        <w:t>im</w:t>
      </w:r>
      <w:r w:rsidR="00431561">
        <w:t xml:space="preserve"> </w:t>
      </w:r>
      <w:r w:rsidR="00D7615E" w:rsidRPr="00D7615E">
        <w:rPr>
          <w:rFonts w:ascii="Courier New" w:hAnsi="Courier New" w:cs="Courier New"/>
        </w:rPr>
        <w:t>Terminal</w:t>
      </w:r>
      <w:r>
        <w:t xml:space="preserve"> die </w:t>
      </w:r>
      <w:r w:rsidR="00431561">
        <w:t xml:space="preserve">folgenden </w:t>
      </w:r>
      <w:r>
        <w:t xml:space="preserve">Befehle </w:t>
      </w:r>
      <w:r w:rsidR="006A35A3">
        <w:t>ein</w:t>
      </w:r>
      <w:r w:rsidR="00F90FB4">
        <w:t>:</w:t>
      </w:r>
    </w:p>
    <w:p w:rsidR="00F90FB4" w:rsidRPr="00D93B8F" w:rsidRDefault="00F21EE3" w:rsidP="00F90FB4">
      <w:pPr>
        <w:pStyle w:val="Listenabsatz"/>
        <w:numPr>
          <w:ilvl w:val="1"/>
          <w:numId w:val="16"/>
        </w:numPr>
        <w:jc w:val="both"/>
      </w:pPr>
      <w:proofErr w:type="spellStart"/>
      <w:r w:rsidRPr="00F90FB4">
        <w:rPr>
          <w:rFonts w:ascii="Courier New" w:hAnsi="Courier New" w:cs="Courier New"/>
          <w:b/>
        </w:rPr>
        <w:t>host</w:t>
      </w:r>
      <w:proofErr w:type="spellEnd"/>
      <w:r w:rsidRPr="00F90FB4">
        <w:rPr>
          <w:rFonts w:ascii="Courier New" w:hAnsi="Courier New" w:cs="Courier New"/>
          <w:b/>
        </w:rPr>
        <w:t xml:space="preserve"> </w:t>
      </w:r>
      <w:r w:rsidR="00A26DC1">
        <w:rPr>
          <w:rFonts w:ascii="Courier New" w:hAnsi="Courier New" w:cs="Courier New"/>
          <w:b/>
        </w:rPr>
        <w:t>dns</w:t>
      </w:r>
      <w:r w:rsidR="00F90FB4" w:rsidRPr="00F90FB4">
        <w:rPr>
          <w:rFonts w:ascii="Courier New" w:hAnsi="Courier New" w:cs="Courier New"/>
          <w:b/>
        </w:rPr>
        <w:t>.</w:t>
      </w:r>
      <w:r w:rsidR="00F44B48">
        <w:rPr>
          <w:rFonts w:ascii="Courier New" w:hAnsi="Courier New" w:cs="Courier New"/>
          <w:b/>
        </w:rPr>
        <w:t>enigma</w:t>
      </w:r>
      <w:r w:rsidR="007F054B">
        <w:rPr>
          <w:rFonts w:ascii="Courier New" w:hAnsi="Courier New" w:cs="Courier New"/>
          <w:b/>
        </w:rPr>
        <w:t>.de</w:t>
      </w:r>
    </w:p>
    <w:p w:rsidR="00D93B8F" w:rsidRPr="00D93B8F" w:rsidRDefault="00D93B8F" w:rsidP="00F90FB4">
      <w:pPr>
        <w:pStyle w:val="Listenabsatz"/>
        <w:numPr>
          <w:ilvl w:val="1"/>
          <w:numId w:val="16"/>
        </w:numPr>
        <w:jc w:val="both"/>
      </w:pPr>
      <w:r>
        <w:rPr>
          <w:rFonts w:ascii="Courier New" w:hAnsi="Courier New" w:cs="Courier New"/>
          <w:b/>
        </w:rPr>
        <w:t>ping 10.1.1.2</w:t>
      </w:r>
    </w:p>
    <w:p w:rsidR="00D93B8F" w:rsidRPr="00F90FB4" w:rsidRDefault="00D93B8F" w:rsidP="00F90FB4">
      <w:pPr>
        <w:pStyle w:val="Listenabsatz"/>
        <w:numPr>
          <w:ilvl w:val="1"/>
          <w:numId w:val="16"/>
        </w:numPr>
        <w:jc w:val="both"/>
      </w:pPr>
      <w:r>
        <w:rPr>
          <w:rFonts w:ascii="Courier New" w:hAnsi="Courier New" w:cs="Courier New"/>
          <w:b/>
        </w:rPr>
        <w:t>ping dns.enigma.de</w:t>
      </w:r>
    </w:p>
    <w:p w:rsidR="00C17B27" w:rsidRPr="00A26DC1" w:rsidRDefault="001452B8" w:rsidP="00F90FB4">
      <w:pPr>
        <w:pStyle w:val="Listenabsatz"/>
        <w:numPr>
          <w:ilvl w:val="1"/>
          <w:numId w:val="16"/>
        </w:numPr>
        <w:jc w:val="both"/>
      </w:pPr>
      <w:r>
        <w:sym w:font="Wingdings" w:char="F0E4"/>
      </w:r>
      <w:r>
        <w:t xml:space="preserve"> </w:t>
      </w:r>
      <w:proofErr w:type="spellStart"/>
      <w:r w:rsidR="00C17B27" w:rsidRPr="00F90FB4">
        <w:rPr>
          <w:rFonts w:ascii="Courier New" w:hAnsi="Courier New" w:cs="Courier New"/>
          <w:b/>
        </w:rPr>
        <w:t>ipconfig</w:t>
      </w:r>
      <w:proofErr w:type="spellEnd"/>
    </w:p>
    <w:p w:rsidR="00431561" w:rsidRDefault="00431561" w:rsidP="00431561">
      <w:pPr>
        <w:pStyle w:val="Listenabsatz"/>
        <w:numPr>
          <w:ilvl w:val="0"/>
          <w:numId w:val="16"/>
        </w:numPr>
        <w:jc w:val="both"/>
      </w:pPr>
      <w:r>
        <w:t>Lassen Sie sich auf dem Verwalter-NB die Netzkonfiguration anzeigen (</w:t>
      </w:r>
      <w:proofErr w:type="gramStart"/>
      <w:r>
        <w:t xml:space="preserve">Symbol </w:t>
      </w:r>
      <w:proofErr w:type="gramEnd"/>
      <w:r>
        <w:rPr>
          <w:noProof/>
        </w:rPr>
        <w:drawing>
          <wp:inline distT="0" distB="0" distL="0" distR="0" wp14:anchorId="3923FA0C" wp14:editId="343C7760">
            <wp:extent cx="130435" cy="134858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1" r="-1" b="17999"/>
                    <a:stretch/>
                  </pic:blipFill>
                  <pic:spPr bwMode="auto">
                    <a:xfrm>
                      <a:off x="0" y="0"/>
                      <a:ext cx="129988" cy="1343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).</w:t>
      </w:r>
    </w:p>
    <w:p w:rsidR="00431561" w:rsidRDefault="00431561" w:rsidP="00431561">
      <w:pPr>
        <w:pStyle w:val="Listenabsatz"/>
        <w:numPr>
          <w:ilvl w:val="0"/>
          <w:numId w:val="16"/>
        </w:numPr>
        <w:jc w:val="both"/>
      </w:pPr>
      <w:r w:rsidRPr="00A26DC1">
        <w:rPr>
          <w:i/>
        </w:rPr>
        <w:t>Beschreiben Sie die Ergebnisse. Interpretieren Sie diese.</w:t>
      </w:r>
      <w:r w:rsidRPr="00431561">
        <w:t xml:space="preserve"> </w:t>
      </w:r>
    </w:p>
    <w:p w:rsidR="00F90FB4" w:rsidRPr="00F90FB4" w:rsidRDefault="00F90FB4" w:rsidP="00A26DC1">
      <w:pPr>
        <w:pStyle w:val="Ttigkeit"/>
      </w:pPr>
      <w:r w:rsidRPr="00F90FB4">
        <w:t>Korrektur der Einrichtung</w:t>
      </w:r>
      <w:r w:rsidR="001C722D">
        <w:t xml:space="preserve"> und Erweiterung</w:t>
      </w:r>
    </w:p>
    <w:p w:rsidR="00F90FB4" w:rsidRDefault="00F90FB4" w:rsidP="001A5E67">
      <w:pPr>
        <w:pStyle w:val="Listenabsatz"/>
        <w:numPr>
          <w:ilvl w:val="0"/>
          <w:numId w:val="16"/>
        </w:numPr>
        <w:jc w:val="both"/>
      </w:pPr>
      <w:r>
        <w:t xml:space="preserve">Wechseln Sie in den </w:t>
      </w:r>
      <w:r w:rsidR="00C17B27" w:rsidRPr="00AC2679">
        <w:rPr>
          <w:b/>
        </w:rPr>
        <w:t>Entwurfsmodus</w:t>
      </w:r>
      <w:r>
        <w:t>.</w:t>
      </w:r>
    </w:p>
    <w:p w:rsidR="00F90FB4" w:rsidRDefault="00F90FB4" w:rsidP="001A5E67">
      <w:pPr>
        <w:pStyle w:val="Listenabsatz"/>
        <w:numPr>
          <w:ilvl w:val="0"/>
          <w:numId w:val="16"/>
        </w:numPr>
        <w:jc w:val="both"/>
      </w:pPr>
      <w:r>
        <w:t xml:space="preserve">Tragen Sie auf </w:t>
      </w:r>
      <w:r w:rsidRPr="006D2DA4">
        <w:rPr>
          <w:b/>
        </w:rPr>
        <w:t xml:space="preserve">allen Rechnern </w:t>
      </w:r>
      <w:r>
        <w:t xml:space="preserve">in der Netzkonfiguration </w:t>
      </w:r>
      <w:r w:rsidR="006A35A3">
        <w:t xml:space="preserve">unter Domain Name Server </w:t>
      </w:r>
      <w:r>
        <w:t xml:space="preserve">die IP-Adresse des DNS-Servers </w:t>
      </w:r>
      <w:r w:rsidR="00AC2679">
        <w:t xml:space="preserve">10.1.1.2 </w:t>
      </w:r>
      <w:r>
        <w:t>nach</w:t>
      </w:r>
      <w:r w:rsidR="00E13C85">
        <w:t xml:space="preserve"> (auch auf dem DNS-Server selbst)</w:t>
      </w:r>
      <w:r>
        <w:t>.</w:t>
      </w:r>
    </w:p>
    <w:p w:rsidR="00F90FB4" w:rsidRDefault="00F90FB4" w:rsidP="00C17B27">
      <w:pPr>
        <w:pStyle w:val="Listenabsatz"/>
        <w:numPr>
          <w:ilvl w:val="0"/>
          <w:numId w:val="16"/>
        </w:numPr>
        <w:jc w:val="both"/>
      </w:pPr>
      <w:r>
        <w:t xml:space="preserve">Wechseln Sie </w:t>
      </w:r>
      <w:r w:rsidR="001C722D">
        <w:t xml:space="preserve">zurück </w:t>
      </w:r>
      <w:r>
        <w:t>in den Aktionsmodus.</w:t>
      </w:r>
    </w:p>
    <w:p w:rsidR="006D2DA4" w:rsidRDefault="005D41F7" w:rsidP="00C17B27">
      <w:pPr>
        <w:pStyle w:val="Listenabsatz"/>
        <w:numPr>
          <w:ilvl w:val="0"/>
          <w:numId w:val="16"/>
        </w:numPr>
        <w:jc w:val="both"/>
      </w:pPr>
      <w:r w:rsidRPr="00F90FB4">
        <w:t xml:space="preserve">Prüfen Sie </w:t>
      </w:r>
      <w:r w:rsidR="00F90FB4" w:rsidRPr="00F90FB4">
        <w:t>erneut</w:t>
      </w:r>
      <w:r w:rsidR="00C17B27" w:rsidRPr="00F90FB4">
        <w:t xml:space="preserve"> die Erreichbarkeit des Servers </w:t>
      </w:r>
      <w:r w:rsidR="006D2DA4">
        <w:t>dns</w:t>
      </w:r>
      <w:r w:rsidR="00F90FB4" w:rsidRPr="00F90FB4">
        <w:t>.</w:t>
      </w:r>
      <w:r w:rsidR="00F44B48">
        <w:t>enigma</w:t>
      </w:r>
      <w:r w:rsidR="007F054B">
        <w:t>.de</w:t>
      </w:r>
      <w:r w:rsidR="006D2DA4">
        <w:t xml:space="preserve"> auf dem Verwalter-NB</w:t>
      </w:r>
      <w:r w:rsidR="00D93B8F">
        <w:t xml:space="preserve"> wie in Aufgabe 3</w:t>
      </w:r>
      <w:r w:rsidR="00C17B27" w:rsidRPr="00F90FB4">
        <w:t>.</w:t>
      </w:r>
      <w:r w:rsidR="00F90FB4" w:rsidRPr="00F90FB4">
        <w:t xml:space="preserve"> </w:t>
      </w:r>
    </w:p>
    <w:p w:rsidR="000D683F" w:rsidRPr="006D2DA4" w:rsidRDefault="001A5E67" w:rsidP="006D2DA4">
      <w:pPr>
        <w:ind w:left="360"/>
        <w:jc w:val="both"/>
      </w:pPr>
      <w:r w:rsidRPr="006D2DA4">
        <w:rPr>
          <w:i/>
        </w:rPr>
        <w:t xml:space="preserve">Begründen Sie, dass </w:t>
      </w:r>
      <w:r w:rsidR="00431561">
        <w:rPr>
          <w:i/>
        </w:rPr>
        <w:t>mit der aktuellen Einstellung auf dem DNS-Server</w:t>
      </w:r>
      <w:r w:rsidRPr="006D2DA4">
        <w:rPr>
          <w:i/>
        </w:rPr>
        <w:t xml:space="preserve"> </w:t>
      </w:r>
      <w:r w:rsidR="006D2DA4" w:rsidRPr="006D2DA4">
        <w:rPr>
          <w:i/>
        </w:rPr>
        <w:t>der Web</w:t>
      </w:r>
      <w:r w:rsidRPr="006D2DA4">
        <w:rPr>
          <w:i/>
        </w:rPr>
        <w:t>-Server</w:t>
      </w:r>
      <w:r w:rsidR="006D2DA4" w:rsidRPr="006D2DA4">
        <w:rPr>
          <w:i/>
        </w:rPr>
        <w:t xml:space="preserve"> unter </w:t>
      </w:r>
      <w:r w:rsidR="006A35A3">
        <w:rPr>
          <w:i/>
        </w:rPr>
        <w:t xml:space="preserve">dem Namen </w:t>
      </w:r>
      <w:r w:rsidR="006D2DA4" w:rsidRPr="006D2DA4">
        <w:rPr>
          <w:i/>
        </w:rPr>
        <w:t>www.enigma.de</w:t>
      </w:r>
      <w:r w:rsidRPr="006D2DA4">
        <w:rPr>
          <w:i/>
        </w:rPr>
        <w:t xml:space="preserve"> </w:t>
      </w:r>
      <w:r w:rsidR="00431561">
        <w:rPr>
          <w:i/>
        </w:rPr>
        <w:t xml:space="preserve">nicht </w:t>
      </w:r>
      <w:r w:rsidRPr="006D2DA4">
        <w:rPr>
          <w:i/>
        </w:rPr>
        <w:t>erreichbar ist.</w:t>
      </w:r>
    </w:p>
    <w:p w:rsidR="00E32BF6" w:rsidRPr="00E32BF6" w:rsidRDefault="00E32BF6" w:rsidP="006D2DA4">
      <w:pPr>
        <w:pStyle w:val="Ttigkeit"/>
      </w:pPr>
      <w:r>
        <w:t>Erweiterungen</w:t>
      </w:r>
    </w:p>
    <w:p w:rsidR="006D2DA4" w:rsidRDefault="001C722D" w:rsidP="009B49F2">
      <w:pPr>
        <w:pStyle w:val="Listenabsatz"/>
        <w:numPr>
          <w:ilvl w:val="0"/>
          <w:numId w:val="16"/>
        </w:numPr>
        <w:jc w:val="both"/>
      </w:pPr>
      <w:r>
        <w:t xml:space="preserve">Legen Sie einen neuen DNS-Eintrag für den </w:t>
      </w:r>
      <w:r w:rsidR="006D2DA4">
        <w:t>Web</w:t>
      </w:r>
      <w:r>
        <w:t>-Server 10.1.1.</w:t>
      </w:r>
      <w:r w:rsidR="006D2DA4">
        <w:t>1</w:t>
      </w:r>
      <w:r>
        <w:t xml:space="preserve"> fest. Die Domain soll </w:t>
      </w:r>
      <w:r w:rsidR="006D2DA4">
        <w:t>www</w:t>
      </w:r>
      <w:r>
        <w:t xml:space="preserve">.enigma.de lauten. Testen Sie anschließend, ob </w:t>
      </w:r>
      <w:r w:rsidR="006D2DA4">
        <w:t xml:space="preserve">Sie von einem beliebigen Web-Client den Web-Server über </w:t>
      </w:r>
      <w:r w:rsidR="006D2DA4" w:rsidRPr="006D2DA4">
        <w:t>http://www.enigma.de</w:t>
      </w:r>
      <w:r w:rsidR="006D2DA4">
        <w:t xml:space="preserve"> erreichen können</w:t>
      </w:r>
      <w:r>
        <w:t>.</w:t>
      </w:r>
    </w:p>
    <w:p w:rsidR="009B49F2" w:rsidRPr="00DE0A02" w:rsidRDefault="009B49F2" w:rsidP="009B49F2">
      <w:pPr>
        <w:pStyle w:val="Listenabsatz"/>
        <w:numPr>
          <w:ilvl w:val="0"/>
          <w:numId w:val="16"/>
        </w:numPr>
        <w:jc w:val="both"/>
      </w:pPr>
      <w:r w:rsidRPr="00DE0A02">
        <w:rPr>
          <w:i/>
        </w:rPr>
        <w:t>Beobachten Sie den Datenfluss (</w:t>
      </w:r>
      <w:r w:rsidR="006A35A3">
        <w:rPr>
          <w:i/>
        </w:rPr>
        <w:t>A</w:t>
      </w:r>
      <w:r w:rsidRPr="00DE0A02">
        <w:rPr>
          <w:i/>
        </w:rPr>
        <w:t>ufleuchten der Kabel). Beschreiben Sie die Reihenfolge.</w:t>
      </w:r>
      <w:r w:rsidR="00431561">
        <w:rPr>
          <w:i/>
        </w:rPr>
        <w:t xml:space="preserve"> Nutzen Sie die </w:t>
      </w:r>
      <w:r w:rsidR="00431561" w:rsidRPr="003F36CF">
        <w:rPr>
          <w:i/>
        </w:rPr>
        <w:t xml:space="preserve">Ausgabe im Datenaustausch </w:t>
      </w:r>
      <w:r w:rsidR="00431561">
        <w:rPr>
          <w:i/>
        </w:rPr>
        <w:t>und ein</w:t>
      </w:r>
      <w:r w:rsidR="00431561" w:rsidRPr="003F36CF">
        <w:rPr>
          <w:i/>
        </w:rPr>
        <w:t xml:space="preserve"> Schichtenmodell</w:t>
      </w:r>
      <w:r w:rsidR="00431561">
        <w:rPr>
          <w:i/>
        </w:rPr>
        <w:t>. Verlangsamen Sie ggf. zeitweise die Simulation.</w:t>
      </w:r>
    </w:p>
    <w:p w:rsidR="00E32BF6" w:rsidRDefault="00AD1440" w:rsidP="00C17B27">
      <w:pPr>
        <w:pStyle w:val="Listenabsatz"/>
        <w:numPr>
          <w:ilvl w:val="0"/>
          <w:numId w:val="16"/>
        </w:numPr>
        <w:jc w:val="both"/>
      </w:pPr>
      <w:r>
        <w:t xml:space="preserve">Legen Sie für den E-Mail-Server 10.1.1.1 die Zuordnungen </w:t>
      </w:r>
      <w:r w:rsidR="009B49F2">
        <w:t xml:space="preserve">zu </w:t>
      </w:r>
      <w:r>
        <w:t xml:space="preserve">pop3.enigma.de und </w:t>
      </w:r>
      <w:r w:rsidR="009B49F2">
        <w:t xml:space="preserve">zu </w:t>
      </w:r>
      <w:r>
        <w:t xml:space="preserve">smtp.enigma.de fest. Tauschen Sie </w:t>
      </w:r>
      <w:r w:rsidR="00DE0A02" w:rsidRPr="00DE0A02">
        <w:rPr>
          <w:b/>
        </w:rPr>
        <w:t xml:space="preserve">in </w:t>
      </w:r>
      <w:r w:rsidR="009B49F2" w:rsidRPr="00DE0A02">
        <w:rPr>
          <w:b/>
        </w:rPr>
        <w:t>allen</w:t>
      </w:r>
      <w:r w:rsidRPr="00DE0A02">
        <w:rPr>
          <w:b/>
        </w:rPr>
        <w:t xml:space="preserve"> E-Mail-Konten</w:t>
      </w:r>
      <w:r>
        <w:t xml:space="preserve"> </w:t>
      </w:r>
      <w:r w:rsidR="009B49F2">
        <w:t xml:space="preserve">auf den Notebooks </w:t>
      </w:r>
      <w:r w:rsidR="00DE0A02">
        <w:t>den</w:t>
      </w:r>
      <w:r>
        <w:t xml:space="preserve"> </w:t>
      </w:r>
      <w:r w:rsidR="00DE0A02">
        <w:t>E</w:t>
      </w:r>
      <w:r>
        <w:t xml:space="preserve">intragung 10.1.1.1 gegen pop3.enigma.de bzw. smtp.enigma.de. Testen Sie anschließend den E-Mail-Verkehr. </w:t>
      </w:r>
    </w:p>
    <w:p w:rsidR="006A35A3" w:rsidRPr="00431561" w:rsidRDefault="006A35A3" w:rsidP="006A35A3">
      <w:pPr>
        <w:pStyle w:val="Listenabsatz"/>
        <w:numPr>
          <w:ilvl w:val="0"/>
          <w:numId w:val="16"/>
        </w:numPr>
        <w:jc w:val="both"/>
      </w:pPr>
      <w:r w:rsidRPr="00BC0468">
        <w:rPr>
          <w:i/>
        </w:rPr>
        <w:t>Beschreiben Sie den erreichten Status de</w:t>
      </w:r>
      <w:r>
        <w:rPr>
          <w:i/>
        </w:rPr>
        <w:t>s Netzes</w:t>
      </w:r>
      <w:r w:rsidRPr="006A35A3">
        <w:rPr>
          <w:i/>
        </w:rPr>
        <w:t>.</w:t>
      </w:r>
    </w:p>
    <w:p w:rsidR="00B65B16" w:rsidRDefault="00B65B16">
      <w:pPr>
        <w:rPr>
          <w:rFonts w:cs="Arial"/>
          <w:b/>
          <w:bCs/>
          <w:kern w:val="32"/>
          <w:sz w:val="28"/>
          <w:szCs w:val="28"/>
        </w:rPr>
      </w:pPr>
      <w:bookmarkStart w:id="3" w:name="_Hlk354325990"/>
      <w:r>
        <w:rPr>
          <w:szCs w:val="28"/>
        </w:rPr>
        <w:br w:type="page"/>
      </w:r>
    </w:p>
    <w:p w:rsidR="00AC2679" w:rsidRPr="00031724" w:rsidRDefault="00AC2679" w:rsidP="00031724">
      <w:pPr>
        <w:pStyle w:val="berschrift1"/>
      </w:pPr>
      <w:r w:rsidRPr="00031724">
        <w:lastRenderedPageBreak/>
        <w:t>Automatische Netzkonfiguration mit DHCP</w:t>
      </w:r>
    </w:p>
    <w:p w:rsidR="00DE0A02" w:rsidRDefault="00AC2679" w:rsidP="00AC2679">
      <w:pPr>
        <w:jc w:val="both"/>
      </w:pPr>
      <w:r>
        <w:t xml:space="preserve">In Netzen mit vielen Clients ist die Einrichtung der Netzwerkkonfiguration </w:t>
      </w:r>
      <w:r w:rsidR="006A35A3">
        <w:t>der</w:t>
      </w:r>
      <w:r>
        <w:t xml:space="preserve"> Rechner schon aus zeitlichen und technischen Gründen kaum möglich. </w:t>
      </w:r>
      <w:r w:rsidR="006A35A3">
        <w:t>Es gibt jedoch</w:t>
      </w:r>
      <w:r>
        <w:t xml:space="preserve"> die Möglichkeit </w:t>
      </w:r>
      <w:r w:rsidR="006A35A3">
        <w:t xml:space="preserve">der </w:t>
      </w:r>
      <w:r>
        <w:t>automatische</w:t>
      </w:r>
      <w:r w:rsidR="006A35A3">
        <w:t>n</w:t>
      </w:r>
      <w:r>
        <w:t xml:space="preserve"> Konfiguration eines </w:t>
      </w:r>
      <w:r w:rsidR="006A35A3">
        <w:t>Netzes</w:t>
      </w:r>
      <w:r>
        <w:t xml:space="preserve"> mit Hilfe eines DHCP-Servers (</w:t>
      </w:r>
      <w:r w:rsidR="00664425">
        <w:sym w:font="Wingdings" w:char="F0E4"/>
      </w:r>
      <w:r w:rsidR="00664425">
        <w:t xml:space="preserve"> </w:t>
      </w:r>
      <w:r w:rsidRPr="00AC2679">
        <w:rPr>
          <w:b/>
        </w:rPr>
        <w:t>D</w:t>
      </w:r>
      <w:r w:rsidRPr="00AC2679">
        <w:t xml:space="preserve">ynamic </w:t>
      </w:r>
      <w:r w:rsidRPr="00AC2679">
        <w:rPr>
          <w:b/>
        </w:rPr>
        <w:t>H</w:t>
      </w:r>
      <w:r w:rsidRPr="00AC2679">
        <w:t xml:space="preserve">ost </w:t>
      </w:r>
      <w:proofErr w:type="spellStart"/>
      <w:r w:rsidRPr="00AC2679">
        <w:rPr>
          <w:b/>
        </w:rPr>
        <w:t>C</w:t>
      </w:r>
      <w:r w:rsidRPr="00AC2679">
        <w:t>onfiguration</w:t>
      </w:r>
      <w:proofErr w:type="spellEnd"/>
      <w:r w:rsidRPr="00AC2679">
        <w:t xml:space="preserve"> </w:t>
      </w:r>
      <w:r w:rsidRPr="00AC2679">
        <w:rPr>
          <w:b/>
        </w:rPr>
        <w:t>P</w:t>
      </w:r>
      <w:r w:rsidRPr="00AC2679">
        <w:t>rotocol</w:t>
      </w:r>
      <w:r w:rsidR="001C722D">
        <w:t>). Dieses soll</w:t>
      </w:r>
      <w:r>
        <w:t xml:space="preserve"> nu</w:t>
      </w:r>
      <w:r w:rsidR="005B32FC">
        <w:t>n exemplarisch</w:t>
      </w:r>
      <w:r>
        <w:t xml:space="preserve"> </w:t>
      </w:r>
      <w:r w:rsidR="0065043F">
        <w:t>für</w:t>
      </w:r>
      <w:r>
        <w:t xml:space="preserve"> </w:t>
      </w:r>
      <w:r w:rsidR="005B32FC">
        <w:t xml:space="preserve">die </w:t>
      </w:r>
      <w:r w:rsidR="0065043F">
        <w:t>Notebooks</w:t>
      </w:r>
      <w:r>
        <w:t xml:space="preserve"> </w:t>
      </w:r>
      <w:r w:rsidR="005B32FC">
        <w:t xml:space="preserve">im privaten LAN </w:t>
      </w:r>
      <w:r>
        <w:t>angewandt werden</w:t>
      </w:r>
      <w:r w:rsidR="00DE0A02">
        <w:t xml:space="preserve">. </w:t>
      </w:r>
    </w:p>
    <w:p w:rsidR="000D000F" w:rsidRPr="00431561" w:rsidRDefault="000D000F" w:rsidP="000D000F">
      <w:pPr>
        <w:pStyle w:val="Ttigkeit"/>
        <w:rPr>
          <w:sz w:val="18"/>
          <w:szCs w:val="18"/>
        </w:rPr>
      </w:pPr>
      <w:r w:rsidRPr="00431561">
        <w:rPr>
          <w:sz w:val="18"/>
          <w:szCs w:val="18"/>
        </w:rPr>
        <w:t>Hinweis</w:t>
      </w:r>
    </w:p>
    <w:p w:rsidR="000D000F" w:rsidRPr="00431561" w:rsidRDefault="001E7278" w:rsidP="001E7278">
      <w:pPr>
        <w:jc w:val="both"/>
        <w:rPr>
          <w:sz w:val="18"/>
          <w:szCs w:val="18"/>
        </w:rPr>
      </w:pPr>
      <w:r w:rsidRPr="00431561">
        <w:rPr>
          <w:sz w:val="18"/>
          <w:szCs w:val="18"/>
        </w:rPr>
        <w:t>Der DH</w:t>
      </w:r>
      <w:r w:rsidR="000D000F" w:rsidRPr="00431561">
        <w:rPr>
          <w:sz w:val="18"/>
          <w:szCs w:val="18"/>
        </w:rPr>
        <w:t xml:space="preserve">CP-Dienst läuft in </w:t>
      </w:r>
      <w:proofErr w:type="spellStart"/>
      <w:r w:rsidR="000D000F" w:rsidRPr="00431561">
        <w:rPr>
          <w:sz w:val="18"/>
          <w:szCs w:val="18"/>
        </w:rPr>
        <w:t>Filius</w:t>
      </w:r>
      <w:proofErr w:type="spellEnd"/>
      <w:r w:rsidR="000D000F" w:rsidRPr="00431561">
        <w:rPr>
          <w:sz w:val="18"/>
          <w:szCs w:val="18"/>
        </w:rPr>
        <w:t xml:space="preserve"> nicht immer stabil. Insbesondere nach einem Wechsel in den Entwurfsmodus und zurück in den Aktion</w:t>
      </w:r>
      <w:r w:rsidRPr="00431561">
        <w:rPr>
          <w:sz w:val="18"/>
          <w:szCs w:val="18"/>
        </w:rPr>
        <w:t>s</w:t>
      </w:r>
      <w:r w:rsidR="000D000F" w:rsidRPr="00431561">
        <w:rPr>
          <w:sz w:val="18"/>
          <w:szCs w:val="18"/>
        </w:rPr>
        <w:t xml:space="preserve">modus wird die Konfiguration unvollständig </w:t>
      </w:r>
      <w:r w:rsidRPr="00431561">
        <w:rPr>
          <w:sz w:val="18"/>
          <w:szCs w:val="18"/>
        </w:rPr>
        <w:t>umgesetzt</w:t>
      </w:r>
      <w:r w:rsidR="000D000F" w:rsidRPr="00431561">
        <w:rPr>
          <w:sz w:val="18"/>
          <w:szCs w:val="18"/>
        </w:rPr>
        <w:t xml:space="preserve">. Prüfen Sie daher stets die </w:t>
      </w:r>
      <w:r w:rsidRPr="00431561">
        <w:rPr>
          <w:sz w:val="18"/>
          <w:szCs w:val="18"/>
        </w:rPr>
        <w:t>Einstellungen</w:t>
      </w:r>
      <w:r w:rsidR="000D000F" w:rsidRPr="00431561">
        <w:rPr>
          <w:sz w:val="18"/>
          <w:szCs w:val="18"/>
        </w:rPr>
        <w:t xml:space="preserve"> der Clients im Aktionsmodus </w:t>
      </w:r>
      <w:r w:rsidRPr="00431561">
        <w:rPr>
          <w:sz w:val="18"/>
          <w:szCs w:val="18"/>
        </w:rPr>
        <w:t xml:space="preserve">über das </w:t>
      </w:r>
      <w:proofErr w:type="gramStart"/>
      <w:r w:rsidRPr="00431561">
        <w:rPr>
          <w:sz w:val="18"/>
          <w:szCs w:val="18"/>
        </w:rPr>
        <w:t xml:space="preserve">Symbol </w:t>
      </w:r>
      <w:proofErr w:type="gramEnd"/>
      <w:r w:rsidRPr="00431561">
        <w:rPr>
          <w:noProof/>
          <w:sz w:val="18"/>
          <w:szCs w:val="18"/>
        </w:rPr>
        <w:drawing>
          <wp:inline distT="0" distB="0" distL="0" distR="0" wp14:anchorId="3E938F31" wp14:editId="3DE910B6">
            <wp:extent cx="100725" cy="127000"/>
            <wp:effectExtent l="0" t="0" r="0" b="63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991" cy="1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561">
        <w:rPr>
          <w:sz w:val="18"/>
          <w:szCs w:val="18"/>
        </w:rPr>
        <w:t xml:space="preserve">. Bei Problemen hilft oft nur ein Neustart von </w:t>
      </w:r>
      <w:proofErr w:type="spellStart"/>
      <w:r w:rsidRPr="00431561">
        <w:rPr>
          <w:sz w:val="18"/>
          <w:szCs w:val="18"/>
        </w:rPr>
        <w:t>Filius</w:t>
      </w:r>
      <w:proofErr w:type="spellEnd"/>
      <w:r w:rsidRPr="00431561">
        <w:rPr>
          <w:sz w:val="18"/>
          <w:szCs w:val="18"/>
        </w:rPr>
        <w:t>.</w:t>
      </w:r>
    </w:p>
    <w:p w:rsidR="00DE0A02" w:rsidRPr="00753AA4" w:rsidRDefault="00E13C85" w:rsidP="00DE0A02">
      <w:pPr>
        <w:pStyle w:val="Ttigkeit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132DBA7" wp14:editId="07215EBA">
            <wp:simplePos x="0" y="0"/>
            <wp:positionH relativeFrom="column">
              <wp:posOffset>3256915</wp:posOffset>
            </wp:positionH>
            <wp:positionV relativeFrom="paragraph">
              <wp:posOffset>74295</wp:posOffset>
            </wp:positionV>
            <wp:extent cx="2482850" cy="2330450"/>
            <wp:effectExtent l="19050" t="19050" r="12700" b="12700"/>
            <wp:wrapSquare wrapText="left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0" cy="23304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A02" w:rsidRPr="00753AA4">
        <w:t xml:space="preserve">Einrichtung des </w:t>
      </w:r>
      <w:r w:rsidR="00DE0A02">
        <w:t>DHCP</w:t>
      </w:r>
      <w:r w:rsidR="00DE0A02" w:rsidRPr="00753AA4">
        <w:t>-Servers</w:t>
      </w:r>
    </w:p>
    <w:p w:rsidR="00503A82" w:rsidRDefault="00AC2679" w:rsidP="00E13C85">
      <w:pPr>
        <w:pStyle w:val="Listenabsatz"/>
        <w:numPr>
          <w:ilvl w:val="0"/>
          <w:numId w:val="18"/>
        </w:numPr>
      </w:pPr>
      <w:r>
        <w:t xml:space="preserve">Wechseln Sie in den </w:t>
      </w:r>
      <w:r w:rsidRPr="0065043F">
        <w:rPr>
          <w:b/>
        </w:rPr>
        <w:t>Entwurfsmodus</w:t>
      </w:r>
      <w:r>
        <w:t>.</w:t>
      </w:r>
    </w:p>
    <w:p w:rsidR="00E13C85" w:rsidRDefault="00E13C85" w:rsidP="00E13C85">
      <w:pPr>
        <w:pStyle w:val="Listenabsatz"/>
        <w:numPr>
          <w:ilvl w:val="0"/>
          <w:numId w:val="18"/>
        </w:numPr>
      </w:pPr>
      <w:r>
        <w:t>Prüfen Sie auf dem Server 192.168.1.1 die Netzkonfiguration, da diese die Grundlage der DHCP-Einstellung ist.</w:t>
      </w:r>
    </w:p>
    <w:p w:rsidR="00503A82" w:rsidRDefault="005B32FC" w:rsidP="00E13C85">
      <w:pPr>
        <w:pStyle w:val="Listenabsatz"/>
        <w:numPr>
          <w:ilvl w:val="0"/>
          <w:numId w:val="18"/>
        </w:numPr>
      </w:pPr>
      <w:r>
        <w:t>Wäh</w:t>
      </w:r>
      <w:r w:rsidR="00503A82">
        <w:t xml:space="preserve">len Sie </w:t>
      </w:r>
      <w:r>
        <w:t>in</w:t>
      </w:r>
      <w:r w:rsidR="00503A82">
        <w:t xml:space="preserve"> der Konfiguration den Eintrag </w:t>
      </w:r>
      <w:r w:rsidR="00503A82" w:rsidRPr="0065043F">
        <w:rPr>
          <w:b/>
        </w:rPr>
        <w:t>DHCP-Server einrichten</w:t>
      </w:r>
      <w:r w:rsidR="00503A82">
        <w:t>.</w:t>
      </w:r>
    </w:p>
    <w:p w:rsidR="00503A82" w:rsidRDefault="00503A82" w:rsidP="00E13C85">
      <w:pPr>
        <w:pStyle w:val="Listenabsatz"/>
        <w:numPr>
          <w:ilvl w:val="0"/>
          <w:numId w:val="18"/>
        </w:numPr>
      </w:pPr>
      <w:r>
        <w:t>Legen Sie die beiden Adressgrenzen mit 192.168.1.1</w:t>
      </w:r>
      <w:r w:rsidR="005B32FC">
        <w:t>0</w:t>
      </w:r>
      <w:r>
        <w:t xml:space="preserve"> und 192.168.1.</w:t>
      </w:r>
      <w:r w:rsidR="005B32FC">
        <w:t>1</w:t>
      </w:r>
      <w:r>
        <w:t>9 fest.</w:t>
      </w:r>
    </w:p>
    <w:p w:rsidR="00503A82" w:rsidRDefault="00503A82" w:rsidP="00E13C85">
      <w:pPr>
        <w:pStyle w:val="Listenabsatz"/>
        <w:numPr>
          <w:ilvl w:val="0"/>
          <w:numId w:val="18"/>
        </w:numPr>
      </w:pPr>
      <w:r>
        <w:t>Prüfen Sie den Gateway 192.168.1.254 und den DNS 10.1.1.2 und setzen Sie diese ggf. manuell.</w:t>
      </w:r>
    </w:p>
    <w:p w:rsidR="00503A82" w:rsidRDefault="00503A82" w:rsidP="00E13C85">
      <w:pPr>
        <w:pStyle w:val="Listenabsatz"/>
        <w:numPr>
          <w:ilvl w:val="0"/>
          <w:numId w:val="18"/>
        </w:numPr>
      </w:pPr>
      <w:r>
        <w:t>Aktivieren Sie DHCP.</w:t>
      </w:r>
    </w:p>
    <w:p w:rsidR="00503A82" w:rsidRDefault="00503A82" w:rsidP="00E13C85">
      <w:pPr>
        <w:pStyle w:val="Listenabsatz"/>
        <w:numPr>
          <w:ilvl w:val="0"/>
          <w:numId w:val="18"/>
        </w:numPr>
      </w:pPr>
      <w:r>
        <w:t xml:space="preserve">Aktivieren Sie nun für Alice NB und Bob-NB den Eintrag </w:t>
      </w:r>
      <w:r w:rsidRPr="0065043F">
        <w:rPr>
          <w:b/>
        </w:rPr>
        <w:t>DHCP zur Konfiguration</w:t>
      </w:r>
      <w:r>
        <w:t xml:space="preserve"> verwenden.</w:t>
      </w:r>
    </w:p>
    <w:p w:rsidR="00DE0A02" w:rsidRPr="00753AA4" w:rsidRDefault="00DE0A02" w:rsidP="00DE0A02">
      <w:pPr>
        <w:pStyle w:val="Ttigkeit"/>
      </w:pPr>
      <w:r>
        <w:t>Test</w:t>
      </w:r>
      <w:r w:rsidRPr="00753AA4">
        <w:t xml:space="preserve"> </w:t>
      </w:r>
      <w:r>
        <w:t xml:space="preserve">und Analyse </w:t>
      </w:r>
      <w:r w:rsidRPr="00753AA4">
        <w:t>des D</w:t>
      </w:r>
      <w:r>
        <w:t>HCP</w:t>
      </w:r>
      <w:r w:rsidRPr="00753AA4">
        <w:t xml:space="preserve">-Servers </w:t>
      </w:r>
    </w:p>
    <w:p w:rsidR="00503A82" w:rsidRDefault="005B32FC" w:rsidP="00166AB9">
      <w:pPr>
        <w:pStyle w:val="Listenabsatz"/>
        <w:numPr>
          <w:ilvl w:val="0"/>
          <w:numId w:val="18"/>
        </w:numPr>
      </w:pPr>
      <w:r>
        <w:t xml:space="preserve">Wechseln Sie in den </w:t>
      </w:r>
      <w:r w:rsidRPr="00DE0A02">
        <w:rPr>
          <w:b/>
        </w:rPr>
        <w:t>Aktionsmodus</w:t>
      </w:r>
      <w:r>
        <w:t xml:space="preserve"> und beobachten Sie die Startaktivitäten.</w:t>
      </w:r>
    </w:p>
    <w:p w:rsidR="00CE0B59" w:rsidRDefault="00CE0B59" w:rsidP="00166AB9">
      <w:pPr>
        <w:pStyle w:val="Listenabsatz"/>
        <w:numPr>
          <w:ilvl w:val="0"/>
          <w:numId w:val="18"/>
        </w:numPr>
      </w:pPr>
      <w:r>
        <w:t>Ermitteln Sie die automatisch zugewiesenen Adressen der beiden Notebooks (</w:t>
      </w:r>
      <w:proofErr w:type="gramStart"/>
      <w:r>
        <w:t xml:space="preserve">Symbol </w:t>
      </w:r>
      <w:proofErr w:type="gramEnd"/>
      <w:r w:rsidRPr="00166AB9">
        <w:rPr>
          <w:noProof/>
        </w:rPr>
        <w:drawing>
          <wp:inline distT="0" distB="0" distL="0" distR="0" wp14:anchorId="263BBCDF" wp14:editId="5CC96C6F">
            <wp:extent cx="100725" cy="127000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991" cy="1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).</w:t>
      </w:r>
    </w:p>
    <w:p w:rsidR="00CE0B59" w:rsidRDefault="00CE0B59" w:rsidP="00166AB9">
      <w:pPr>
        <w:pStyle w:val="Listenabsatz"/>
        <w:numPr>
          <w:ilvl w:val="0"/>
          <w:numId w:val="18"/>
        </w:numPr>
      </w:pPr>
      <w:r>
        <w:t>Prüfen Sie, ob die bisherige Netzfunktionalität erhalten geblieben ist.</w:t>
      </w:r>
    </w:p>
    <w:p w:rsidR="00DE0A02" w:rsidRPr="00166AB9" w:rsidRDefault="00DE0A02" w:rsidP="00166AB9">
      <w:pPr>
        <w:pStyle w:val="Listenabsatz"/>
        <w:numPr>
          <w:ilvl w:val="0"/>
          <w:numId w:val="18"/>
        </w:numPr>
      </w:pPr>
      <w:r>
        <w:t xml:space="preserve">Lassen Sie sich den Datenaustausch vom Alice-NB anzeigen. </w:t>
      </w:r>
      <w:r w:rsidRPr="00DE0A02">
        <w:rPr>
          <w:i/>
        </w:rPr>
        <w:t>Beschreiben Sie die Initialisierungsphase</w:t>
      </w:r>
      <w:r w:rsidR="00C069E7">
        <w:rPr>
          <w:i/>
        </w:rPr>
        <w:t xml:space="preserve"> mittels DHCP</w:t>
      </w:r>
      <w:r w:rsidRPr="00DE0A02">
        <w:rPr>
          <w:i/>
        </w:rPr>
        <w:t>.</w:t>
      </w:r>
    </w:p>
    <w:p w:rsidR="00166AB9" w:rsidRDefault="00166AB9" w:rsidP="00166AB9">
      <w:pPr>
        <w:pStyle w:val="Listenabsatz"/>
        <w:numPr>
          <w:ilvl w:val="0"/>
          <w:numId w:val="18"/>
        </w:numPr>
      </w:pPr>
      <w:r w:rsidRPr="00166AB9">
        <w:t>Prüfen Sie, ob die IP-Adresszuor</w:t>
      </w:r>
      <w:r>
        <w:t>d</w:t>
      </w:r>
      <w:r w:rsidRPr="00166AB9">
        <w:t>nung beim Wechsel in den Aktion</w:t>
      </w:r>
      <w:r>
        <w:t>s</w:t>
      </w:r>
      <w:r w:rsidRPr="00166AB9">
        <w:t>modus stets gleich ist.</w:t>
      </w:r>
    </w:p>
    <w:p w:rsidR="00D93B8F" w:rsidRPr="00D93B8F" w:rsidRDefault="00D93B8F" w:rsidP="00166AB9">
      <w:pPr>
        <w:pStyle w:val="Listenabsatz"/>
        <w:numPr>
          <w:ilvl w:val="0"/>
          <w:numId w:val="18"/>
        </w:numPr>
        <w:rPr>
          <w:i/>
        </w:rPr>
      </w:pPr>
      <w:r w:rsidRPr="00D93B8F">
        <w:rPr>
          <w:i/>
        </w:rPr>
        <w:t xml:space="preserve">Beschreiben Sie die Parameter, die DHCP auf den </w:t>
      </w:r>
      <w:r w:rsidR="00D7615E" w:rsidRPr="00D93B8F">
        <w:rPr>
          <w:i/>
        </w:rPr>
        <w:t>Clients</w:t>
      </w:r>
      <w:r w:rsidRPr="00D93B8F">
        <w:rPr>
          <w:i/>
        </w:rPr>
        <w:t xml:space="preserve"> einrichtet.</w:t>
      </w:r>
    </w:p>
    <w:p w:rsidR="00B65B16" w:rsidRDefault="00B65B16">
      <w:pPr>
        <w:rPr>
          <w:rFonts w:cs="Arial"/>
          <w:b/>
          <w:bCs/>
          <w:kern w:val="32"/>
          <w:sz w:val="28"/>
          <w:szCs w:val="28"/>
        </w:rPr>
      </w:pPr>
      <w:r>
        <w:rPr>
          <w:szCs w:val="28"/>
        </w:rPr>
        <w:br w:type="page"/>
      </w:r>
    </w:p>
    <w:p w:rsidR="00570EDC" w:rsidRDefault="00836E20" w:rsidP="00570EDC">
      <w:pPr>
        <w:pStyle w:val="berschrift1"/>
      </w:pPr>
      <w:r>
        <w:rPr>
          <w:szCs w:val="28"/>
        </w:rPr>
        <w:lastRenderedPageBreak/>
        <w:t xml:space="preserve">Simulation </w:t>
      </w:r>
      <w:r w:rsidR="00AE5D33">
        <w:rPr>
          <w:szCs w:val="28"/>
        </w:rPr>
        <w:t>des</w:t>
      </w:r>
      <w:r>
        <w:rPr>
          <w:szCs w:val="28"/>
        </w:rPr>
        <w:t xml:space="preserve"> </w:t>
      </w:r>
      <w:r w:rsidR="00210029">
        <w:rPr>
          <w:szCs w:val="28"/>
        </w:rPr>
        <w:t>E-Mail-</w:t>
      </w:r>
      <w:r>
        <w:rPr>
          <w:szCs w:val="28"/>
        </w:rPr>
        <w:t>Verkehrs</w:t>
      </w:r>
    </w:p>
    <w:p w:rsidR="00210029" w:rsidRDefault="00210029" w:rsidP="00570EDC">
      <w:pPr>
        <w:jc w:val="both"/>
      </w:pPr>
      <w:r>
        <w:t xml:space="preserve">In der Regel sind </w:t>
      </w:r>
      <w:r w:rsidR="00D93B8F">
        <w:t>am</w:t>
      </w:r>
      <w:r>
        <w:t xml:space="preserve"> E-Mail-</w:t>
      </w:r>
      <w:r w:rsidR="00591270">
        <w:t>Verkehr</w:t>
      </w:r>
      <w:r>
        <w:t xml:space="preserve"> verschiedene Provider und damit verschiedene Server beteiligt. S</w:t>
      </w:r>
      <w:r w:rsidR="004D6397">
        <w:t>chrei</w:t>
      </w:r>
      <w:r w:rsidR="00AE5D33">
        <w:t>b</w:t>
      </w:r>
      <w:r w:rsidR="004D6397">
        <w:t xml:space="preserve">t man </w:t>
      </w:r>
      <w:r w:rsidR="00591270">
        <w:t>eine E-Mail vom Uni-</w:t>
      </w:r>
      <w:r>
        <w:t xml:space="preserve">Account, so landet </w:t>
      </w:r>
      <w:r w:rsidR="00591270">
        <w:t>diese</w:t>
      </w:r>
      <w:r>
        <w:t xml:space="preserve"> im Uni-Se</w:t>
      </w:r>
      <w:r w:rsidR="00591270">
        <w:t>r</w:t>
      </w:r>
      <w:r>
        <w:t>ver und wird dann zum Empfänger-Server zugestellt. Dieses Szenario soll nun entwickelt werden. Dazu benötigen w</w:t>
      </w:r>
      <w:r w:rsidR="00591270">
        <w:t>ir einen weiteren E-M</w:t>
      </w:r>
      <w:r w:rsidR="0065043F">
        <w:t xml:space="preserve">ail-Server, außerdem </w:t>
      </w:r>
      <w:r w:rsidR="00AD1440">
        <w:t>erhält</w:t>
      </w:r>
      <w:r w:rsidR="004D6397">
        <w:t xml:space="preserve"> Alice ein neues E-Mail-Konto</w:t>
      </w:r>
      <w:r w:rsidR="006A35A3">
        <w:t xml:space="preserve">, da </w:t>
      </w:r>
      <w:proofErr w:type="spellStart"/>
      <w:r w:rsidR="006A35A3">
        <w:t>Filius</w:t>
      </w:r>
      <w:proofErr w:type="spellEnd"/>
      <w:r w:rsidR="006A35A3">
        <w:t xml:space="preserve"> nur ein Konto pro Mailclient verwalten kann.</w:t>
      </w:r>
    </w:p>
    <w:p w:rsidR="00A50497" w:rsidRPr="00A50497" w:rsidRDefault="0065043F" w:rsidP="00C069E7">
      <w:pPr>
        <w:pStyle w:val="Ttigkeit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651CBB8" wp14:editId="7B01332C">
            <wp:simplePos x="0" y="0"/>
            <wp:positionH relativeFrom="column">
              <wp:posOffset>3698240</wp:posOffset>
            </wp:positionH>
            <wp:positionV relativeFrom="paragraph">
              <wp:posOffset>164465</wp:posOffset>
            </wp:positionV>
            <wp:extent cx="2085340" cy="1847850"/>
            <wp:effectExtent l="0" t="0" r="0" b="0"/>
            <wp:wrapSquare wrapText="left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34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0497" w:rsidRPr="00A50497">
        <w:t>Einrichtung des zweiten E-Mail-Servers</w:t>
      </w:r>
      <w:r w:rsidR="00A50497">
        <w:t xml:space="preserve"> und -kontos</w:t>
      </w:r>
    </w:p>
    <w:p w:rsidR="00591270" w:rsidRPr="00A50497" w:rsidRDefault="00591270" w:rsidP="00A50497">
      <w:pPr>
        <w:pStyle w:val="Listenabsatz"/>
        <w:numPr>
          <w:ilvl w:val="0"/>
          <w:numId w:val="20"/>
        </w:numPr>
        <w:jc w:val="both"/>
      </w:pPr>
      <w:r w:rsidRPr="00A50497">
        <w:t xml:space="preserve">Installieren Sie auf </w:t>
      </w:r>
      <w:r w:rsidR="00A50497">
        <w:t>dem</w:t>
      </w:r>
      <w:r w:rsidR="004D6397" w:rsidRPr="00A50497">
        <w:t xml:space="preserve"> </w:t>
      </w:r>
      <w:r w:rsidR="00A50497">
        <w:t xml:space="preserve">Server im privaten LAN </w:t>
      </w:r>
      <w:r w:rsidR="00C069E7">
        <w:t>einen neuen</w:t>
      </w:r>
      <w:r w:rsidRPr="00A50497">
        <w:t xml:space="preserve"> Mail-Server </w:t>
      </w:r>
      <w:r w:rsidR="006D5994" w:rsidRPr="00A50497">
        <w:t>mit</w:t>
      </w:r>
      <w:r w:rsidR="00A50497">
        <w:t xml:space="preserve"> den Daten</w:t>
      </w:r>
      <w:r w:rsidR="004D6397" w:rsidRPr="00A50497">
        <w:t>:</w:t>
      </w:r>
      <w:r w:rsidR="006D5994" w:rsidRPr="00A50497">
        <w:t xml:space="preserve"> </w:t>
      </w:r>
    </w:p>
    <w:p w:rsidR="00591270" w:rsidRPr="00A50497" w:rsidRDefault="00591270" w:rsidP="00591270">
      <w:pPr>
        <w:pStyle w:val="Listenabsatz"/>
        <w:numPr>
          <w:ilvl w:val="1"/>
          <w:numId w:val="17"/>
        </w:numPr>
        <w:jc w:val="both"/>
        <w:rPr>
          <w:rFonts w:cs="Courier New"/>
        </w:rPr>
      </w:pPr>
      <w:r w:rsidRPr="004D6397">
        <w:rPr>
          <w:rFonts w:ascii="Courier New" w:hAnsi="Courier New" w:cs="Courier New"/>
          <w:b/>
        </w:rPr>
        <w:t>Maildomain: privat.</w:t>
      </w:r>
      <w:r w:rsidR="007F054B">
        <w:rPr>
          <w:rFonts w:ascii="Courier New" w:hAnsi="Courier New" w:cs="Courier New"/>
          <w:b/>
        </w:rPr>
        <w:t>de</w:t>
      </w:r>
    </w:p>
    <w:p w:rsidR="00591270" w:rsidRPr="00A50497" w:rsidRDefault="00591270" w:rsidP="006A35A3">
      <w:pPr>
        <w:pStyle w:val="Listenabsatz"/>
        <w:numPr>
          <w:ilvl w:val="1"/>
          <w:numId w:val="17"/>
        </w:numPr>
      </w:pPr>
      <w:r w:rsidRPr="004D6397">
        <w:rPr>
          <w:rFonts w:ascii="Courier New" w:hAnsi="Courier New" w:cs="Courier New"/>
          <w:b/>
        </w:rPr>
        <w:t>Neues Konto</w:t>
      </w:r>
      <w:r w:rsidRPr="00591270">
        <w:t xml:space="preserve">: </w:t>
      </w:r>
      <w:r w:rsidRPr="004D6397">
        <w:rPr>
          <w:rFonts w:ascii="Courier New" w:hAnsi="Courier New" w:cs="Courier New"/>
          <w:b/>
        </w:rPr>
        <w:t>alice2</w:t>
      </w:r>
      <w:r w:rsidRPr="00591270">
        <w:t xml:space="preserve"> und Passwort </w:t>
      </w:r>
      <w:r w:rsidRPr="004D6397">
        <w:rPr>
          <w:rFonts w:ascii="Courier New" w:hAnsi="Courier New" w:cs="Courier New"/>
          <w:b/>
        </w:rPr>
        <w:t>geheim</w:t>
      </w:r>
    </w:p>
    <w:p w:rsidR="00591270" w:rsidRPr="00591270" w:rsidRDefault="00591270" w:rsidP="00A50497">
      <w:pPr>
        <w:pStyle w:val="Listenabsatz"/>
        <w:numPr>
          <w:ilvl w:val="0"/>
          <w:numId w:val="20"/>
        </w:numPr>
        <w:jc w:val="both"/>
      </w:pPr>
      <w:r w:rsidRPr="00591270">
        <w:t>Starten Sie den E-Mail-Server.</w:t>
      </w:r>
    </w:p>
    <w:p w:rsidR="004D6397" w:rsidRDefault="00591270" w:rsidP="00A50497">
      <w:pPr>
        <w:pStyle w:val="Listenabsatz"/>
        <w:numPr>
          <w:ilvl w:val="0"/>
          <w:numId w:val="20"/>
        </w:numPr>
        <w:jc w:val="both"/>
      </w:pPr>
      <w:r>
        <w:t>Ändern</w:t>
      </w:r>
      <w:r w:rsidRPr="00591270">
        <w:t xml:space="preserve"> Sie auf dem Alice-NB das E-Mail-</w:t>
      </w:r>
      <w:r>
        <w:t>Konto</w:t>
      </w:r>
      <w:r w:rsidR="00AE5D33">
        <w:t xml:space="preserve"> wie nebenstehend ab. </w:t>
      </w:r>
      <w:r w:rsidRPr="00591270">
        <w:t xml:space="preserve"> </w:t>
      </w:r>
      <w:r w:rsidR="00AE5D33" w:rsidRPr="00C069E7">
        <w:rPr>
          <w:i/>
        </w:rPr>
        <w:t>Beschreiben Sie die Änderungen.</w:t>
      </w:r>
      <w:r w:rsidRPr="00C069E7">
        <w:rPr>
          <w:i/>
        </w:rPr>
        <w:t xml:space="preserve"> </w:t>
      </w:r>
    </w:p>
    <w:p w:rsidR="00E32BF6" w:rsidRDefault="00E32BF6" w:rsidP="00A50497">
      <w:pPr>
        <w:pStyle w:val="Listenabsatz"/>
        <w:numPr>
          <w:ilvl w:val="0"/>
          <w:numId w:val="20"/>
        </w:numPr>
        <w:jc w:val="both"/>
      </w:pPr>
      <w:r>
        <w:t>Löschen Sie auf dem Mail-Server 10.1.1.1 den Nutzer Alice.</w:t>
      </w:r>
    </w:p>
    <w:p w:rsidR="00A50497" w:rsidRPr="00A50497" w:rsidRDefault="00A50497" w:rsidP="00C069E7">
      <w:pPr>
        <w:pStyle w:val="Ttigkeit"/>
      </w:pPr>
      <w:r>
        <w:t>Anpassen des DNS-Servers</w:t>
      </w:r>
    </w:p>
    <w:p w:rsidR="00591270" w:rsidRPr="004D6397" w:rsidRDefault="006D5994" w:rsidP="004D6397">
      <w:pPr>
        <w:jc w:val="both"/>
      </w:pPr>
      <w:r w:rsidRPr="004D6397">
        <w:t>W</w:t>
      </w:r>
      <w:r w:rsidR="004D6397">
        <w:t>ir haben damit zwei Mail-</w:t>
      </w:r>
      <w:r w:rsidR="00A50497">
        <w:t>Domains</w:t>
      </w:r>
      <w:r w:rsidRPr="004D6397">
        <w:t xml:space="preserve">: </w:t>
      </w:r>
      <w:r w:rsidR="004D6397">
        <w:t xml:space="preserve">privates </w:t>
      </w:r>
      <w:r w:rsidRPr="004D6397">
        <w:t>LAN</w:t>
      </w:r>
      <w:r w:rsidR="004D6397">
        <w:t xml:space="preserve"> </w:t>
      </w:r>
      <w:r w:rsidR="00AE5D33">
        <w:t>mit</w:t>
      </w:r>
      <w:r w:rsidR="004D6397">
        <w:t xml:space="preserve"> </w:t>
      </w:r>
      <w:r w:rsidR="00FB1B42">
        <w:t>privat.de</w:t>
      </w:r>
      <w:r w:rsidR="004D6397">
        <w:t xml:space="preserve">, </w:t>
      </w:r>
      <w:r w:rsidRPr="004D6397">
        <w:t>Schul-LAN</w:t>
      </w:r>
      <w:r w:rsidR="004D6397">
        <w:t xml:space="preserve"> </w:t>
      </w:r>
      <w:r w:rsidR="00AE5D33">
        <w:t xml:space="preserve">mit </w:t>
      </w:r>
      <w:r w:rsidR="00F44B48">
        <w:t>enigma</w:t>
      </w:r>
      <w:r w:rsidR="007F054B">
        <w:t>.de</w:t>
      </w:r>
    </w:p>
    <w:p w:rsidR="00BB7ACE" w:rsidRDefault="006012E7" w:rsidP="00A50497">
      <w:pPr>
        <w:pStyle w:val="Listenabsatz"/>
        <w:numPr>
          <w:ilvl w:val="0"/>
          <w:numId w:val="20"/>
        </w:numPr>
        <w:jc w:val="both"/>
      </w:pPr>
      <w:r>
        <w:t xml:space="preserve">Rufen Sie </w:t>
      </w:r>
      <w:r w:rsidR="00AE5D33">
        <w:t xml:space="preserve">E-Mails </w:t>
      </w:r>
      <w:r>
        <w:t xml:space="preserve">vom Alice-NB ab. </w:t>
      </w:r>
      <w:r w:rsidRPr="00C069E7">
        <w:rPr>
          <w:i/>
        </w:rPr>
        <w:t>Begründen Sie die Fehlermeldung.</w:t>
      </w:r>
    </w:p>
    <w:p w:rsidR="00BB7ACE" w:rsidRDefault="006D5994" w:rsidP="00A50497">
      <w:pPr>
        <w:pStyle w:val="Listenabsatz"/>
        <w:numPr>
          <w:ilvl w:val="0"/>
          <w:numId w:val="20"/>
        </w:numPr>
        <w:jc w:val="both"/>
      </w:pPr>
      <w:r>
        <w:t>Korrigieren Sie a</w:t>
      </w:r>
      <w:r w:rsidR="006012E7">
        <w:t>uf dem DNS-Server die Zuordnungen s</w:t>
      </w:r>
      <w:r>
        <w:t>mtp.</w:t>
      </w:r>
      <w:r w:rsidR="00FB1B42">
        <w:t>privat.de</w:t>
      </w:r>
      <w:r>
        <w:t xml:space="preserve"> und pop3.</w:t>
      </w:r>
      <w:r w:rsidR="00FB1B42">
        <w:t>privat.de</w:t>
      </w:r>
      <w:r>
        <w:t xml:space="preserve"> zum neuen E-Mail-Server 192.168.1.</w:t>
      </w:r>
      <w:r w:rsidR="00A50497">
        <w:t>1</w:t>
      </w:r>
      <w:r>
        <w:t>.</w:t>
      </w:r>
    </w:p>
    <w:p w:rsidR="00AE5D33" w:rsidRDefault="00AE5D33" w:rsidP="00AE5D33">
      <w:pPr>
        <w:pStyle w:val="Listenabsatz"/>
        <w:numPr>
          <w:ilvl w:val="0"/>
          <w:numId w:val="20"/>
        </w:numPr>
        <w:jc w:val="both"/>
      </w:pPr>
      <w:r>
        <w:t xml:space="preserve">Rufen Sie erneut E-Mails vom Alice-NB ab. </w:t>
      </w:r>
      <w:r w:rsidRPr="00C069E7">
        <w:rPr>
          <w:i/>
        </w:rPr>
        <w:t>Begründen Sie das Fehlen der Fehlermeldung.</w:t>
      </w:r>
    </w:p>
    <w:p w:rsidR="00045739" w:rsidRDefault="00045739" w:rsidP="00A50497">
      <w:pPr>
        <w:pStyle w:val="Listenabsatz"/>
        <w:numPr>
          <w:ilvl w:val="0"/>
          <w:numId w:val="20"/>
        </w:numPr>
        <w:jc w:val="both"/>
      </w:pPr>
      <w:r>
        <w:t xml:space="preserve">Senden Sie nun vom Alice-NB eine E-Mail an </w:t>
      </w:r>
      <w:r w:rsidRPr="004D6397">
        <w:t>alice2@</w:t>
      </w:r>
      <w:r w:rsidR="00FB1B42">
        <w:t>privat.de</w:t>
      </w:r>
      <w:r>
        <w:t xml:space="preserve"> und eine an </w:t>
      </w:r>
      <w:r w:rsidRPr="004D6397">
        <w:t>bob@</w:t>
      </w:r>
      <w:r w:rsidR="00F44B48">
        <w:t>enigma</w:t>
      </w:r>
      <w:r w:rsidR="007F054B">
        <w:t>.de</w:t>
      </w:r>
      <w:r>
        <w:t xml:space="preserve">. </w:t>
      </w:r>
      <w:r w:rsidRPr="00C069E7">
        <w:rPr>
          <w:i/>
        </w:rPr>
        <w:t>Beschreiben Sie die Orte, an denen die Mails lagern.</w:t>
      </w:r>
      <w:r w:rsidR="006D5994" w:rsidRPr="00C069E7">
        <w:rPr>
          <w:i/>
        </w:rPr>
        <w:t xml:space="preserve"> Nutzen Sie </w:t>
      </w:r>
      <w:r w:rsidR="00D20243" w:rsidRPr="00C069E7">
        <w:rPr>
          <w:i/>
        </w:rPr>
        <w:t>das Server-Log</w:t>
      </w:r>
      <w:r w:rsidR="006D5994" w:rsidRPr="00C069E7">
        <w:rPr>
          <w:i/>
        </w:rPr>
        <w:t>.</w:t>
      </w:r>
    </w:p>
    <w:p w:rsidR="00045739" w:rsidRDefault="00045739" w:rsidP="00A50497">
      <w:pPr>
        <w:pStyle w:val="Listenabsatz"/>
        <w:numPr>
          <w:ilvl w:val="0"/>
          <w:numId w:val="20"/>
        </w:numPr>
        <w:jc w:val="both"/>
      </w:pPr>
      <w:r>
        <w:t xml:space="preserve">Rufen Sie die E-Mails auf dem Alice-NB und auf </w:t>
      </w:r>
      <w:r w:rsidR="006D5994">
        <w:t xml:space="preserve">dem </w:t>
      </w:r>
      <w:r>
        <w:t>Bob-NB ab. Prüfen Sie, ob alle gesendeten E-Mails auch angekommen sind.</w:t>
      </w:r>
    </w:p>
    <w:p w:rsidR="00C069E7" w:rsidRDefault="00C069E7" w:rsidP="00A50497">
      <w:pPr>
        <w:pStyle w:val="Listenabsatz"/>
        <w:numPr>
          <w:ilvl w:val="0"/>
          <w:numId w:val="20"/>
        </w:numPr>
        <w:jc w:val="both"/>
      </w:pPr>
      <w:r w:rsidRPr="00CE0B59">
        <w:t xml:space="preserve">Offensichtlich funktioniert die </w:t>
      </w:r>
      <w:r>
        <w:t>Kommunikation zwischen dem</w:t>
      </w:r>
      <w:r w:rsidRPr="00CE0B59">
        <w:t xml:space="preserve"> Mailserver </w:t>
      </w:r>
      <w:r>
        <w:t>privat.de</w:t>
      </w:r>
      <w:r w:rsidRPr="00CE0B59">
        <w:t xml:space="preserve"> </w:t>
      </w:r>
      <w:r>
        <w:t>und dem</w:t>
      </w:r>
      <w:r w:rsidRPr="00CE0B59">
        <w:t xml:space="preserve"> Mailserver </w:t>
      </w:r>
      <w:r>
        <w:t>enigma.de</w:t>
      </w:r>
      <w:r w:rsidRPr="00CE0B59">
        <w:t xml:space="preserve"> nicht. </w:t>
      </w:r>
    </w:p>
    <w:p w:rsidR="00045739" w:rsidRPr="00C069E7" w:rsidRDefault="00045739" w:rsidP="00C069E7">
      <w:pPr>
        <w:ind w:left="360"/>
        <w:jc w:val="both"/>
      </w:pPr>
      <w:r w:rsidRPr="00C069E7">
        <w:t xml:space="preserve">Tragen Sie im DNS auf der Registerkarte </w:t>
      </w:r>
      <w:r w:rsidRPr="00C069E7">
        <w:rPr>
          <w:b/>
        </w:rPr>
        <w:t>Mailaustausch (MX)</w:t>
      </w:r>
      <w:r w:rsidRPr="00C069E7">
        <w:t xml:space="preserve"> die beiden Mail-Server ein, also </w:t>
      </w:r>
      <w:r w:rsidR="00F44B48" w:rsidRPr="00C069E7">
        <w:t>enigma</w:t>
      </w:r>
      <w:r w:rsidR="007F054B" w:rsidRPr="00C069E7">
        <w:t>.de</w:t>
      </w:r>
      <w:r w:rsidRPr="00C069E7">
        <w:t xml:space="preserve"> – smtp.</w:t>
      </w:r>
      <w:r w:rsidR="00F44B48" w:rsidRPr="00C069E7">
        <w:t>enigma</w:t>
      </w:r>
      <w:r w:rsidR="007F054B" w:rsidRPr="00C069E7">
        <w:t>.de</w:t>
      </w:r>
      <w:r w:rsidR="006D5994" w:rsidRPr="00C069E7">
        <w:t xml:space="preserve"> und </w:t>
      </w:r>
      <w:r w:rsidR="00FB1B42" w:rsidRPr="00C069E7">
        <w:t>privat.de</w:t>
      </w:r>
      <w:r w:rsidR="006D5994" w:rsidRPr="00C069E7">
        <w:t xml:space="preserve"> – smtp.</w:t>
      </w:r>
      <w:r w:rsidR="00FB1B42" w:rsidRPr="00C069E7">
        <w:t>privat.de</w:t>
      </w:r>
      <w:r w:rsidRPr="00C069E7">
        <w:t>. Diese Einträge sorgen dafü</w:t>
      </w:r>
      <w:r w:rsidR="00D93B8F">
        <w:t xml:space="preserve">r, dass E-Mails mit der Domain </w:t>
      </w:r>
      <w:r w:rsidR="00F44B48" w:rsidRPr="00C069E7">
        <w:t>enigma</w:t>
      </w:r>
      <w:r w:rsidR="007F054B" w:rsidRPr="00C069E7">
        <w:t>.de</w:t>
      </w:r>
      <w:r w:rsidRPr="00C069E7">
        <w:t xml:space="preserve"> auch an den korrekten SMTP-Server </w:t>
      </w:r>
      <w:r w:rsidR="00A33593" w:rsidRPr="00C069E7">
        <w:t xml:space="preserve">smtp.enigma.de </w:t>
      </w:r>
      <w:r w:rsidRPr="00C069E7">
        <w:t>weitergegeben werden.</w:t>
      </w:r>
    </w:p>
    <w:p w:rsidR="00045739" w:rsidRPr="00831B56" w:rsidRDefault="00045739" w:rsidP="00A50497">
      <w:pPr>
        <w:pStyle w:val="Listenabsatz"/>
        <w:numPr>
          <w:ilvl w:val="0"/>
          <w:numId w:val="20"/>
        </w:numPr>
        <w:jc w:val="both"/>
      </w:pPr>
      <w:r>
        <w:t>Testen Sie nun erneut das Senden und Empfangen von E-Mails zwischen Alice</w:t>
      </w:r>
      <w:r w:rsidR="00A33593">
        <w:t>, Bob und dem Verwalter</w:t>
      </w:r>
      <w:r>
        <w:t>.</w:t>
      </w:r>
      <w:r w:rsidR="00C069E7">
        <w:t xml:space="preserve"> </w:t>
      </w:r>
      <w:r w:rsidR="00C069E7" w:rsidRPr="00C069E7">
        <w:rPr>
          <w:i/>
        </w:rPr>
        <w:t>Beobachten Sie den Sendungsverlauf. Beschreiben Sie diesen.</w:t>
      </w:r>
    </w:p>
    <w:p w:rsidR="00831B56" w:rsidRPr="00431561" w:rsidRDefault="00831B56" w:rsidP="00831B56">
      <w:pPr>
        <w:pStyle w:val="Listenabsatz"/>
        <w:numPr>
          <w:ilvl w:val="0"/>
          <w:numId w:val="20"/>
        </w:numPr>
        <w:jc w:val="both"/>
      </w:pPr>
      <w:r w:rsidRPr="00BC0468">
        <w:rPr>
          <w:i/>
        </w:rPr>
        <w:t>Beschreiben Sie den erreichten Status de</w:t>
      </w:r>
      <w:r>
        <w:rPr>
          <w:i/>
        </w:rPr>
        <w:t>s Netzes</w:t>
      </w:r>
      <w:r w:rsidRPr="006A35A3">
        <w:rPr>
          <w:i/>
        </w:rPr>
        <w:t>.</w:t>
      </w:r>
    </w:p>
    <w:p w:rsidR="00831B56" w:rsidRDefault="00831B56" w:rsidP="00826F3B">
      <w:pPr>
        <w:pStyle w:val="Listenabsatz"/>
        <w:numPr>
          <w:ilvl w:val="0"/>
          <w:numId w:val="20"/>
        </w:numPr>
        <w:jc w:val="both"/>
      </w:pPr>
      <w:r>
        <w:rPr>
          <w:i/>
        </w:rPr>
        <w:t>Was haben Sie bis hierher gelernt/erfahren? Welche Probleme gab es im Lernprozess?</w:t>
      </w:r>
    </w:p>
    <w:p w:rsidR="00B65B16" w:rsidRDefault="00A33593" w:rsidP="00826F3B">
      <w:pPr>
        <w:jc w:val="center"/>
        <w:rPr>
          <w:rFonts w:cs="Arial"/>
          <w:b/>
          <w:bCs/>
          <w:kern w:val="32"/>
          <w:sz w:val="28"/>
          <w:szCs w:val="28"/>
        </w:rPr>
      </w:pPr>
      <w:r>
        <w:rPr>
          <w:noProof/>
        </w:rPr>
        <w:drawing>
          <wp:inline distT="0" distB="0" distL="0" distR="0" wp14:anchorId="78151D4F" wp14:editId="5D12697E">
            <wp:extent cx="2071191" cy="1581150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6510" cy="158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65E21D" wp14:editId="2DA0361F">
            <wp:extent cx="2087879" cy="1581150"/>
            <wp:effectExtent l="0" t="0" r="825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1110" cy="1583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5B16">
        <w:rPr>
          <w:szCs w:val="28"/>
        </w:rPr>
        <w:br w:type="page"/>
      </w:r>
    </w:p>
    <w:p w:rsidR="00836E20" w:rsidRPr="00031724" w:rsidRDefault="00031724" w:rsidP="00031724">
      <w:pPr>
        <w:pStyle w:val="berschrift1"/>
      </w:pPr>
      <w:r w:rsidRPr="00031724">
        <w:lastRenderedPageBreak/>
        <w:t xml:space="preserve">(Zusatz) </w:t>
      </w:r>
      <w:r w:rsidR="00AE5D33" w:rsidRPr="00031724">
        <w:t>Aufbau einer</w:t>
      </w:r>
      <w:r w:rsidR="006D5994" w:rsidRPr="00031724">
        <w:t xml:space="preserve"> </w:t>
      </w:r>
      <w:r w:rsidR="00836E20" w:rsidRPr="00031724">
        <w:t>DNS-Server</w:t>
      </w:r>
      <w:r w:rsidR="00AE5D33" w:rsidRPr="00031724">
        <w:t>-Struktur</w:t>
      </w:r>
      <w:r w:rsidR="00836E20" w:rsidRPr="00031724">
        <w:t xml:space="preserve"> </w:t>
      </w:r>
    </w:p>
    <w:p w:rsidR="00836E20" w:rsidRDefault="00570EDC" w:rsidP="00570EDC">
      <w:pPr>
        <w:jc w:val="both"/>
      </w:pPr>
      <w:bookmarkStart w:id="4" w:name="_Hlk354414592"/>
      <w:r>
        <w:t xml:space="preserve">Die bisherige DNS-Einstellung ist </w:t>
      </w:r>
      <w:r w:rsidR="00836E20">
        <w:t>bei genauer Betrachtung sehr unrealistisch</w:t>
      </w:r>
      <w:r>
        <w:t xml:space="preserve">, da der </w:t>
      </w:r>
      <w:r w:rsidR="00836E20">
        <w:t xml:space="preserve">Administrator in der Schule alle Informationen aus dem privaten Netz kennen und auf dem DNS eintragen müsste. In der Realität sind verschiedene DNS-Server vorhanden. </w:t>
      </w:r>
      <w:r w:rsidR="00AE5D33">
        <w:t>Oberste Instanz sind</w:t>
      </w:r>
      <w:r w:rsidR="00836E20">
        <w:t xml:space="preserve"> </w:t>
      </w:r>
      <w:r w:rsidR="00D93B8F" w:rsidRPr="00D93B8F">
        <w:rPr>
          <w:b/>
        </w:rPr>
        <w:sym w:font="Wingdings" w:char="F0E4"/>
      </w:r>
      <w:r w:rsidR="00D93B8F" w:rsidRPr="00D93B8F">
        <w:rPr>
          <w:b/>
        </w:rPr>
        <w:t xml:space="preserve"> </w:t>
      </w:r>
      <w:r w:rsidR="006D5994" w:rsidRPr="00D93B8F">
        <w:rPr>
          <w:b/>
        </w:rPr>
        <w:t>DNS-</w:t>
      </w:r>
      <w:r w:rsidR="00836E20" w:rsidRPr="00D93B8F">
        <w:rPr>
          <w:b/>
        </w:rPr>
        <w:t>Root-Server</w:t>
      </w:r>
      <w:r w:rsidR="00836E20">
        <w:t xml:space="preserve">, die </w:t>
      </w:r>
      <w:r w:rsidR="006D5994">
        <w:t>Informationen</w:t>
      </w:r>
      <w:r w:rsidR="00836E20">
        <w:t xml:space="preserve"> über alle </w:t>
      </w:r>
      <w:r w:rsidR="00D93B8F" w:rsidRPr="00D93B8F">
        <w:rPr>
          <w:b/>
        </w:rPr>
        <w:sym w:font="Wingdings" w:char="F0E4"/>
      </w:r>
      <w:r w:rsidR="00D93B8F" w:rsidRPr="00D93B8F">
        <w:rPr>
          <w:b/>
        </w:rPr>
        <w:t xml:space="preserve"> </w:t>
      </w:r>
      <w:r w:rsidR="00836E20" w:rsidRPr="00D93B8F">
        <w:rPr>
          <w:b/>
        </w:rPr>
        <w:t>Top</w:t>
      </w:r>
      <w:r w:rsidR="008E32A5" w:rsidRPr="00D93B8F">
        <w:rPr>
          <w:b/>
        </w:rPr>
        <w:t>-</w:t>
      </w:r>
      <w:r w:rsidR="00836E20" w:rsidRPr="00D93B8F">
        <w:rPr>
          <w:b/>
        </w:rPr>
        <w:t>Level</w:t>
      </w:r>
      <w:r w:rsidR="008E32A5" w:rsidRPr="00D93B8F">
        <w:rPr>
          <w:b/>
        </w:rPr>
        <w:t>-</w:t>
      </w:r>
      <w:r w:rsidR="00836E20" w:rsidRPr="00D93B8F">
        <w:rPr>
          <w:b/>
        </w:rPr>
        <w:t>Domain</w:t>
      </w:r>
      <w:r w:rsidR="00836E20">
        <w:t xml:space="preserve">-DNS-Server haben. Geben wir also eine Adresse </w:t>
      </w:r>
      <w:r w:rsidR="00836E20" w:rsidRPr="006D5994">
        <w:t>www.</w:t>
      </w:r>
      <w:r w:rsidR="007F054B">
        <w:t>wer</w:t>
      </w:r>
      <w:r w:rsidR="00836E20" w:rsidRPr="006D5994">
        <w:t>.t</w:t>
      </w:r>
      <w:r w:rsidR="007F054B">
        <w:t>w</w:t>
      </w:r>
      <w:r w:rsidR="00836E20">
        <w:t xml:space="preserve"> an, wir</w:t>
      </w:r>
      <w:r w:rsidR="006D5994">
        <w:t>d</w:t>
      </w:r>
      <w:r w:rsidR="00836E20">
        <w:t xml:space="preserve"> der Rootserver nach einem DNS für </w:t>
      </w:r>
      <w:proofErr w:type="spellStart"/>
      <w:r w:rsidR="006D5994">
        <w:t>t</w:t>
      </w:r>
      <w:r w:rsidR="007F054B">
        <w:t>w</w:t>
      </w:r>
      <w:proofErr w:type="spellEnd"/>
      <w:r w:rsidR="00836E20">
        <w:t xml:space="preserve">-Adressen </w:t>
      </w:r>
      <w:r w:rsidR="006D5994">
        <w:t>gefragt</w:t>
      </w:r>
      <w:r w:rsidR="00836E20">
        <w:t xml:space="preserve">. Hat er </w:t>
      </w:r>
      <w:r w:rsidR="006D5994">
        <w:t>einen solchen gefunden</w:t>
      </w:r>
      <w:r w:rsidR="00836E20">
        <w:t xml:space="preserve">, </w:t>
      </w:r>
      <w:r w:rsidR="006D5994">
        <w:t>fragt er</w:t>
      </w:r>
      <w:r w:rsidR="00836E20">
        <w:t xml:space="preserve"> diese</w:t>
      </w:r>
      <w:r w:rsidR="006D5994">
        <w:t xml:space="preserve">n weiter nach </w:t>
      </w:r>
      <w:r w:rsidR="007F054B">
        <w:t>wer</w:t>
      </w:r>
      <w:r w:rsidR="006D5994">
        <w:t>.t</w:t>
      </w:r>
      <w:r w:rsidR="007F054B">
        <w:t>w</w:t>
      </w:r>
      <w:r w:rsidR="006D5994">
        <w:t xml:space="preserve"> u</w:t>
      </w:r>
      <w:r w:rsidR="00836E20">
        <w:t>sw</w:t>
      </w:r>
      <w:r w:rsidR="006D5994">
        <w:t>.,</w:t>
      </w:r>
      <w:r w:rsidR="00836E20">
        <w:t xml:space="preserve"> bis </w:t>
      </w:r>
      <w:r w:rsidR="00C33D8D">
        <w:t>der</w:t>
      </w:r>
      <w:r w:rsidR="00836E20">
        <w:t xml:space="preserve"> </w:t>
      </w:r>
      <w:r w:rsidR="00C33D8D">
        <w:t>vollständige</w:t>
      </w:r>
      <w:r w:rsidR="00836E20">
        <w:t xml:space="preserve"> Name aufgelöst wurde.</w:t>
      </w:r>
      <w:r w:rsidR="00BE757B">
        <w:t xml:space="preserve"> Zur Vereinfachung fangen wir nicht mit  einem echten Root-Server an. Stattdessen soll ein DE-DNS-Server am Router eingerichtet werden, der die untergeordneten DE-Server dns.enigma.de und dns.privat.de kennt.</w:t>
      </w:r>
      <w:bookmarkEnd w:id="4"/>
    </w:p>
    <w:p w:rsidR="00A50497" w:rsidRPr="00A50497" w:rsidRDefault="00A50497" w:rsidP="00C069E7">
      <w:pPr>
        <w:pStyle w:val="Ttigkeit"/>
      </w:pPr>
      <w:r w:rsidRPr="00A50497">
        <w:t xml:space="preserve">Einrichten der </w:t>
      </w:r>
      <w:r w:rsidR="00CC4853">
        <w:t xml:space="preserve">Hardwarekonfiguration der </w:t>
      </w:r>
      <w:r w:rsidRPr="00A50497">
        <w:t>DNS-Server</w:t>
      </w:r>
    </w:p>
    <w:bookmarkEnd w:id="3"/>
    <w:p w:rsidR="00836E20" w:rsidRDefault="00836E20" w:rsidP="00836E20">
      <w:pPr>
        <w:pStyle w:val="Listenabsatz"/>
        <w:numPr>
          <w:ilvl w:val="0"/>
          <w:numId w:val="19"/>
        </w:numPr>
        <w:jc w:val="both"/>
      </w:pPr>
      <w:r>
        <w:t xml:space="preserve">Wechseln Sie in den Entwurfsmodus. </w:t>
      </w:r>
      <w:r w:rsidR="00C069E7">
        <w:t>Installieren Sie einen neuen</w:t>
      </w:r>
      <w:r w:rsidR="00BE757B">
        <w:t xml:space="preserve"> Rechner und schließen Sie ihn an die d</w:t>
      </w:r>
      <w:r w:rsidR="000A17C3">
        <w:t>ritte</w:t>
      </w:r>
      <w:r w:rsidR="00702275">
        <w:t xml:space="preserve"> Schnitt</w:t>
      </w:r>
      <w:r>
        <w:t>s</w:t>
      </w:r>
      <w:r w:rsidR="00702275">
        <w:t>t</w:t>
      </w:r>
      <w:r>
        <w:t xml:space="preserve">elle </w:t>
      </w:r>
      <w:r w:rsidR="00BE757B">
        <w:t>des Routers an. Der Anschluss des DE-DNS-Servers am Router soll mit der</w:t>
      </w:r>
      <w:r w:rsidR="009220AA">
        <w:t xml:space="preserve"> IP-Adresse </w:t>
      </w:r>
      <w:r w:rsidR="004933C4">
        <w:t>1</w:t>
      </w:r>
      <w:r w:rsidR="009220AA">
        <w:t>.1.</w:t>
      </w:r>
      <w:r w:rsidR="004933C4">
        <w:t>1</w:t>
      </w:r>
      <w:r w:rsidR="009220AA">
        <w:t>.</w:t>
      </w:r>
      <w:r w:rsidR="00A6710E">
        <w:t>254</w:t>
      </w:r>
      <w:r w:rsidR="009220AA">
        <w:t xml:space="preserve"> </w:t>
      </w:r>
      <w:r w:rsidR="00BE757B">
        <w:t>festgelegt werden</w:t>
      </w:r>
      <w:r>
        <w:t>.</w:t>
      </w:r>
    </w:p>
    <w:p w:rsidR="00A50497" w:rsidRDefault="00C069E7" w:rsidP="00836E20">
      <w:pPr>
        <w:pStyle w:val="Listenabsatz"/>
        <w:numPr>
          <w:ilvl w:val="0"/>
          <w:numId w:val="19"/>
        </w:numPr>
        <w:jc w:val="both"/>
      </w:pPr>
      <w:r>
        <w:t>Einrichtung des DE-</w:t>
      </w:r>
      <w:r w:rsidR="00A50497">
        <w:t>DNS-Server</w:t>
      </w:r>
      <w:r>
        <w:t>s</w:t>
      </w:r>
      <w:r w:rsidR="00A50497">
        <w:t xml:space="preserve">: </w:t>
      </w:r>
    </w:p>
    <w:p w:rsidR="00A50497" w:rsidRDefault="00A3718C" w:rsidP="00A50497">
      <w:pPr>
        <w:pStyle w:val="Listenabsatz"/>
        <w:numPr>
          <w:ilvl w:val="1"/>
          <w:numId w:val="19"/>
        </w:numPr>
        <w:jc w:val="both"/>
      </w:pPr>
      <w:r>
        <w:t xml:space="preserve">Anschluss </w:t>
      </w:r>
      <w:r w:rsidR="00C069E7">
        <w:t>des</w:t>
      </w:r>
      <w:r>
        <w:t xml:space="preserve"> neuen Servers </w:t>
      </w:r>
      <w:r w:rsidR="009220AA">
        <w:t xml:space="preserve">an die eben eingerichtete </w:t>
      </w:r>
      <w:r w:rsidR="00DD517D">
        <w:t>Router</w:t>
      </w:r>
      <w:r>
        <w:t>-Schnittstelle</w:t>
      </w:r>
    </w:p>
    <w:p w:rsidR="00DD517D" w:rsidRPr="0050657A" w:rsidRDefault="00C33D8D" w:rsidP="00A50497">
      <w:pPr>
        <w:pStyle w:val="Listenabsatz"/>
        <w:numPr>
          <w:ilvl w:val="1"/>
          <w:numId w:val="19"/>
        </w:numPr>
        <w:jc w:val="both"/>
        <w:rPr>
          <w:lang w:val="en-GB"/>
        </w:rPr>
      </w:pPr>
      <w:proofErr w:type="spellStart"/>
      <w:r w:rsidRPr="0050657A">
        <w:rPr>
          <w:lang w:val="en-GB"/>
        </w:rPr>
        <w:t>Konfigu</w:t>
      </w:r>
      <w:bookmarkStart w:id="5" w:name="_GoBack"/>
      <w:bookmarkEnd w:id="5"/>
      <w:r w:rsidRPr="0050657A">
        <w:rPr>
          <w:lang w:val="en-GB"/>
        </w:rPr>
        <w:t>ration</w:t>
      </w:r>
      <w:proofErr w:type="spellEnd"/>
      <w:r w:rsidR="00A3718C" w:rsidRPr="0050657A">
        <w:rPr>
          <w:lang w:val="en-GB"/>
        </w:rPr>
        <w:t>:</w:t>
      </w:r>
      <w:r w:rsidRPr="0050657A">
        <w:rPr>
          <w:lang w:val="en-GB"/>
        </w:rPr>
        <w:t xml:space="preserve"> IP-</w:t>
      </w:r>
      <w:proofErr w:type="spellStart"/>
      <w:r w:rsidR="00DD517D" w:rsidRPr="0050657A">
        <w:rPr>
          <w:lang w:val="en-GB"/>
        </w:rPr>
        <w:t>Adresse</w:t>
      </w:r>
      <w:proofErr w:type="spellEnd"/>
      <w:r w:rsidR="00DD517D" w:rsidRPr="0050657A">
        <w:rPr>
          <w:lang w:val="en-GB"/>
        </w:rPr>
        <w:t xml:space="preserve"> 1.1.</w:t>
      </w:r>
      <w:r w:rsidR="00A6710E" w:rsidRPr="0050657A">
        <w:rPr>
          <w:lang w:val="en-GB"/>
        </w:rPr>
        <w:t>1</w:t>
      </w:r>
      <w:r w:rsidR="00DD517D" w:rsidRPr="0050657A">
        <w:rPr>
          <w:lang w:val="en-GB"/>
        </w:rPr>
        <w:t>.1</w:t>
      </w:r>
      <w:r w:rsidR="009220AA" w:rsidRPr="0050657A">
        <w:rPr>
          <w:lang w:val="en-GB"/>
        </w:rPr>
        <w:t>/24</w:t>
      </w:r>
      <w:r w:rsidR="00DD517D" w:rsidRPr="0050657A">
        <w:rPr>
          <w:lang w:val="en-GB"/>
        </w:rPr>
        <w:t>, Gateway 1.1.</w:t>
      </w:r>
      <w:r w:rsidR="00A6710E" w:rsidRPr="0050657A">
        <w:rPr>
          <w:lang w:val="en-GB"/>
        </w:rPr>
        <w:t>1</w:t>
      </w:r>
      <w:r w:rsidR="00DD517D" w:rsidRPr="0050657A">
        <w:rPr>
          <w:lang w:val="en-GB"/>
        </w:rPr>
        <w:t>.254, DNS</w:t>
      </w:r>
      <w:r w:rsidR="00A3718C" w:rsidRPr="0050657A">
        <w:rPr>
          <w:lang w:val="en-GB"/>
        </w:rPr>
        <w:t xml:space="preserve"> </w:t>
      </w:r>
      <w:r w:rsidR="00A6710E" w:rsidRPr="0050657A">
        <w:rPr>
          <w:lang w:val="en-GB"/>
        </w:rPr>
        <w:t>1.1.1.1</w:t>
      </w:r>
      <w:r w:rsidR="00A3718C" w:rsidRPr="0050657A">
        <w:rPr>
          <w:lang w:val="en-GB"/>
        </w:rPr>
        <w:t xml:space="preserve"> </w:t>
      </w:r>
    </w:p>
    <w:p w:rsidR="00A50497" w:rsidRDefault="00C069E7" w:rsidP="00836E20">
      <w:pPr>
        <w:pStyle w:val="Listenabsatz"/>
        <w:numPr>
          <w:ilvl w:val="0"/>
          <w:numId w:val="19"/>
        </w:numPr>
        <w:jc w:val="both"/>
      </w:pPr>
      <w:r>
        <w:t xml:space="preserve">Einrichtung </w:t>
      </w:r>
      <w:r w:rsidR="00BE757B">
        <w:t>eines</w:t>
      </w:r>
      <w:r>
        <w:t xml:space="preserve"> </w:t>
      </w:r>
      <w:r w:rsidR="00A50497">
        <w:t>DNS-Server</w:t>
      </w:r>
      <w:r>
        <w:t>s</w:t>
      </w:r>
      <w:r w:rsidR="00A50497">
        <w:t xml:space="preserve"> im privaten LAN: </w:t>
      </w:r>
    </w:p>
    <w:p w:rsidR="00A6710E" w:rsidRPr="00A6710E" w:rsidRDefault="00A6710E" w:rsidP="00A6710E">
      <w:pPr>
        <w:pStyle w:val="Listenabsatz"/>
        <w:numPr>
          <w:ilvl w:val="1"/>
          <w:numId w:val="19"/>
        </w:numPr>
        <w:jc w:val="both"/>
      </w:pPr>
      <w:r>
        <w:t>Server 192.168.1.1: Domain Name Server 192</w:t>
      </w:r>
      <w:r w:rsidR="00DD517D">
        <w:t>.</w:t>
      </w:r>
      <w:r>
        <w:t>168</w:t>
      </w:r>
      <w:r w:rsidR="00DD517D">
        <w:t>.</w:t>
      </w:r>
      <w:r>
        <w:t>1.</w:t>
      </w:r>
      <w:r w:rsidR="00DD517D">
        <w:t>1</w:t>
      </w:r>
      <w:r w:rsidR="00A3718C">
        <w:t>.</w:t>
      </w:r>
      <w:r w:rsidR="009220AA">
        <w:t xml:space="preserve"> </w:t>
      </w:r>
    </w:p>
    <w:p w:rsidR="00A50497" w:rsidRDefault="00A6710E" w:rsidP="00A3718C">
      <w:pPr>
        <w:pStyle w:val="Listenabsatz"/>
        <w:numPr>
          <w:ilvl w:val="1"/>
          <w:numId w:val="19"/>
        </w:numPr>
        <w:jc w:val="both"/>
      </w:pPr>
      <w:r>
        <w:t>Kontrolle DHCP-Server einrichten: DNS 192.168.1.1.</w:t>
      </w:r>
    </w:p>
    <w:p w:rsidR="00A3718C" w:rsidRPr="00C069E7" w:rsidRDefault="00A6710E" w:rsidP="00C069E7">
      <w:pPr>
        <w:ind w:left="360"/>
        <w:jc w:val="both"/>
      </w:pPr>
      <w:r>
        <w:rPr>
          <w:i/>
        </w:rPr>
        <w:t>Erläutern</w:t>
      </w:r>
      <w:r w:rsidR="00A3718C" w:rsidRPr="00C069E7">
        <w:rPr>
          <w:i/>
        </w:rPr>
        <w:t xml:space="preserve"> Sie </w:t>
      </w:r>
      <w:r w:rsidR="00C069E7" w:rsidRPr="00C069E7">
        <w:rPr>
          <w:i/>
        </w:rPr>
        <w:t>die</w:t>
      </w:r>
      <w:r w:rsidR="00A3718C" w:rsidRPr="00C069E7">
        <w:rPr>
          <w:i/>
        </w:rPr>
        <w:t xml:space="preserve"> Einstellungen</w:t>
      </w:r>
      <w:r w:rsidR="00C069E7" w:rsidRPr="00C069E7">
        <w:rPr>
          <w:i/>
        </w:rPr>
        <w:t xml:space="preserve"> unter Punkt 2 und 3</w:t>
      </w:r>
      <w:r w:rsidR="00A3718C" w:rsidRPr="00C069E7">
        <w:rPr>
          <w:i/>
        </w:rPr>
        <w:t>.</w:t>
      </w:r>
      <w:r>
        <w:rPr>
          <w:i/>
        </w:rPr>
        <w:t xml:space="preserve"> Begründen Sie, dass auf den beiden Notebooks keine Änderung der Einstellung notwendig ist.</w:t>
      </w:r>
    </w:p>
    <w:p w:rsidR="00CC4853" w:rsidRPr="00CC4853" w:rsidRDefault="00CC4853" w:rsidP="00C069E7">
      <w:pPr>
        <w:pStyle w:val="Ttigkeit"/>
      </w:pPr>
      <w:r w:rsidRPr="00CC4853">
        <w:t>Einrichtung der DNS-Tabellen</w:t>
      </w:r>
    </w:p>
    <w:p w:rsidR="00C069E7" w:rsidRDefault="009220AA" w:rsidP="00BE757B">
      <w:pPr>
        <w:jc w:val="both"/>
      </w:pPr>
      <w:r w:rsidRPr="00E16989">
        <w:t>Konfigurie</w:t>
      </w:r>
      <w:r w:rsidR="00BE757B">
        <w:t xml:space="preserve">ren Sie nun die drei DNS-Server im </w:t>
      </w:r>
      <w:r w:rsidR="00C069E7">
        <w:t>Aktionsmodus</w:t>
      </w:r>
      <w:r w:rsidR="00BE757B">
        <w:t xml:space="preserve"> wie folgt:</w:t>
      </w:r>
      <w:r w:rsidR="00C069E7">
        <w:t xml:space="preserve"> </w:t>
      </w:r>
    </w:p>
    <w:p w:rsidR="00D93B8F" w:rsidRDefault="00D93B8F" w:rsidP="00D93B8F">
      <w:pPr>
        <w:pStyle w:val="Listenabsatz"/>
        <w:numPr>
          <w:ilvl w:val="0"/>
          <w:numId w:val="19"/>
        </w:numPr>
        <w:jc w:val="both"/>
      </w:pPr>
      <w:r>
        <w:t>DE-DNS-Server 1.1.1.1:</w:t>
      </w:r>
    </w:p>
    <w:p w:rsidR="00D93B8F" w:rsidRDefault="00D93B8F" w:rsidP="00D93B8F">
      <w:pPr>
        <w:pStyle w:val="Listenabsatz"/>
        <w:numPr>
          <w:ilvl w:val="1"/>
          <w:numId w:val="19"/>
        </w:numPr>
        <w:jc w:val="both"/>
      </w:pPr>
      <w:r>
        <w:t>Installation und Aktivierung DNS-Sever</w:t>
      </w:r>
    </w:p>
    <w:p w:rsidR="00D93B8F" w:rsidRDefault="00D93B8F" w:rsidP="00D93B8F">
      <w:pPr>
        <w:pStyle w:val="Listenabsatz"/>
        <w:numPr>
          <w:ilvl w:val="1"/>
          <w:numId w:val="19"/>
        </w:numPr>
        <w:jc w:val="both"/>
      </w:pPr>
      <w:r>
        <w:t xml:space="preserve">Adressen (A): dns.de – 1.1.1.1, dns.enigma.de – 10.1.1.2, dns.privat.de – 192.168.1.1 </w:t>
      </w:r>
    </w:p>
    <w:p w:rsidR="00D93B8F" w:rsidRDefault="00D93B8F" w:rsidP="00D93B8F">
      <w:pPr>
        <w:pStyle w:val="Listenabsatz"/>
        <w:numPr>
          <w:ilvl w:val="1"/>
          <w:numId w:val="19"/>
        </w:numPr>
        <w:jc w:val="both"/>
      </w:pPr>
      <w:r>
        <w:t xml:space="preserve">Nameserver (NS): enigma.de – dns.enigma.de, privat.de – dns.privat.de </w:t>
      </w:r>
    </w:p>
    <w:p w:rsidR="00E16989" w:rsidRDefault="00E16989" w:rsidP="00836E20">
      <w:pPr>
        <w:pStyle w:val="Listenabsatz"/>
        <w:numPr>
          <w:ilvl w:val="0"/>
          <w:numId w:val="19"/>
        </w:numPr>
        <w:jc w:val="both"/>
      </w:pPr>
      <w:r>
        <w:t>DNS-Server im Schul-LAN:</w:t>
      </w:r>
    </w:p>
    <w:p w:rsidR="00E16989" w:rsidRDefault="00DD517D" w:rsidP="009220AA">
      <w:pPr>
        <w:pStyle w:val="Listenabsatz"/>
        <w:numPr>
          <w:ilvl w:val="1"/>
          <w:numId w:val="19"/>
        </w:numPr>
        <w:jc w:val="both"/>
      </w:pPr>
      <w:r>
        <w:t xml:space="preserve">Löschen </w:t>
      </w:r>
      <w:r w:rsidRPr="00A3718C">
        <w:t>alle</w:t>
      </w:r>
      <w:r>
        <w:t xml:space="preserve"> Eintragungen </w:t>
      </w:r>
      <w:r w:rsidR="00A33593">
        <w:t xml:space="preserve">(A und MX) </w:t>
      </w:r>
      <w:r w:rsidR="00A3718C">
        <w:t xml:space="preserve">zum </w:t>
      </w:r>
      <w:r>
        <w:t>privat</w:t>
      </w:r>
      <w:r w:rsidR="00C33D8D">
        <w:t>en Netz</w:t>
      </w:r>
      <w:r w:rsidR="009220AA">
        <w:t xml:space="preserve"> </w:t>
      </w:r>
      <w:r w:rsidR="00A3718C">
        <w:t xml:space="preserve">(Zeilen mit </w:t>
      </w:r>
      <w:r w:rsidR="00FB1B42">
        <w:t>privat.de</w:t>
      </w:r>
      <w:r w:rsidR="00A3718C">
        <w:t>)</w:t>
      </w:r>
      <w:r w:rsidR="00112AFF">
        <w:t>.</w:t>
      </w:r>
    </w:p>
    <w:p w:rsidR="00E16989" w:rsidRDefault="009220AA" w:rsidP="009220AA">
      <w:pPr>
        <w:pStyle w:val="Listenabsatz"/>
        <w:numPr>
          <w:ilvl w:val="1"/>
          <w:numId w:val="19"/>
        </w:numPr>
        <w:jc w:val="both"/>
      </w:pPr>
      <w:r>
        <w:t>Registerkarte Nameserver (NS)</w:t>
      </w:r>
      <w:r w:rsidR="00A3718C">
        <w:t>: Angabe von DNS-Servern</w:t>
      </w:r>
      <w:r>
        <w:t xml:space="preserve">, </w:t>
      </w:r>
      <w:r w:rsidR="00A3718C">
        <w:t xml:space="preserve">an die </w:t>
      </w:r>
      <w:r w:rsidR="00565D48">
        <w:t>Anfragen weitergeleitet werden</w:t>
      </w:r>
      <w:r>
        <w:t xml:space="preserve">. </w:t>
      </w:r>
      <w:r w:rsidR="00A3718C">
        <w:t xml:space="preserve">Eintrag: Domain </w:t>
      </w:r>
      <w:r w:rsidR="007F054B">
        <w:rPr>
          <w:rFonts w:ascii="Courier New" w:hAnsi="Courier New" w:cs="Courier New"/>
          <w:b/>
        </w:rPr>
        <w:t>de</w:t>
      </w:r>
      <w:r>
        <w:t xml:space="preserve"> </w:t>
      </w:r>
      <w:r w:rsidR="00A3718C">
        <w:t xml:space="preserve">und </w:t>
      </w:r>
      <w:r>
        <w:t xml:space="preserve">Nameserver </w:t>
      </w:r>
      <w:r w:rsidR="00BE757B">
        <w:t>dns.</w:t>
      </w:r>
      <w:r w:rsidR="007F054B" w:rsidRPr="00BA7763">
        <w:rPr>
          <w:rFonts w:ascii="Courier New" w:hAnsi="Courier New" w:cs="Courier New"/>
          <w:b/>
        </w:rPr>
        <w:t>de</w:t>
      </w:r>
      <w:r>
        <w:t xml:space="preserve"> </w:t>
      </w:r>
    </w:p>
    <w:p w:rsidR="00570EDC" w:rsidRDefault="009220AA" w:rsidP="009220AA">
      <w:pPr>
        <w:pStyle w:val="Listenabsatz"/>
        <w:numPr>
          <w:ilvl w:val="1"/>
          <w:numId w:val="19"/>
        </w:numPr>
        <w:jc w:val="both"/>
      </w:pPr>
      <w:r>
        <w:t>Registerkarte Adressen</w:t>
      </w:r>
      <w:r w:rsidR="00565D48">
        <w:t xml:space="preserve"> (A)</w:t>
      </w:r>
      <w:r w:rsidR="00A3718C">
        <w:t xml:space="preserve">: </w:t>
      </w:r>
      <w:r>
        <w:t xml:space="preserve">Domain </w:t>
      </w:r>
      <w:r w:rsidR="00BE757B">
        <w:t>dns.</w:t>
      </w:r>
      <w:r w:rsidR="007F054B" w:rsidRPr="00BA7763">
        <w:rPr>
          <w:rFonts w:ascii="Courier New" w:hAnsi="Courier New" w:cs="Courier New"/>
          <w:b/>
        </w:rPr>
        <w:t>de</w:t>
      </w:r>
      <w:r>
        <w:t xml:space="preserve"> </w:t>
      </w:r>
      <w:r w:rsidR="00A3718C">
        <w:t xml:space="preserve"> – </w:t>
      </w:r>
      <w:r w:rsidR="00565D48">
        <w:t xml:space="preserve">Adresse </w:t>
      </w:r>
      <w:r>
        <w:t>1.</w:t>
      </w:r>
      <w:r w:rsidR="00A6710E">
        <w:t>1</w:t>
      </w:r>
      <w:r>
        <w:t>.</w:t>
      </w:r>
      <w:r w:rsidR="00A6710E">
        <w:t>1</w:t>
      </w:r>
      <w:r>
        <w:t>.1</w:t>
      </w:r>
    </w:p>
    <w:p w:rsidR="00E16989" w:rsidRDefault="00E16989" w:rsidP="00E16989">
      <w:pPr>
        <w:pStyle w:val="Listenabsatz"/>
        <w:numPr>
          <w:ilvl w:val="0"/>
          <w:numId w:val="19"/>
        </w:numPr>
        <w:jc w:val="both"/>
      </w:pPr>
      <w:r>
        <w:t>DNS</w:t>
      </w:r>
      <w:r w:rsidR="00A3718C">
        <w:t>-Server 192.168.1.1</w:t>
      </w:r>
      <w:r>
        <w:t xml:space="preserve"> im privaten LAN:</w:t>
      </w:r>
    </w:p>
    <w:p w:rsidR="00E16989" w:rsidRDefault="00A3718C" w:rsidP="00E16989">
      <w:pPr>
        <w:pStyle w:val="Listenabsatz"/>
        <w:numPr>
          <w:ilvl w:val="1"/>
          <w:numId w:val="19"/>
        </w:numPr>
        <w:jc w:val="both"/>
      </w:pPr>
      <w:r>
        <w:t xml:space="preserve">Installation und Aktivierung </w:t>
      </w:r>
      <w:r w:rsidR="00F05135">
        <w:t>DNS-Sever</w:t>
      </w:r>
    </w:p>
    <w:p w:rsidR="00E16989" w:rsidRDefault="009E4D51" w:rsidP="00BA7763">
      <w:pPr>
        <w:pStyle w:val="Listenabsatz"/>
        <w:numPr>
          <w:ilvl w:val="1"/>
          <w:numId w:val="19"/>
        </w:numPr>
      </w:pPr>
      <w:r>
        <w:t xml:space="preserve">Adressen (A): </w:t>
      </w:r>
      <w:r w:rsidR="00BA7763">
        <w:br/>
      </w:r>
      <w:r w:rsidR="00F05135">
        <w:t>pop3.</w:t>
      </w:r>
      <w:r w:rsidR="00FB1B42">
        <w:t>privat.de</w:t>
      </w:r>
      <w:r w:rsidR="00E16989">
        <w:t>,</w:t>
      </w:r>
      <w:r w:rsidR="00F05135">
        <w:t xml:space="preserve"> smtp.</w:t>
      </w:r>
      <w:r w:rsidR="00FB1B42">
        <w:t>privat.de</w:t>
      </w:r>
      <w:r w:rsidR="00BA7763">
        <w:t xml:space="preserve">, </w:t>
      </w:r>
      <w:r w:rsidR="004429A3">
        <w:t>dns.privat.de</w:t>
      </w:r>
      <w:r w:rsidR="0079761B">
        <w:t xml:space="preserve">, dns.privat.de </w:t>
      </w:r>
      <w:r w:rsidR="004429A3">
        <w:t xml:space="preserve">auf 192.168.1.1, </w:t>
      </w:r>
      <w:r w:rsidR="00BE757B">
        <w:t>dns.de</w:t>
      </w:r>
      <w:r w:rsidR="00C33D8D">
        <w:t xml:space="preserve"> </w:t>
      </w:r>
      <w:r w:rsidR="004429A3">
        <w:t>auf</w:t>
      </w:r>
      <w:r w:rsidR="00E16989">
        <w:t xml:space="preserve"> 1.1.</w:t>
      </w:r>
      <w:r w:rsidR="00A6710E">
        <w:t>1</w:t>
      </w:r>
      <w:r w:rsidR="00E16989">
        <w:t xml:space="preserve">.1 </w:t>
      </w:r>
    </w:p>
    <w:p w:rsidR="00E16989" w:rsidRDefault="00F05135" w:rsidP="00E16989">
      <w:pPr>
        <w:pStyle w:val="Listenabsatz"/>
        <w:numPr>
          <w:ilvl w:val="1"/>
          <w:numId w:val="19"/>
        </w:numPr>
        <w:jc w:val="both"/>
      </w:pPr>
      <w:r>
        <w:t xml:space="preserve">Mailaustausch </w:t>
      </w:r>
      <w:r w:rsidR="00C33D8D">
        <w:t>(MX)</w:t>
      </w:r>
      <w:r w:rsidR="009E4D51">
        <w:t>:</w:t>
      </w:r>
      <w:r w:rsidR="00C33D8D">
        <w:t xml:space="preserve"> </w:t>
      </w:r>
      <w:r w:rsidR="00FB1B42">
        <w:t>privat.de</w:t>
      </w:r>
      <w:r>
        <w:t xml:space="preserve"> – smtp.</w:t>
      </w:r>
      <w:r w:rsidR="00FB1B42">
        <w:t>privat.de</w:t>
      </w:r>
      <w:r>
        <w:t xml:space="preserve"> ein. </w:t>
      </w:r>
    </w:p>
    <w:p w:rsidR="00F05135" w:rsidRPr="009E4D51" w:rsidRDefault="00F05135" w:rsidP="009E4D51">
      <w:pPr>
        <w:pStyle w:val="Listenabsatz"/>
        <w:numPr>
          <w:ilvl w:val="1"/>
          <w:numId w:val="19"/>
        </w:numPr>
        <w:jc w:val="both"/>
      </w:pPr>
      <w:r>
        <w:t xml:space="preserve">Nameserver </w:t>
      </w:r>
      <w:r w:rsidR="00C33D8D">
        <w:t>(NS)</w:t>
      </w:r>
      <w:r w:rsidR="009E4D51">
        <w:t xml:space="preserve">: Domain </w:t>
      </w:r>
      <w:r w:rsidR="007F054B">
        <w:rPr>
          <w:rFonts w:ascii="Courier New" w:hAnsi="Courier New" w:cs="Courier New"/>
          <w:b/>
        </w:rPr>
        <w:t>de</w:t>
      </w:r>
      <w:r w:rsidR="009E4D51">
        <w:t xml:space="preserve"> und Nameserver </w:t>
      </w:r>
      <w:r w:rsidR="00BE757B">
        <w:rPr>
          <w:rFonts w:ascii="Courier New" w:hAnsi="Courier New" w:cs="Courier New"/>
          <w:b/>
        </w:rPr>
        <w:t>dns.de</w:t>
      </w:r>
      <w:r w:rsidR="009E4D51">
        <w:t xml:space="preserve"> </w:t>
      </w:r>
    </w:p>
    <w:p w:rsidR="009E4D51" w:rsidRPr="00112AFF" w:rsidRDefault="009E4D51" w:rsidP="00112AFF">
      <w:pPr>
        <w:ind w:left="360"/>
        <w:jc w:val="both"/>
        <w:rPr>
          <w:i/>
        </w:rPr>
      </w:pPr>
      <w:r w:rsidRPr="00112AFF">
        <w:rPr>
          <w:i/>
        </w:rPr>
        <w:t>Begründen Sie die Eintragungen</w:t>
      </w:r>
      <w:r w:rsidR="00BE757B">
        <w:rPr>
          <w:i/>
        </w:rPr>
        <w:t xml:space="preserve"> auf den DNS-Servern</w:t>
      </w:r>
      <w:r w:rsidRPr="00112AFF">
        <w:rPr>
          <w:i/>
        </w:rPr>
        <w:t>.</w:t>
      </w:r>
    </w:p>
    <w:p w:rsidR="009E4D51" w:rsidRPr="009E4D51" w:rsidRDefault="009E4D51" w:rsidP="00C069E7">
      <w:pPr>
        <w:pStyle w:val="Ttigkeit"/>
      </w:pPr>
      <w:r>
        <w:t>Test des Netzes</w:t>
      </w:r>
    </w:p>
    <w:p w:rsidR="00B65B16" w:rsidRPr="00D93B8F" w:rsidRDefault="00F05135" w:rsidP="00D93B8F">
      <w:pPr>
        <w:pStyle w:val="Listenabsatz"/>
        <w:numPr>
          <w:ilvl w:val="0"/>
          <w:numId w:val="19"/>
        </w:numPr>
        <w:jc w:val="both"/>
        <w:rPr>
          <w:rFonts w:cs="Arial"/>
          <w:bCs/>
          <w:kern w:val="32"/>
        </w:rPr>
      </w:pPr>
      <w:r>
        <w:t xml:space="preserve">Testen Sie das komplette Netz mit </w:t>
      </w:r>
      <w:r w:rsidR="004429A3">
        <w:t xml:space="preserve">ping, </w:t>
      </w:r>
      <w:r w:rsidR="001452B8">
        <w:sym w:font="Wingdings" w:char="F0E4"/>
      </w:r>
      <w:r w:rsidR="001452B8">
        <w:t xml:space="preserve"> </w:t>
      </w:r>
      <w:proofErr w:type="spellStart"/>
      <w:r w:rsidR="004429A3">
        <w:t>traceroot</w:t>
      </w:r>
      <w:proofErr w:type="spellEnd"/>
      <w:r w:rsidR="004429A3">
        <w:t xml:space="preserve">, </w:t>
      </w:r>
      <w:r>
        <w:t>WWW und E-Mail-Austa</w:t>
      </w:r>
      <w:r w:rsidR="00C33D8D">
        <w:t>usch. Beobachten Sie die Reihenfolge</w:t>
      </w:r>
      <w:r>
        <w:t xml:space="preserve"> </w:t>
      </w:r>
      <w:r w:rsidR="00C33D8D">
        <w:t>d</w:t>
      </w:r>
      <w:r>
        <w:t>er</w:t>
      </w:r>
      <w:r w:rsidR="00C33D8D">
        <w:t xml:space="preserve"> </w:t>
      </w:r>
      <w:r>
        <w:t>Abfragen.</w:t>
      </w:r>
      <w:r w:rsidR="00570EDC" w:rsidRPr="00F05135">
        <w:t xml:space="preserve"> </w:t>
      </w:r>
      <w:r w:rsidR="00B65B16" w:rsidRPr="00D93B8F">
        <w:rPr>
          <w:szCs w:val="28"/>
        </w:rPr>
        <w:br w:type="page"/>
      </w:r>
    </w:p>
    <w:p w:rsidR="009E4D51" w:rsidRDefault="00442188" w:rsidP="00B65B16">
      <w:pPr>
        <w:pStyle w:val="berschrift1"/>
        <w:rPr>
          <w:szCs w:val="28"/>
        </w:rPr>
      </w:pPr>
      <w:r>
        <w:rPr>
          <w:szCs w:val="28"/>
        </w:rPr>
        <w:lastRenderedPageBreak/>
        <w:t>Internetverbund</w:t>
      </w:r>
    </w:p>
    <w:p w:rsidR="001801EA" w:rsidRDefault="00442188" w:rsidP="001801EA">
      <w:pPr>
        <w:jc w:val="both"/>
      </w:pPr>
      <w:r>
        <w:t xml:space="preserve">Root-DNS, </w:t>
      </w:r>
      <w:r w:rsidR="007A4224">
        <w:t>Schul-LAN und Privat-LAN</w:t>
      </w:r>
      <w:r w:rsidR="001801EA">
        <w:t xml:space="preserve"> sind über einen </w:t>
      </w:r>
      <w:r w:rsidR="00BE757B">
        <w:t xml:space="preserve">einzigen </w:t>
      </w:r>
      <w:r w:rsidR="001801EA">
        <w:t xml:space="preserve">Router direkt miteinander verbunden. In der Realität wird aber </w:t>
      </w:r>
      <w:r w:rsidR="007A4224">
        <w:t xml:space="preserve">in </w:t>
      </w:r>
      <w:r w:rsidR="00BE757B">
        <w:t>einem solchen</w:t>
      </w:r>
      <w:r w:rsidR="007A4224">
        <w:t xml:space="preserve"> LAN ein Router mit DSL-Modem die Anbindung ans Internet über einen Provider vornehmen.</w:t>
      </w:r>
      <w:r w:rsidR="001801EA">
        <w:t xml:space="preserve"> </w:t>
      </w:r>
      <w:r w:rsidR="007A4224">
        <w:t xml:space="preserve">Jedes Teilnetz (auch das des Root-Servers) bekommt also einen Router, </w:t>
      </w:r>
      <w:r w:rsidR="00BE757B">
        <w:t>dessen</w:t>
      </w:r>
      <w:r w:rsidR="007A4224">
        <w:t xml:space="preserve"> dem LAN abgewandten Ports </w:t>
      </w:r>
      <w:r w:rsidR="00BE757B">
        <w:t>ins Internet zeigt</w:t>
      </w:r>
      <w:r w:rsidR="007A4224">
        <w:t>.</w:t>
      </w:r>
    </w:p>
    <w:p w:rsidR="001801EA" w:rsidRPr="00A50497" w:rsidRDefault="00442188" w:rsidP="001801EA">
      <w:pPr>
        <w:pStyle w:val="Ttigkeit"/>
      </w:pPr>
      <w:r>
        <w:t>Planung</w:t>
      </w:r>
    </w:p>
    <w:p w:rsidR="004933C4" w:rsidRPr="00442188" w:rsidRDefault="00442188" w:rsidP="00442188">
      <w:pPr>
        <w:jc w:val="both"/>
      </w:pPr>
      <w:r w:rsidRPr="00442188">
        <w:t>Ändern</w:t>
      </w:r>
      <w:r w:rsidR="007A4224" w:rsidRPr="00442188">
        <w:t xml:space="preserve"> Sie die vorhandene </w:t>
      </w:r>
      <w:r w:rsidRPr="00442188">
        <w:t>Struktur</w:t>
      </w:r>
      <w:r w:rsidR="007A4224" w:rsidRPr="00442188">
        <w:t xml:space="preserve"> </w:t>
      </w:r>
      <w:r w:rsidRPr="00442188">
        <w:t>so ab, dass jedes Teilnetz über einen Router verfügt, die in der Wolke Internet miteinander verbunden sind</w:t>
      </w:r>
      <w:r w:rsidR="007A4224" w:rsidRPr="00442188">
        <w:t>.</w:t>
      </w:r>
      <w:r w:rsidRPr="00442188">
        <w:t xml:space="preserve"> </w:t>
      </w:r>
    </w:p>
    <w:p w:rsidR="00442188" w:rsidRDefault="00442188" w:rsidP="00442188">
      <w:pPr>
        <w:pStyle w:val="Listenabsatz"/>
        <w:numPr>
          <w:ilvl w:val="0"/>
          <w:numId w:val="25"/>
        </w:numPr>
        <w:jc w:val="both"/>
      </w:pPr>
      <w:r w:rsidRPr="00442188">
        <w:rPr>
          <w:i/>
        </w:rPr>
        <w:t>Erläutern Sie die Netztopologie</w:t>
      </w:r>
      <w:r w:rsidRPr="00442188">
        <w:t xml:space="preserve">.  </w:t>
      </w:r>
    </w:p>
    <w:p w:rsidR="00442188" w:rsidRPr="00CB09A9" w:rsidRDefault="00442188" w:rsidP="00442188">
      <w:pPr>
        <w:pStyle w:val="Listenabsatz"/>
        <w:numPr>
          <w:ilvl w:val="0"/>
          <w:numId w:val="25"/>
        </w:numPr>
        <w:jc w:val="both"/>
      </w:pPr>
      <w:r w:rsidRPr="001E7278">
        <w:rPr>
          <w:i/>
        </w:rPr>
        <w:t xml:space="preserve">Planen Sie </w:t>
      </w:r>
      <w:r>
        <w:rPr>
          <w:i/>
        </w:rPr>
        <w:t xml:space="preserve">eine IP-Konfiguration für den </w:t>
      </w:r>
      <w:proofErr w:type="spellStart"/>
      <w:r>
        <w:rPr>
          <w:i/>
        </w:rPr>
        <w:t>Routerverbund</w:t>
      </w:r>
      <w:proofErr w:type="spellEnd"/>
      <w:r>
        <w:rPr>
          <w:i/>
        </w:rPr>
        <w:t xml:space="preserve"> mit dem Internet. </w:t>
      </w:r>
      <w:r w:rsidRPr="001E7278">
        <w:rPr>
          <w:i/>
        </w:rPr>
        <w:t xml:space="preserve">Begründen Sie </w:t>
      </w:r>
      <w:r>
        <w:rPr>
          <w:i/>
        </w:rPr>
        <w:t xml:space="preserve">Ihre </w:t>
      </w:r>
      <w:r w:rsidRPr="001E7278">
        <w:rPr>
          <w:i/>
        </w:rPr>
        <w:t xml:space="preserve"> </w:t>
      </w:r>
      <w:r>
        <w:rPr>
          <w:i/>
        </w:rPr>
        <w:t>Konfiguration</w:t>
      </w:r>
      <w:r w:rsidRPr="001E7278">
        <w:rPr>
          <w:i/>
        </w:rPr>
        <w:t>.</w:t>
      </w:r>
      <w:r>
        <w:rPr>
          <w:i/>
        </w:rPr>
        <w:t xml:space="preserve"> </w:t>
      </w:r>
    </w:p>
    <w:p w:rsidR="00CB09A9" w:rsidRPr="00A50497" w:rsidRDefault="00CB09A9" w:rsidP="00CB09A9">
      <w:pPr>
        <w:pStyle w:val="Ttigkeit"/>
      </w:pPr>
      <w:r>
        <w:t xml:space="preserve">Umsetzung </w:t>
      </w:r>
    </w:p>
    <w:p w:rsidR="00442188" w:rsidRDefault="00442188" w:rsidP="001801EA">
      <w:pPr>
        <w:pStyle w:val="Listenabsatz"/>
        <w:numPr>
          <w:ilvl w:val="0"/>
          <w:numId w:val="25"/>
        </w:numPr>
        <w:jc w:val="both"/>
      </w:pPr>
      <w:r>
        <w:t xml:space="preserve">Bauen Sie im vorhandenen System die neue Struktur ein. </w:t>
      </w:r>
      <w:r w:rsidRPr="00442188">
        <w:t>Die Wolke erhalten Sie durch Einfügen eines Switch und Wahl der Wolkendarstellung.</w:t>
      </w:r>
    </w:p>
    <w:p w:rsidR="00CB09A9" w:rsidRDefault="00CB09A9" w:rsidP="001801EA">
      <w:pPr>
        <w:pStyle w:val="Listenabsatz"/>
        <w:numPr>
          <w:ilvl w:val="0"/>
          <w:numId w:val="25"/>
        </w:numPr>
        <w:jc w:val="both"/>
      </w:pPr>
      <w:r>
        <w:t xml:space="preserve">Aktivieren Sie </w:t>
      </w:r>
      <w:r w:rsidR="00442188">
        <w:t xml:space="preserve">auf allen Routern </w:t>
      </w:r>
      <w:r>
        <w:t>das automatische Routen.</w:t>
      </w:r>
    </w:p>
    <w:p w:rsidR="001801EA" w:rsidRPr="001E7278" w:rsidRDefault="001E7278" w:rsidP="001801EA">
      <w:pPr>
        <w:pStyle w:val="Listenabsatz"/>
        <w:numPr>
          <w:ilvl w:val="0"/>
          <w:numId w:val="25"/>
        </w:numPr>
        <w:jc w:val="both"/>
      </w:pPr>
      <w:r w:rsidRPr="001E7278">
        <w:t>Testen Sie</w:t>
      </w:r>
      <w:r w:rsidR="00CB09A9">
        <w:t xml:space="preserve"> den Netzverkehr durch Nutzung verschiedener Dienste und Tools.</w:t>
      </w:r>
    </w:p>
    <w:p w:rsidR="00AA6CAF" w:rsidRPr="00A50497" w:rsidRDefault="00AA6CAF" w:rsidP="00AA6CAF">
      <w:pPr>
        <w:pStyle w:val="Ttigkeit"/>
      </w:pPr>
      <w:r>
        <w:t xml:space="preserve">Analyse der </w:t>
      </w:r>
      <w:proofErr w:type="spellStart"/>
      <w:r>
        <w:t>Routertabellen</w:t>
      </w:r>
      <w:proofErr w:type="spellEnd"/>
    </w:p>
    <w:p w:rsidR="00AA6CAF" w:rsidRPr="00AA6CAF" w:rsidRDefault="00AA6CAF" w:rsidP="00AA6CAF">
      <w:pPr>
        <w:pStyle w:val="Listenabsatz"/>
        <w:numPr>
          <w:ilvl w:val="0"/>
          <w:numId w:val="25"/>
        </w:numPr>
        <w:jc w:val="both"/>
        <w:rPr>
          <w:highlight w:val="yellow"/>
        </w:rPr>
      </w:pPr>
      <w:r w:rsidRPr="00AA6CAF">
        <w:rPr>
          <w:highlight w:val="yellow"/>
        </w:rPr>
        <w:t>…</w:t>
      </w:r>
    </w:p>
    <w:p w:rsidR="00AA6CAF" w:rsidRDefault="00AA6CAF" w:rsidP="00CB09A9"/>
    <w:p w:rsidR="001801EA" w:rsidRDefault="001801EA" w:rsidP="001801EA">
      <w:pPr>
        <w:jc w:val="both"/>
      </w:pPr>
    </w:p>
    <w:p w:rsidR="001801EA" w:rsidRDefault="001801EA" w:rsidP="001801EA">
      <w:pPr>
        <w:jc w:val="both"/>
      </w:pPr>
    </w:p>
    <w:p w:rsidR="001801EA" w:rsidRPr="001801EA" w:rsidRDefault="001801EA" w:rsidP="001801EA"/>
    <w:p w:rsidR="001801EA" w:rsidRDefault="0092116A" w:rsidP="001801EA">
      <w:pPr>
        <w:pStyle w:val="berschrift1"/>
      </w:pPr>
      <w:r>
        <w:lastRenderedPageBreak/>
        <w:t>Netzwerksicherheit durch eine Firewall</w:t>
      </w:r>
    </w:p>
    <w:p w:rsidR="009E4D51" w:rsidRDefault="0092116A" w:rsidP="009E4D51">
      <w:pPr>
        <w:jc w:val="both"/>
      </w:pPr>
      <w:r w:rsidRPr="0092116A">
        <w:rPr>
          <w:highlight w:val="yellow"/>
        </w:rPr>
        <w:t>Firewall auf Rechner, Firewall in Router</w:t>
      </w:r>
      <w:r w:rsidR="009E4D51" w:rsidRPr="0092116A">
        <w:rPr>
          <w:highlight w:val="yellow"/>
        </w:rPr>
        <w:t>.</w:t>
      </w:r>
    </w:p>
    <w:p w:rsidR="0092116A" w:rsidRDefault="0092116A" w:rsidP="0092116A">
      <w:pPr>
        <w:pStyle w:val="berschrift1"/>
      </w:pPr>
      <w:r>
        <w:lastRenderedPageBreak/>
        <w:t>Ausblick (</w:t>
      </w:r>
      <w:proofErr w:type="spellStart"/>
      <w:r>
        <w:t>Gnutella</w:t>
      </w:r>
      <w:proofErr w:type="spellEnd"/>
      <w:r>
        <w:t>, Firewall, Modem)</w:t>
      </w:r>
    </w:p>
    <w:p w:rsidR="0092116A" w:rsidRPr="009E4D51" w:rsidRDefault="0092116A" w:rsidP="0092116A">
      <w:pPr>
        <w:jc w:val="both"/>
      </w:pPr>
      <w:r>
        <w:t xml:space="preserve">Damit haben wir ein fast realistisches kleines Netz erhalten. </w:t>
      </w:r>
      <w:proofErr w:type="spellStart"/>
      <w:r>
        <w:t>Filius</w:t>
      </w:r>
      <w:proofErr w:type="spellEnd"/>
      <w:r>
        <w:t xml:space="preserve"> kann aber noch weitere Dienste simulieren. So sind die Visualisierung von P2P-Netzwerken (</w:t>
      </w:r>
      <w:proofErr w:type="spellStart"/>
      <w:r>
        <w:t>Gnutella</w:t>
      </w:r>
      <w:proofErr w:type="spellEnd"/>
      <w:r>
        <w:t>, Tauschbörsen) oder die Simulation über verschiedene Rechner hinweg (jeder Schüler verwaltet ein Teilnetz) möglich.</w:t>
      </w:r>
    </w:p>
    <w:p w:rsidR="0092116A" w:rsidRPr="009E4D51" w:rsidRDefault="0092116A" w:rsidP="009E4D51">
      <w:pPr>
        <w:jc w:val="both"/>
      </w:pPr>
    </w:p>
    <w:sectPr w:rsidR="0092116A" w:rsidRPr="009E4D51" w:rsidSect="0037159F">
      <w:headerReference w:type="default" r:id="rId19"/>
      <w:footerReference w:type="default" r:id="rId2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DDF" w:rsidRDefault="00FA6DDF">
      <w:r>
        <w:separator/>
      </w:r>
    </w:p>
  </w:endnote>
  <w:endnote w:type="continuationSeparator" w:id="0">
    <w:p w:rsidR="00FA6DDF" w:rsidRDefault="00FA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5D" w:rsidRPr="00E922B7" w:rsidRDefault="00D05F5D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r w:rsidRPr="00E922B7">
      <w:rPr>
        <w:sz w:val="16"/>
        <w:szCs w:val="16"/>
      </w:rPr>
      <w:t xml:space="preserve">© T. Hempel </w:t>
    </w:r>
    <w:r w:rsidRPr="00E922B7">
      <w:rPr>
        <w:rFonts w:cs="Arial"/>
        <w:sz w:val="16"/>
        <w:szCs w:val="16"/>
      </w:rPr>
      <w:t>·</w:t>
    </w:r>
    <w:r w:rsidRPr="00E922B7">
      <w:rPr>
        <w:sz w:val="16"/>
        <w:szCs w:val="16"/>
      </w:rPr>
      <w:t xml:space="preserve"> Version vom </w:t>
    </w:r>
    <w:r w:rsidRPr="00E922B7">
      <w:rPr>
        <w:sz w:val="16"/>
        <w:szCs w:val="16"/>
      </w:rPr>
      <w:fldChar w:fldCharType="begin"/>
    </w:r>
    <w:r w:rsidRPr="00E922B7">
      <w:rPr>
        <w:sz w:val="16"/>
        <w:szCs w:val="16"/>
      </w:rPr>
      <w:instrText xml:space="preserve"> SAVEDATE  \@ "dd.MM.yyyy"  \* MERGEFORMAT </w:instrText>
    </w:r>
    <w:r w:rsidRPr="00E922B7">
      <w:rPr>
        <w:sz w:val="16"/>
        <w:szCs w:val="16"/>
      </w:rPr>
      <w:fldChar w:fldCharType="separate"/>
    </w:r>
    <w:r w:rsidR="004A6AEB">
      <w:rPr>
        <w:noProof/>
        <w:sz w:val="16"/>
        <w:szCs w:val="16"/>
      </w:rPr>
      <w:t>15.08.2013</w:t>
    </w:r>
    <w:r w:rsidRPr="00E922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DDF" w:rsidRDefault="00FA6DDF">
      <w:r>
        <w:separator/>
      </w:r>
    </w:p>
  </w:footnote>
  <w:footnote w:type="continuationSeparator" w:id="0">
    <w:p w:rsidR="00FA6DDF" w:rsidRDefault="00FA6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D05F5D" w:rsidRPr="00803299" w:rsidTr="00803299">
      <w:tc>
        <w:tcPr>
          <w:tcW w:w="1008" w:type="dxa"/>
        </w:tcPr>
        <w:p w:rsidR="00D05F5D" w:rsidRPr="00E922B7" w:rsidRDefault="00D05F5D" w:rsidP="00362A7D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2131CE67" wp14:editId="0EC80110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D05F5D" w:rsidRPr="00911792" w:rsidRDefault="00911792" w:rsidP="00911792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Dienste in Computernetzwerken</w:t>
          </w:r>
          <w:r w:rsidRPr="00911792">
            <w:rPr>
              <w:b/>
              <w:sz w:val="32"/>
              <w:szCs w:val="32"/>
            </w:rPr>
            <w:t xml:space="preserve"> entdecken, </w:t>
          </w:r>
          <w:r>
            <w:rPr>
              <w:b/>
              <w:sz w:val="32"/>
              <w:szCs w:val="32"/>
            </w:rPr>
            <w:br/>
          </w:r>
          <w:r w:rsidRPr="00911792">
            <w:rPr>
              <w:b/>
              <w:sz w:val="32"/>
              <w:szCs w:val="32"/>
            </w:rPr>
            <w:t>simulieren und verstehen</w:t>
          </w:r>
        </w:p>
      </w:tc>
    </w:tr>
  </w:tbl>
  <w:p w:rsidR="00D05F5D" w:rsidRDefault="00D05F5D" w:rsidP="00362A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586"/>
    <w:multiLevelType w:val="hybridMultilevel"/>
    <w:tmpl w:val="7F3E0E56"/>
    <w:lvl w:ilvl="0" w:tplc="6F70A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7595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31825D2"/>
    <w:multiLevelType w:val="hybridMultilevel"/>
    <w:tmpl w:val="41CA47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C50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E842D39"/>
    <w:multiLevelType w:val="multilevel"/>
    <w:tmpl w:val="D0304DC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A045C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EC00B3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3EB621D"/>
    <w:multiLevelType w:val="hybridMultilevel"/>
    <w:tmpl w:val="9E9AF5F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81138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54505DE"/>
    <w:multiLevelType w:val="hybridMultilevel"/>
    <w:tmpl w:val="A86CC2BC"/>
    <w:lvl w:ilvl="0" w:tplc="F62809E2">
      <w:numFmt w:val="bullet"/>
      <w:lvlText w:val="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25D00"/>
    <w:multiLevelType w:val="hybridMultilevel"/>
    <w:tmpl w:val="52CE096C"/>
    <w:lvl w:ilvl="0" w:tplc="5AACFF14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F168BD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3">
    <w:nsid w:val="5A69287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6843162"/>
    <w:multiLevelType w:val="hybridMultilevel"/>
    <w:tmpl w:val="654482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79B7D77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8D1567F"/>
    <w:multiLevelType w:val="hybridMultilevel"/>
    <w:tmpl w:val="103C0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848EB"/>
    <w:multiLevelType w:val="hybridMultilevel"/>
    <w:tmpl w:val="22160514"/>
    <w:lvl w:ilvl="0" w:tplc="0407000F">
      <w:start w:val="1"/>
      <w:numFmt w:val="decimal"/>
      <w:lvlText w:val="%1."/>
      <w:lvlJc w:val="left"/>
      <w:pPr>
        <w:ind w:left="-2511" w:hanging="360"/>
      </w:pPr>
    </w:lvl>
    <w:lvl w:ilvl="1" w:tplc="04070019" w:tentative="1">
      <w:start w:val="1"/>
      <w:numFmt w:val="lowerLetter"/>
      <w:lvlText w:val="%2."/>
      <w:lvlJc w:val="left"/>
      <w:pPr>
        <w:ind w:left="-1791" w:hanging="360"/>
      </w:pPr>
    </w:lvl>
    <w:lvl w:ilvl="2" w:tplc="0407001B" w:tentative="1">
      <w:start w:val="1"/>
      <w:numFmt w:val="lowerRoman"/>
      <w:lvlText w:val="%3."/>
      <w:lvlJc w:val="right"/>
      <w:pPr>
        <w:ind w:left="-1071" w:hanging="180"/>
      </w:pPr>
    </w:lvl>
    <w:lvl w:ilvl="3" w:tplc="0407000F" w:tentative="1">
      <w:start w:val="1"/>
      <w:numFmt w:val="decimal"/>
      <w:lvlText w:val="%4."/>
      <w:lvlJc w:val="left"/>
      <w:pPr>
        <w:ind w:left="-351" w:hanging="360"/>
      </w:pPr>
    </w:lvl>
    <w:lvl w:ilvl="4" w:tplc="04070019" w:tentative="1">
      <w:start w:val="1"/>
      <w:numFmt w:val="lowerLetter"/>
      <w:lvlText w:val="%5."/>
      <w:lvlJc w:val="left"/>
      <w:pPr>
        <w:ind w:left="369" w:hanging="360"/>
      </w:pPr>
    </w:lvl>
    <w:lvl w:ilvl="5" w:tplc="0407001B" w:tentative="1">
      <w:start w:val="1"/>
      <w:numFmt w:val="lowerRoman"/>
      <w:lvlText w:val="%6."/>
      <w:lvlJc w:val="right"/>
      <w:pPr>
        <w:ind w:left="1089" w:hanging="180"/>
      </w:pPr>
    </w:lvl>
    <w:lvl w:ilvl="6" w:tplc="0407000F" w:tentative="1">
      <w:start w:val="1"/>
      <w:numFmt w:val="decimal"/>
      <w:lvlText w:val="%7."/>
      <w:lvlJc w:val="left"/>
      <w:pPr>
        <w:ind w:left="1809" w:hanging="360"/>
      </w:pPr>
    </w:lvl>
    <w:lvl w:ilvl="7" w:tplc="04070019" w:tentative="1">
      <w:start w:val="1"/>
      <w:numFmt w:val="lowerLetter"/>
      <w:lvlText w:val="%8."/>
      <w:lvlJc w:val="left"/>
      <w:pPr>
        <w:ind w:left="2529" w:hanging="360"/>
      </w:pPr>
    </w:lvl>
    <w:lvl w:ilvl="8" w:tplc="0407001B" w:tentative="1">
      <w:start w:val="1"/>
      <w:numFmt w:val="lowerRoman"/>
      <w:lvlText w:val="%9."/>
      <w:lvlJc w:val="right"/>
      <w:pPr>
        <w:ind w:left="3249" w:hanging="180"/>
      </w:pPr>
    </w:lvl>
  </w:abstractNum>
  <w:abstractNum w:abstractNumId="19">
    <w:nsid w:val="6D2456D3"/>
    <w:multiLevelType w:val="hybridMultilevel"/>
    <w:tmpl w:val="6C1A7926"/>
    <w:lvl w:ilvl="0" w:tplc="9D02D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5C22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ED409F9"/>
    <w:multiLevelType w:val="hybridMultilevel"/>
    <w:tmpl w:val="6A9445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562A50"/>
    <w:multiLevelType w:val="hybridMultilevel"/>
    <w:tmpl w:val="17C09906"/>
    <w:lvl w:ilvl="0" w:tplc="9D72C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287349"/>
    <w:multiLevelType w:val="hybridMultilevel"/>
    <w:tmpl w:val="31DE91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D1366B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16"/>
  </w:num>
  <w:num w:numId="4">
    <w:abstractNumId w:val="8"/>
  </w:num>
  <w:num w:numId="5">
    <w:abstractNumId w:val="5"/>
  </w:num>
  <w:num w:numId="6">
    <w:abstractNumId w:val="25"/>
  </w:num>
  <w:num w:numId="7">
    <w:abstractNumId w:val="10"/>
  </w:num>
  <w:num w:numId="8">
    <w:abstractNumId w:val="1"/>
  </w:num>
  <w:num w:numId="9">
    <w:abstractNumId w:val="4"/>
  </w:num>
  <w:num w:numId="10">
    <w:abstractNumId w:val="18"/>
  </w:num>
  <w:num w:numId="11">
    <w:abstractNumId w:val="23"/>
  </w:num>
  <w:num w:numId="12">
    <w:abstractNumId w:val="22"/>
  </w:num>
  <w:num w:numId="13">
    <w:abstractNumId w:val="7"/>
  </w:num>
  <w:num w:numId="14">
    <w:abstractNumId w:val="21"/>
  </w:num>
  <w:num w:numId="15">
    <w:abstractNumId w:val="20"/>
  </w:num>
  <w:num w:numId="16">
    <w:abstractNumId w:val="9"/>
  </w:num>
  <w:num w:numId="17">
    <w:abstractNumId w:val="3"/>
  </w:num>
  <w:num w:numId="18">
    <w:abstractNumId w:val="0"/>
  </w:num>
  <w:num w:numId="19">
    <w:abstractNumId w:val="13"/>
  </w:num>
  <w:num w:numId="20">
    <w:abstractNumId w:val="19"/>
  </w:num>
  <w:num w:numId="21">
    <w:abstractNumId w:val="12"/>
  </w:num>
  <w:num w:numId="22">
    <w:abstractNumId w:val="12"/>
  </w:num>
  <w:num w:numId="23">
    <w:abstractNumId w:val="14"/>
  </w:num>
  <w:num w:numId="24">
    <w:abstractNumId w:val="12"/>
  </w:num>
  <w:num w:numId="25">
    <w:abstractNumId w:val="6"/>
  </w:num>
  <w:num w:numId="26">
    <w:abstractNumId w:val="2"/>
  </w:num>
  <w:num w:numId="27">
    <w:abstractNumId w:val="1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31724"/>
    <w:rsid w:val="00041D11"/>
    <w:rsid w:val="00045739"/>
    <w:rsid w:val="00053B74"/>
    <w:rsid w:val="00057B4A"/>
    <w:rsid w:val="000701CF"/>
    <w:rsid w:val="000866D2"/>
    <w:rsid w:val="000A17C3"/>
    <w:rsid w:val="000B2AFE"/>
    <w:rsid w:val="000C4DE7"/>
    <w:rsid w:val="000C6256"/>
    <w:rsid w:val="000D000F"/>
    <w:rsid w:val="000D683F"/>
    <w:rsid w:val="000E1A7C"/>
    <w:rsid w:val="00112AFF"/>
    <w:rsid w:val="00113285"/>
    <w:rsid w:val="00117BC3"/>
    <w:rsid w:val="00121703"/>
    <w:rsid w:val="00125A15"/>
    <w:rsid w:val="00130B85"/>
    <w:rsid w:val="001417B5"/>
    <w:rsid w:val="001452B8"/>
    <w:rsid w:val="0015277C"/>
    <w:rsid w:val="00166AB9"/>
    <w:rsid w:val="001801EA"/>
    <w:rsid w:val="00195E5F"/>
    <w:rsid w:val="001A46D0"/>
    <w:rsid w:val="001A5E67"/>
    <w:rsid w:val="001A6F28"/>
    <w:rsid w:val="001B2A15"/>
    <w:rsid w:val="001C722D"/>
    <w:rsid w:val="001D1824"/>
    <w:rsid w:val="001D438E"/>
    <w:rsid w:val="001E359A"/>
    <w:rsid w:val="001E451B"/>
    <w:rsid w:val="001E7278"/>
    <w:rsid w:val="001F7356"/>
    <w:rsid w:val="00205110"/>
    <w:rsid w:val="00210029"/>
    <w:rsid w:val="00214452"/>
    <w:rsid w:val="002157FB"/>
    <w:rsid w:val="00217C96"/>
    <w:rsid w:val="00250EA1"/>
    <w:rsid w:val="00251E68"/>
    <w:rsid w:val="00257AF2"/>
    <w:rsid w:val="0026576E"/>
    <w:rsid w:val="002C049A"/>
    <w:rsid w:val="002C47A9"/>
    <w:rsid w:val="002C4831"/>
    <w:rsid w:val="002C62FA"/>
    <w:rsid w:val="002D44AC"/>
    <w:rsid w:val="003242A6"/>
    <w:rsid w:val="00326D77"/>
    <w:rsid w:val="00331279"/>
    <w:rsid w:val="00362A7D"/>
    <w:rsid w:val="0037159F"/>
    <w:rsid w:val="00397715"/>
    <w:rsid w:val="003B205A"/>
    <w:rsid w:val="003D0FE3"/>
    <w:rsid w:val="003D4D7F"/>
    <w:rsid w:val="003F1514"/>
    <w:rsid w:val="003F2246"/>
    <w:rsid w:val="003F36CF"/>
    <w:rsid w:val="003F411B"/>
    <w:rsid w:val="00404617"/>
    <w:rsid w:val="004244C9"/>
    <w:rsid w:val="00431561"/>
    <w:rsid w:val="004375ED"/>
    <w:rsid w:val="00440C91"/>
    <w:rsid w:val="00442188"/>
    <w:rsid w:val="004429A3"/>
    <w:rsid w:val="00457B7B"/>
    <w:rsid w:val="00477879"/>
    <w:rsid w:val="004933C4"/>
    <w:rsid w:val="004940A7"/>
    <w:rsid w:val="00496ABC"/>
    <w:rsid w:val="004A6AEB"/>
    <w:rsid w:val="004B6DE5"/>
    <w:rsid w:val="004B756B"/>
    <w:rsid w:val="004C56F2"/>
    <w:rsid w:val="004D6397"/>
    <w:rsid w:val="004E64C7"/>
    <w:rsid w:val="004F25CC"/>
    <w:rsid w:val="0050231C"/>
    <w:rsid w:val="00503A82"/>
    <w:rsid w:val="005064FF"/>
    <w:rsid w:val="0050657A"/>
    <w:rsid w:val="005331E4"/>
    <w:rsid w:val="0054302B"/>
    <w:rsid w:val="00557C0A"/>
    <w:rsid w:val="00565D48"/>
    <w:rsid w:val="00570EDC"/>
    <w:rsid w:val="00582D34"/>
    <w:rsid w:val="00591270"/>
    <w:rsid w:val="00591BCD"/>
    <w:rsid w:val="005B1E67"/>
    <w:rsid w:val="005B2E61"/>
    <w:rsid w:val="005B32FC"/>
    <w:rsid w:val="005D41F7"/>
    <w:rsid w:val="005D422B"/>
    <w:rsid w:val="006012E7"/>
    <w:rsid w:val="00603C78"/>
    <w:rsid w:val="00611A20"/>
    <w:rsid w:val="006133DE"/>
    <w:rsid w:val="00614DE3"/>
    <w:rsid w:val="006305F1"/>
    <w:rsid w:val="00641367"/>
    <w:rsid w:val="0065043F"/>
    <w:rsid w:val="00654DCC"/>
    <w:rsid w:val="00664425"/>
    <w:rsid w:val="00670970"/>
    <w:rsid w:val="00674296"/>
    <w:rsid w:val="006812B8"/>
    <w:rsid w:val="006853D8"/>
    <w:rsid w:val="00686827"/>
    <w:rsid w:val="006906CA"/>
    <w:rsid w:val="006A35A3"/>
    <w:rsid w:val="006D2DA4"/>
    <w:rsid w:val="006D5994"/>
    <w:rsid w:val="006E0E69"/>
    <w:rsid w:val="006E13C7"/>
    <w:rsid w:val="006E3173"/>
    <w:rsid w:val="006E4DF3"/>
    <w:rsid w:val="00702275"/>
    <w:rsid w:val="00740F1A"/>
    <w:rsid w:val="00750E4A"/>
    <w:rsid w:val="00753AA4"/>
    <w:rsid w:val="00753B6A"/>
    <w:rsid w:val="0075687D"/>
    <w:rsid w:val="00772D05"/>
    <w:rsid w:val="0078478B"/>
    <w:rsid w:val="0079761B"/>
    <w:rsid w:val="00797837"/>
    <w:rsid w:val="007A1F4C"/>
    <w:rsid w:val="007A4224"/>
    <w:rsid w:val="007D1545"/>
    <w:rsid w:val="007D439C"/>
    <w:rsid w:val="007D4DE7"/>
    <w:rsid w:val="007F054B"/>
    <w:rsid w:val="00803299"/>
    <w:rsid w:val="00804A39"/>
    <w:rsid w:val="00826F3B"/>
    <w:rsid w:val="00831B56"/>
    <w:rsid w:val="00836E20"/>
    <w:rsid w:val="008461E2"/>
    <w:rsid w:val="008520A2"/>
    <w:rsid w:val="00854BA2"/>
    <w:rsid w:val="00856072"/>
    <w:rsid w:val="00864CBA"/>
    <w:rsid w:val="0086623A"/>
    <w:rsid w:val="00881617"/>
    <w:rsid w:val="00881AE1"/>
    <w:rsid w:val="008A41BD"/>
    <w:rsid w:val="008A4A18"/>
    <w:rsid w:val="008B16E0"/>
    <w:rsid w:val="008B3D22"/>
    <w:rsid w:val="008E32A5"/>
    <w:rsid w:val="00907616"/>
    <w:rsid w:val="00911792"/>
    <w:rsid w:val="00912BC3"/>
    <w:rsid w:val="0091611D"/>
    <w:rsid w:val="0092116A"/>
    <w:rsid w:val="009220AA"/>
    <w:rsid w:val="00922C25"/>
    <w:rsid w:val="00936173"/>
    <w:rsid w:val="00947B98"/>
    <w:rsid w:val="00947F9F"/>
    <w:rsid w:val="00950E43"/>
    <w:rsid w:val="00952B4C"/>
    <w:rsid w:val="009615CE"/>
    <w:rsid w:val="00961E1B"/>
    <w:rsid w:val="009640A8"/>
    <w:rsid w:val="00967426"/>
    <w:rsid w:val="00975373"/>
    <w:rsid w:val="00980F89"/>
    <w:rsid w:val="00994169"/>
    <w:rsid w:val="009A211A"/>
    <w:rsid w:val="009B0945"/>
    <w:rsid w:val="009B29C6"/>
    <w:rsid w:val="009B49F2"/>
    <w:rsid w:val="009C6E03"/>
    <w:rsid w:val="009E4D51"/>
    <w:rsid w:val="009F4CFF"/>
    <w:rsid w:val="00A07AC3"/>
    <w:rsid w:val="00A1594B"/>
    <w:rsid w:val="00A21138"/>
    <w:rsid w:val="00A26DC1"/>
    <w:rsid w:val="00A33593"/>
    <w:rsid w:val="00A3718C"/>
    <w:rsid w:val="00A426B7"/>
    <w:rsid w:val="00A42E4F"/>
    <w:rsid w:val="00A50497"/>
    <w:rsid w:val="00A6710E"/>
    <w:rsid w:val="00A8598D"/>
    <w:rsid w:val="00A86571"/>
    <w:rsid w:val="00AA340B"/>
    <w:rsid w:val="00AA6CAF"/>
    <w:rsid w:val="00AC2679"/>
    <w:rsid w:val="00AD1440"/>
    <w:rsid w:val="00AD5DD6"/>
    <w:rsid w:val="00AD7567"/>
    <w:rsid w:val="00AE5D33"/>
    <w:rsid w:val="00B006CC"/>
    <w:rsid w:val="00B17BF7"/>
    <w:rsid w:val="00B255E7"/>
    <w:rsid w:val="00B61879"/>
    <w:rsid w:val="00B61B5D"/>
    <w:rsid w:val="00B62A05"/>
    <w:rsid w:val="00B65B16"/>
    <w:rsid w:val="00B722DE"/>
    <w:rsid w:val="00B76C02"/>
    <w:rsid w:val="00B93849"/>
    <w:rsid w:val="00BA7763"/>
    <w:rsid w:val="00BB7ACE"/>
    <w:rsid w:val="00BC0468"/>
    <w:rsid w:val="00BD0CB5"/>
    <w:rsid w:val="00BE36F8"/>
    <w:rsid w:val="00BE757B"/>
    <w:rsid w:val="00BF2A13"/>
    <w:rsid w:val="00C016DF"/>
    <w:rsid w:val="00C04B0E"/>
    <w:rsid w:val="00C069E7"/>
    <w:rsid w:val="00C06DE8"/>
    <w:rsid w:val="00C17B27"/>
    <w:rsid w:val="00C33D8D"/>
    <w:rsid w:val="00C43F5E"/>
    <w:rsid w:val="00C61B3B"/>
    <w:rsid w:val="00C70E0D"/>
    <w:rsid w:val="00C85E31"/>
    <w:rsid w:val="00C87494"/>
    <w:rsid w:val="00CA2F74"/>
    <w:rsid w:val="00CB09A9"/>
    <w:rsid w:val="00CB48A9"/>
    <w:rsid w:val="00CC18B9"/>
    <w:rsid w:val="00CC4853"/>
    <w:rsid w:val="00CD0658"/>
    <w:rsid w:val="00CD108B"/>
    <w:rsid w:val="00CE0B59"/>
    <w:rsid w:val="00CE366F"/>
    <w:rsid w:val="00CF2A05"/>
    <w:rsid w:val="00D05F5D"/>
    <w:rsid w:val="00D20243"/>
    <w:rsid w:val="00D34D7E"/>
    <w:rsid w:val="00D4069F"/>
    <w:rsid w:val="00D50FC3"/>
    <w:rsid w:val="00D514C6"/>
    <w:rsid w:val="00D5421A"/>
    <w:rsid w:val="00D64326"/>
    <w:rsid w:val="00D7615E"/>
    <w:rsid w:val="00D83321"/>
    <w:rsid w:val="00D84AFA"/>
    <w:rsid w:val="00D90060"/>
    <w:rsid w:val="00D93B8F"/>
    <w:rsid w:val="00DB0776"/>
    <w:rsid w:val="00DB6F19"/>
    <w:rsid w:val="00DD3F9A"/>
    <w:rsid w:val="00DD517D"/>
    <w:rsid w:val="00DD668B"/>
    <w:rsid w:val="00DE0A02"/>
    <w:rsid w:val="00DE1584"/>
    <w:rsid w:val="00DE47DF"/>
    <w:rsid w:val="00DE7452"/>
    <w:rsid w:val="00DF67F2"/>
    <w:rsid w:val="00E13C85"/>
    <w:rsid w:val="00E16989"/>
    <w:rsid w:val="00E21594"/>
    <w:rsid w:val="00E32BF6"/>
    <w:rsid w:val="00E5015D"/>
    <w:rsid w:val="00E62048"/>
    <w:rsid w:val="00E86351"/>
    <w:rsid w:val="00E922B7"/>
    <w:rsid w:val="00E95993"/>
    <w:rsid w:val="00E95B8D"/>
    <w:rsid w:val="00E969B8"/>
    <w:rsid w:val="00EC3176"/>
    <w:rsid w:val="00EE5711"/>
    <w:rsid w:val="00F02450"/>
    <w:rsid w:val="00F038A8"/>
    <w:rsid w:val="00F05135"/>
    <w:rsid w:val="00F11CB3"/>
    <w:rsid w:val="00F122D3"/>
    <w:rsid w:val="00F20227"/>
    <w:rsid w:val="00F21C66"/>
    <w:rsid w:val="00F21EE3"/>
    <w:rsid w:val="00F26F5D"/>
    <w:rsid w:val="00F27DF5"/>
    <w:rsid w:val="00F33A19"/>
    <w:rsid w:val="00F344D0"/>
    <w:rsid w:val="00F44B48"/>
    <w:rsid w:val="00F52780"/>
    <w:rsid w:val="00F90FB4"/>
    <w:rsid w:val="00FA5D26"/>
    <w:rsid w:val="00FA6DDF"/>
    <w:rsid w:val="00FA79A0"/>
    <w:rsid w:val="00FB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ind w:left="431" w:hanging="431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B255E7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ind w:left="431" w:hanging="431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B255E7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1590-7F1D-49E8-A49B-56FC02B9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1</Pages>
  <Words>2589</Words>
  <Characters>16317</Characters>
  <Application>Microsoft Office Word</Application>
  <DocSecurity>0</DocSecurity>
  <Lines>135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18869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57</cp:revision>
  <cp:lastPrinted>2013-08-15T14:39:00Z</cp:lastPrinted>
  <dcterms:created xsi:type="dcterms:W3CDTF">2013-03-31T15:47:00Z</dcterms:created>
  <dcterms:modified xsi:type="dcterms:W3CDTF">2013-08-15T14:40:00Z</dcterms:modified>
</cp:coreProperties>
</file>