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D405E" w14:textId="2C4207BC" w:rsidR="00030F7B" w:rsidRDefault="002C00AC" w:rsidP="00030F7B">
      <w:pPr>
        <w:pStyle w:val="AberschriftPrfungsblock"/>
      </w:pPr>
      <w:r>
        <w:t>Übungsa</w:t>
      </w:r>
      <w:r w:rsidR="00030F7B">
        <w:t>ufgaben zu Johnny</w:t>
      </w:r>
    </w:p>
    <w:p w14:paraId="3266E355" w14:textId="145C2A2C" w:rsidR="00030F7B" w:rsidRDefault="00030F7B" w:rsidP="00DF2C13">
      <w:pPr>
        <w:pStyle w:val="AMAberschriftB1BE"/>
        <w:ind w:left="709" w:hanging="709"/>
      </w:pPr>
      <w:r>
        <w:rPr>
          <w:noProof/>
        </w:rPr>
        <mc:AlternateContent>
          <mc:Choice Requires="wps">
            <w:drawing>
              <wp:anchor distT="0" distB="0" distL="114300" distR="114300" simplePos="0" relativeHeight="251659264" behindDoc="0" locked="0" layoutInCell="1" allowOverlap="1" wp14:anchorId="52F30862" wp14:editId="50957F87">
                <wp:simplePos x="0" y="0"/>
                <wp:positionH relativeFrom="rightMargin">
                  <wp:posOffset>0</wp:posOffset>
                </wp:positionH>
                <wp:positionV relativeFrom="paragraph">
                  <wp:posOffset>0</wp:posOffset>
                </wp:positionV>
                <wp:extent cx="540000" cy="180000"/>
                <wp:effectExtent l="0" t="0" r="12700" b="10795"/>
                <wp:wrapNone/>
                <wp:docPr id="8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180000"/>
                        </a:xfrm>
                        <a:prstGeom prst="rect">
                          <a:avLst/>
                        </a:prstGeom>
                        <a:noFill/>
                        <a:ln w="9525">
                          <a:noFill/>
                          <a:miter lim="800000"/>
                          <a:headEnd/>
                          <a:tailEnd/>
                        </a:ln>
                      </wps:spPr>
                      <wps:txbx>
                        <w:txbxContent>
                          <w:p w14:paraId="56C8377B" w14:textId="77777777" w:rsidR="00030F7B" w:rsidRDefault="00030F7B" w:rsidP="00030F7B">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2F30862" id="_x0000_t202" coordsize="21600,21600" o:spt="202" path="m,l,21600r21600,l21600,xe">
                <v:stroke joinstyle="miter"/>
                <v:path gradientshapeok="t" o:connecttype="rect"/>
              </v:shapetype>
              <v:shape id="Textfeld 2" o:spid="_x0000_s1026" type="#_x0000_t202" style="position:absolute;left:0;text-align:left;margin-left:0;margin-top:0;width:42.5pt;height:14.1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" filled="f" stroked="f">
                <v:textbox inset="0,0,0,0">
                  <w:txbxContent>
                    <w:p w14:paraId="56C8377B" w14:textId="77777777" w:rsidR="00030F7B" w:rsidRDefault="00030F7B" w:rsidP="00030F7B">
                      <w:pPr>
                        <w:jc w:val="right"/>
                      </w:pPr>
                    </w:p>
                  </w:txbxContent>
                </v:textbox>
                <w10:wrap anchorx="margin"/>
              </v:shape>
            </w:pict>
          </mc:Fallback>
        </mc:AlternateContent>
      </w:r>
      <w:r w:rsidRPr="00DF2C13">
        <w:t>Fitnessarmbänder für medizinische</w:t>
      </w:r>
      <w:r>
        <w:t xml:space="preserve"> Studien</w:t>
      </w:r>
    </w:p>
    <w:p w14:paraId="302C0002" w14:textId="77777777" w:rsidR="00030F7B" w:rsidRDefault="00030F7B" w:rsidP="00030F7B">
      <w:pPr>
        <w:pStyle w:val="AAbsatz-Blocksatz"/>
      </w:pPr>
      <w:r>
        <w:rPr>
          <w:rFonts w:cs="Arial"/>
        </w:rPr>
        <w:t xml:space="preserve">Für ein Forschungsprojekt werden an acht Probanden Fitnessarmbänder verteilt, die mit Sensoren den systolischen und den diastolischen Blutdruck messen, anzeigen und speichern. In unregelmäßigen Abständen senden die Armbänder die Daten über das Internet an den Forschungsserver. </w:t>
      </w:r>
      <w:r>
        <w:t>Werden im Ruhezustand des Probanden mehrfach systolische Blutdruckwerte von über 140</w:t>
      </w:r>
      <w:r>
        <w:rPr>
          <w:rFonts w:cs="Arial"/>
          <w:color w:val="222222"/>
          <w:shd w:val="clear" w:color="auto" w:fill="FFFFFF"/>
        </w:rPr>
        <w:t> mmHg</w:t>
      </w:r>
      <w:r>
        <w:t xml:space="preserve"> gemessen, erscheint eine Warnmeldung in der Anzeige. </w:t>
      </w:r>
      <w:r>
        <w:rPr>
          <w:rFonts w:cs="Arial"/>
        </w:rPr>
        <w:t>Mithilfe von Firmwareupdates lassen sich Funktionen nachrüsten</w:t>
      </w:r>
      <w:r>
        <w:t>.</w:t>
      </w:r>
    </w:p>
    <w:p w14:paraId="2309152F" w14:textId="77777777" w:rsidR="00030F7B" w:rsidRPr="002C00AC" w:rsidRDefault="00030F7B" w:rsidP="00030F7B">
      <w:pPr>
        <w:pStyle w:val="AMAberschriftB2BE"/>
        <w:ind w:left="709" w:hanging="709"/>
        <w:rPr>
          <w:b/>
          <w:bCs w:val="0"/>
        </w:rPr>
      </w:pPr>
      <w:r w:rsidRPr="002C00AC">
        <w:rPr>
          <w:b/>
          <w:bCs w:val="0"/>
          <w:noProof/>
          <w:lang w:eastAsia="de-DE"/>
        </w:rPr>
        <mc:AlternateContent>
          <mc:Choice Requires="wps">
            <w:drawing>
              <wp:anchor distT="0" distB="0" distL="114300" distR="114300" simplePos="0" relativeHeight="251663360" behindDoc="0" locked="0" layoutInCell="1" allowOverlap="1" wp14:anchorId="124A356A" wp14:editId="43EFCF0B">
                <wp:simplePos x="0" y="0"/>
                <wp:positionH relativeFrom="rightMargin">
                  <wp:posOffset>0</wp:posOffset>
                </wp:positionH>
                <wp:positionV relativeFrom="paragraph">
                  <wp:posOffset>0</wp:posOffset>
                </wp:positionV>
                <wp:extent cx="540000" cy="180000"/>
                <wp:effectExtent l="0" t="0" r="12700" b="10795"/>
                <wp:wrapNone/>
                <wp:docPr id="8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180000"/>
                        </a:xfrm>
                        <a:prstGeom prst="rect">
                          <a:avLst/>
                        </a:prstGeom>
                        <a:noFill/>
                        <a:ln w="9525">
                          <a:noFill/>
                          <a:miter lim="800000"/>
                          <a:headEnd/>
                          <a:tailEnd/>
                        </a:ln>
                      </wps:spPr>
                      <wps:txbx>
                        <w:txbxContent>
                          <w:p w14:paraId="17F0925D" w14:textId="77777777" w:rsidR="00030F7B" w:rsidRDefault="00030F7B" w:rsidP="00030F7B">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4A356A" id="_x0000_s1027" type="#_x0000_t202" style="position:absolute;left:0;text-align:left;margin-left:0;margin-top:0;width:42.5pt;height:14.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" filled="f" stroked="f">
                <v:textbox inset="0,0,0,0">
                  <w:txbxContent>
                    <w:p w14:paraId="17F0925D" w14:textId="77777777" w:rsidR="00030F7B" w:rsidRDefault="00030F7B" w:rsidP="00030F7B">
                      <w:pPr>
                        <w:jc w:val="right"/>
                      </w:pPr>
                    </w:p>
                  </w:txbxContent>
                </v:textbox>
                <w10:wrap anchorx="margin"/>
              </v:shape>
            </w:pict>
          </mc:Fallback>
        </mc:AlternateContent>
      </w:r>
      <w:r w:rsidRPr="002C00AC">
        <w:rPr>
          <w:b/>
          <w:bCs w:val="0"/>
        </w:rPr>
        <w:t>Fitnessarmbänder als von-Neumann-Rechner</w:t>
      </w:r>
    </w:p>
    <w:p w14:paraId="2E7E785A" w14:textId="77777777" w:rsidR="00030F7B" w:rsidRDefault="00030F7B" w:rsidP="00030F7B">
      <w:pPr>
        <w:pStyle w:val="AMAberschriftB3BE"/>
        <w:rPr>
          <w:rFonts w:cs="Arial"/>
        </w:rPr>
      </w:pPr>
      <w:r>
        <w:rPr>
          <w:noProof/>
          <w:lang w:eastAsia="de-DE"/>
        </w:rPr>
        <mc:AlternateContent>
          <mc:Choice Requires="wps">
            <w:drawing>
              <wp:anchor distT="0" distB="0" distL="114300" distR="114300" simplePos="0" relativeHeight="251660288" behindDoc="0" locked="0" layoutInCell="1" allowOverlap="1" wp14:anchorId="61E6A0ED" wp14:editId="67B88C52">
                <wp:simplePos x="0" y="0"/>
                <wp:positionH relativeFrom="rightMargin">
                  <wp:posOffset>0</wp:posOffset>
                </wp:positionH>
                <wp:positionV relativeFrom="paragraph">
                  <wp:posOffset>0</wp:posOffset>
                </wp:positionV>
                <wp:extent cx="540000" cy="180000"/>
                <wp:effectExtent l="0" t="0" r="12700" b="10795"/>
                <wp:wrapNone/>
                <wp:docPr id="40" name="Textfeld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180000"/>
                        </a:xfrm>
                        <a:prstGeom prst="rect">
                          <a:avLst/>
                        </a:prstGeom>
                        <a:noFill/>
                        <a:ln w="9525">
                          <a:noFill/>
                          <a:miter lim="800000"/>
                          <a:headEnd/>
                          <a:tailEnd/>
                        </a:ln>
                      </wps:spPr>
                      <wps:txbx>
                        <w:txbxContent>
                          <w:p w14:paraId="3CD0DE74" w14:textId="77777777" w:rsidR="00030F7B" w:rsidRDefault="00030F7B" w:rsidP="00030F7B">
                            <w:pPr>
                              <w:jc w:val="right"/>
                            </w:pPr>
                            <w:r>
                              <w:t>2 BE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E6A0ED" id="Textfeld 40" o:spid="_x0000_s1028" type="#_x0000_t202" style="position:absolute;left:0;text-align:left;margin-left:0;margin-top:0;width:42.5pt;height:14.15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" filled="f" stroked="f">
                <v:textbox inset="0,0,0,0">
                  <w:txbxContent>
                    <w:p w14:paraId="3CD0DE74" w14:textId="77777777" w:rsidR="00030F7B" w:rsidRDefault="00030F7B" w:rsidP="00030F7B">
                      <w:pPr>
                        <w:jc w:val="right"/>
                      </w:pPr>
                      <w:r>
                        <w:t>2 BE</w:t>
                      </w:r>
                    </w:p>
                  </w:txbxContent>
                </v:textbox>
                <w10:wrap anchorx="margin"/>
              </v:shape>
            </w:pict>
          </mc:Fallback>
        </mc:AlternateContent>
      </w:r>
      <w:r>
        <w:t>Begründen Sie, dass die von-Neumann-Architektur ein geeignetes Modell für die Beschreibung der Fitnessarmbänder ist.</w:t>
      </w:r>
    </w:p>
    <w:p w14:paraId="44DBEB16" w14:textId="77777777" w:rsidR="00030F7B" w:rsidRDefault="00030F7B" w:rsidP="00030F7B">
      <w:pPr>
        <w:pStyle w:val="AMAberschriftB3BE"/>
      </w:pPr>
      <w:r>
        <w:t>Beschreiben Sie den Aufbau und die Aufgaben des Steuerwerks eines von-Neumann-Rechners.</w:t>
      </w:r>
      <w:r>
        <w:rPr>
          <w:noProof/>
          <w:lang w:eastAsia="de-DE"/>
        </w:rPr>
        <mc:AlternateContent>
          <mc:Choice Requires="wps">
            <w:drawing>
              <wp:anchor distT="0" distB="0" distL="114300" distR="114300" simplePos="0" relativeHeight="251661312" behindDoc="0" locked="0" layoutInCell="1" allowOverlap="1" wp14:anchorId="2DEC1908" wp14:editId="55890951">
                <wp:simplePos x="0" y="0"/>
                <wp:positionH relativeFrom="rightMargin">
                  <wp:posOffset>0</wp:posOffset>
                </wp:positionH>
                <wp:positionV relativeFrom="paragraph">
                  <wp:posOffset>0</wp:posOffset>
                </wp:positionV>
                <wp:extent cx="540000" cy="180000"/>
                <wp:effectExtent l="0" t="0" r="12700" b="10795"/>
                <wp:wrapNone/>
                <wp:docPr id="41" name="Textfeld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180000"/>
                        </a:xfrm>
                        <a:prstGeom prst="rect">
                          <a:avLst/>
                        </a:prstGeom>
                        <a:noFill/>
                        <a:ln w="9525">
                          <a:noFill/>
                          <a:miter lim="800000"/>
                          <a:headEnd/>
                          <a:tailEnd/>
                        </a:ln>
                      </wps:spPr>
                      <wps:txbx>
                        <w:txbxContent>
                          <w:p w14:paraId="06DA2E1D" w14:textId="77777777" w:rsidR="00030F7B" w:rsidRDefault="00030F7B" w:rsidP="00030F7B">
                            <w:pPr>
                              <w:jc w:val="right"/>
                            </w:pPr>
                            <w:r>
                              <w:t>3 BE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EC1908" id="Textfeld 41" o:spid="_x0000_s1029" type="#_x0000_t202" style="position:absolute;left:0;text-align:left;margin-left:0;margin-top:0;width:42.5pt;height:14.1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" filled="f" stroked="f">
                <v:textbox inset="0,0,0,0">
                  <w:txbxContent>
                    <w:p w14:paraId="06DA2E1D" w14:textId="77777777" w:rsidR="00030F7B" w:rsidRDefault="00030F7B" w:rsidP="00030F7B">
                      <w:pPr>
                        <w:jc w:val="right"/>
                      </w:pPr>
                      <w:r>
                        <w:t>3 BE</w:t>
                      </w:r>
                    </w:p>
                  </w:txbxContent>
                </v:textbox>
                <w10:wrap anchorx="margin"/>
              </v:shape>
            </w:pict>
          </mc:Fallback>
        </mc:AlternateContent>
      </w:r>
    </w:p>
    <w:p w14:paraId="43D69564" w14:textId="77777777" w:rsidR="00030F7B" w:rsidRDefault="00030F7B" w:rsidP="00030F7B">
      <w:pPr>
        <w:pStyle w:val="AMAberschriftB3BE"/>
      </w:pPr>
      <w:r>
        <w:rPr>
          <w:noProof/>
          <w:lang w:eastAsia="de-DE"/>
        </w:rPr>
        <mc:AlternateContent>
          <mc:Choice Requires="wps">
            <w:drawing>
              <wp:anchor distT="0" distB="0" distL="114300" distR="114300" simplePos="0" relativeHeight="251662336" behindDoc="0" locked="0" layoutInCell="1" allowOverlap="1" wp14:anchorId="05375839" wp14:editId="3740367C">
                <wp:simplePos x="0" y="0"/>
                <wp:positionH relativeFrom="rightMargin">
                  <wp:posOffset>0</wp:posOffset>
                </wp:positionH>
                <wp:positionV relativeFrom="paragraph">
                  <wp:posOffset>0</wp:posOffset>
                </wp:positionV>
                <wp:extent cx="540000" cy="180000"/>
                <wp:effectExtent l="0" t="0" r="12700" b="10795"/>
                <wp:wrapNone/>
                <wp:docPr id="42" name="Textfeld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180000"/>
                        </a:xfrm>
                        <a:prstGeom prst="rect">
                          <a:avLst/>
                        </a:prstGeom>
                        <a:noFill/>
                        <a:ln w="9525">
                          <a:noFill/>
                          <a:miter lim="800000"/>
                          <a:headEnd/>
                          <a:tailEnd/>
                        </a:ln>
                      </wps:spPr>
                      <wps:txbx>
                        <w:txbxContent>
                          <w:p w14:paraId="3FDA784C" w14:textId="77777777" w:rsidR="00030F7B" w:rsidRDefault="00030F7B" w:rsidP="00030F7B">
                            <w:pPr>
                              <w:jc w:val="right"/>
                            </w:pPr>
                            <w:r>
                              <w:t>2 BE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375839" id="Textfeld 42" o:spid="_x0000_s1030" type="#_x0000_t202" style="position:absolute;left:0;text-align:left;margin-left:0;margin-top:0;width:42.5pt;height:14.1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" filled="f" stroked="f">
                <v:textbox inset="0,0,0,0">
                  <w:txbxContent>
                    <w:p w14:paraId="3FDA784C" w14:textId="77777777" w:rsidR="00030F7B" w:rsidRDefault="00030F7B" w:rsidP="00030F7B">
                      <w:pPr>
                        <w:jc w:val="right"/>
                      </w:pPr>
                      <w:r>
                        <w:t>2 BE</w:t>
                      </w:r>
                    </w:p>
                  </w:txbxContent>
                </v:textbox>
                <w10:wrap anchorx="margin"/>
              </v:shape>
            </w:pict>
          </mc:Fallback>
        </mc:AlternateContent>
      </w:r>
      <w:r>
        <w:t>John W. Backus prägte 1977 den Begriff des von-Neumann-Flaschenhalses:</w:t>
      </w:r>
    </w:p>
    <w:p w14:paraId="1A2DF479" w14:textId="77777777" w:rsidR="00030F7B" w:rsidRDefault="00030F7B" w:rsidP="00030F7B">
      <w:pPr>
        <w:pStyle w:val="AMAberschriftB3BE"/>
        <w:numPr>
          <w:ilvl w:val="0"/>
          <w:numId w:val="0"/>
        </w:numPr>
        <w:ind w:left="709"/>
      </w:pPr>
      <w:r>
        <w:t>„Sicherlich muss es auf eine weniger primitive Art möglich sein, große Änderungen auf dem Speicher durchzuführen, als riesige Mengen von Datenwörtern vor und zurück durch den Von-Neumann-Flaschenhals zu schieben.“</w:t>
      </w:r>
    </w:p>
    <w:p w14:paraId="700882F2" w14:textId="77777777" w:rsidR="00030F7B" w:rsidRDefault="00030F7B" w:rsidP="00030F7B">
      <w:pPr>
        <w:pStyle w:val="AMAberschriftB3BE"/>
        <w:numPr>
          <w:ilvl w:val="0"/>
          <w:numId w:val="0"/>
        </w:numPr>
        <w:ind w:left="709"/>
      </w:pPr>
      <w:r>
        <w:t>Beurteilen Sie diese Aussage.</w:t>
      </w:r>
    </w:p>
    <w:p w14:paraId="11947893" w14:textId="77777777" w:rsidR="00030F7B" w:rsidRPr="002C00AC" w:rsidRDefault="00030F7B" w:rsidP="00030F7B">
      <w:pPr>
        <w:pStyle w:val="AMAberschriftB2BE"/>
        <w:ind w:left="709" w:hanging="709"/>
        <w:rPr>
          <w:b/>
          <w:bCs w:val="0"/>
        </w:rPr>
      </w:pPr>
      <w:r w:rsidRPr="002C00AC">
        <w:rPr>
          <w:b/>
          <w:bCs w:val="0"/>
        </w:rPr>
        <w:t>Auswertung von Messdaten mit Johnny</w:t>
      </w:r>
    </w:p>
    <w:p w14:paraId="07E26038" w14:textId="2E607479" w:rsidR="00030F7B" w:rsidRDefault="00030F7B" w:rsidP="00030F7B">
      <w:pPr>
        <w:pStyle w:val="AAufgabe-Text"/>
      </w:pPr>
      <w:r>
        <w:t xml:space="preserve">Für die Auswertung der Daten wurden im Simulationsprogramm </w:t>
      </w:r>
      <w:bookmarkStart w:id="0" w:name="_Hlk535266217"/>
      <w:r>
        <w:t xml:space="preserve">Johnny </w:t>
      </w:r>
      <w:bookmarkEnd w:id="0"/>
      <w:r>
        <w:t xml:space="preserve">zwei Speicherbilder erzeugt (vgl. </w:t>
      </w:r>
      <w:r w:rsidR="00427428">
        <w:t xml:space="preserve">Dateien </w:t>
      </w:r>
      <w:r w:rsidR="002C00AC">
        <w:t>B1_1</w:t>
      </w:r>
      <w:r w:rsidR="00427428">
        <w:t>.</w:t>
      </w:r>
      <w:r w:rsidR="002C00AC">
        <w:t>ram</w:t>
      </w:r>
      <w:r w:rsidR="00427428">
        <w:t xml:space="preserve"> und </w:t>
      </w:r>
      <w:r w:rsidR="002C00AC">
        <w:t>B1_</w:t>
      </w:r>
      <w:r w:rsidR="00427428">
        <w:t>2.</w:t>
      </w:r>
      <w:r w:rsidR="002C00AC">
        <w:t>ram</w:t>
      </w:r>
      <w:r>
        <w:t xml:space="preserve">). Diese enthalten in den Speicherzellen mit den Adressen 0 bis 11 den identischen Maschinencode des Programms. In den Speicherzellen 40, 39, 38, … befinden sich die zu untersuchenden Daten. Nach der Abarbeitung des Programms steht das Ergebnis in der Speicherzelle 20. </w:t>
      </w:r>
    </w:p>
    <w:p w14:paraId="1291FC65" w14:textId="77777777" w:rsidR="00030F7B" w:rsidRDefault="00030F7B" w:rsidP="00030F7B">
      <w:pPr>
        <w:pStyle w:val="AMAberschriftB3BE"/>
      </w:pPr>
      <w:r>
        <w:rPr>
          <w:noProof/>
          <w:lang w:eastAsia="de-DE"/>
        </w:rPr>
        <mc:AlternateContent>
          <mc:Choice Requires="wps">
            <w:drawing>
              <wp:anchor distT="0" distB="0" distL="114300" distR="114300" simplePos="0" relativeHeight="251664384" behindDoc="0" locked="0" layoutInCell="1" allowOverlap="1" wp14:anchorId="3576FA3B" wp14:editId="306A7257">
                <wp:simplePos x="0" y="0"/>
                <wp:positionH relativeFrom="rightMargin">
                  <wp:posOffset>0</wp:posOffset>
                </wp:positionH>
                <wp:positionV relativeFrom="paragraph">
                  <wp:posOffset>0</wp:posOffset>
                </wp:positionV>
                <wp:extent cx="540000" cy="180000"/>
                <wp:effectExtent l="0" t="0" r="12700" b="10795"/>
                <wp:wrapNone/>
                <wp:docPr id="44" name="Textfeld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180000"/>
                        </a:xfrm>
                        <a:prstGeom prst="rect">
                          <a:avLst/>
                        </a:prstGeom>
                        <a:noFill/>
                        <a:ln w="9525">
                          <a:noFill/>
                          <a:miter lim="800000"/>
                          <a:headEnd/>
                          <a:tailEnd/>
                        </a:ln>
                      </wps:spPr>
                      <wps:txbx>
                        <w:txbxContent>
                          <w:p w14:paraId="7EE707CB" w14:textId="77777777" w:rsidR="00030F7B" w:rsidRDefault="00030F7B" w:rsidP="00030F7B">
                            <w:pPr>
                              <w:jc w:val="right"/>
                            </w:pPr>
                            <w:r>
                              <w:t>5 BE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76FA3B" id="Textfeld 44" o:spid="_x0000_s1031" type="#_x0000_t202" style="position:absolute;left:0;text-align:left;margin-left:0;margin-top:0;width:42.5pt;height:14.15pt;z-index:25166438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" filled="f" stroked="f">
                <v:textbox inset="0,0,0,0">
                  <w:txbxContent>
                    <w:p w14:paraId="7EE707CB" w14:textId="77777777" w:rsidR="00030F7B" w:rsidRDefault="00030F7B" w:rsidP="00030F7B">
                      <w:pPr>
                        <w:jc w:val="right"/>
                      </w:pPr>
                      <w:r>
                        <w:t>5 BE</w:t>
                      </w:r>
                    </w:p>
                  </w:txbxContent>
                </v:textbox>
                <w10:wrap anchorx="margin"/>
              </v:shape>
            </w:pict>
          </mc:Fallback>
        </mc:AlternateContent>
      </w:r>
      <w:r>
        <w:t>Protokollieren Sie für den Programmablauf die Speicherbelegung der Zellen 1, 4 und 20. Nutzen Sie dazu ein Speicherbild zur Analyse und das zweite zur Kontrolle. Beschreiben Sie die durch das Programm realisierte Funktion.</w:t>
      </w:r>
    </w:p>
    <w:p w14:paraId="058C5D13" w14:textId="77777777" w:rsidR="00030F7B" w:rsidRDefault="00030F7B" w:rsidP="00030F7B">
      <w:pPr>
        <w:pStyle w:val="AMAberschriftB3BE"/>
      </w:pPr>
      <w:r>
        <w:rPr>
          <w:noProof/>
          <w:lang w:eastAsia="de-DE"/>
        </w:rPr>
        <mc:AlternateContent>
          <mc:Choice Requires="wps">
            <w:drawing>
              <wp:anchor distT="0" distB="0" distL="114300" distR="114300" simplePos="0" relativeHeight="251665408" behindDoc="0" locked="0" layoutInCell="1" allowOverlap="1" wp14:anchorId="7EB14353" wp14:editId="7170D18B">
                <wp:simplePos x="0" y="0"/>
                <wp:positionH relativeFrom="rightMargin">
                  <wp:posOffset>0</wp:posOffset>
                </wp:positionH>
                <wp:positionV relativeFrom="paragraph">
                  <wp:posOffset>0</wp:posOffset>
                </wp:positionV>
                <wp:extent cx="540000" cy="180000"/>
                <wp:effectExtent l="0" t="0" r="12700" b="10795"/>
                <wp:wrapNone/>
                <wp:docPr id="45" name="Textfeld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180000"/>
                        </a:xfrm>
                        <a:prstGeom prst="rect">
                          <a:avLst/>
                        </a:prstGeom>
                        <a:noFill/>
                        <a:ln w="9525">
                          <a:noFill/>
                          <a:miter lim="800000"/>
                          <a:headEnd/>
                          <a:tailEnd/>
                        </a:ln>
                      </wps:spPr>
                      <wps:txbx>
                        <w:txbxContent>
                          <w:p w14:paraId="58A7D72E" w14:textId="77777777" w:rsidR="00030F7B" w:rsidRDefault="00030F7B" w:rsidP="00030F7B">
                            <w:pPr>
                              <w:jc w:val="right"/>
                            </w:pPr>
                            <w:r>
                              <w:t>2 BE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B14353" id="Textfeld 45" o:spid="_x0000_s1032" type="#_x0000_t202" style="position:absolute;left:0;text-align:left;margin-left:0;margin-top:0;width:42.5pt;height:14.15pt;z-index:2516654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" filled="f" stroked="f">
                <v:textbox inset="0,0,0,0">
                  <w:txbxContent>
                    <w:p w14:paraId="58A7D72E" w14:textId="77777777" w:rsidR="00030F7B" w:rsidRDefault="00030F7B" w:rsidP="00030F7B">
                      <w:pPr>
                        <w:jc w:val="right"/>
                      </w:pPr>
                      <w:r>
                        <w:t>2 BE</w:t>
                      </w:r>
                    </w:p>
                  </w:txbxContent>
                </v:textbox>
                <w10:wrap anchorx="margin"/>
              </v:shape>
            </w:pict>
          </mc:Fallback>
        </mc:AlternateContent>
      </w:r>
      <w:r>
        <w:t>Geben Sie Probleme an, die bei der Speicherung großer Datenmengen in Speicherzellen mit absteigender Adresse bzw. mit aufsteigender Adresse auftreten können.</w:t>
      </w:r>
    </w:p>
    <w:p w14:paraId="74DB6616" w14:textId="77777777" w:rsidR="00030F7B" w:rsidRDefault="00030F7B" w:rsidP="00030F7B">
      <w:pPr>
        <w:suppressAutoHyphens w:val="0"/>
        <w:rPr>
          <w:iCs/>
        </w:rPr>
      </w:pPr>
      <w:r>
        <w:br w:type="page"/>
      </w:r>
    </w:p>
    <w:p w14:paraId="35867A74" w14:textId="77777777" w:rsidR="00917BA9" w:rsidRDefault="00917BA9" w:rsidP="00DF2C13">
      <w:pPr>
        <w:pStyle w:val="AMAberschriftB1BE"/>
        <w:ind w:left="709" w:hanging="709"/>
      </w:pPr>
      <w:r>
        <w:rPr>
          <w:noProof/>
        </w:rPr>
        <w:lastRenderedPageBreak/>
        <mc:AlternateContent>
          <mc:Choice Requires="wps">
            <w:drawing>
              <wp:anchor distT="0" distB="0" distL="114300" distR="114300" simplePos="0" relativeHeight="251699200" behindDoc="0" locked="0" layoutInCell="1" allowOverlap="1" wp14:anchorId="1D96C0F5" wp14:editId="3B754BAC">
                <wp:simplePos x="0" y="0"/>
                <wp:positionH relativeFrom="rightMargin">
                  <wp:posOffset>0</wp:posOffset>
                </wp:positionH>
                <wp:positionV relativeFrom="paragraph">
                  <wp:posOffset>0</wp:posOffset>
                </wp:positionV>
                <wp:extent cx="540000" cy="180000"/>
                <wp:effectExtent l="0" t="0" r="12700" b="1079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180000"/>
                        </a:xfrm>
                        <a:prstGeom prst="rect">
                          <a:avLst/>
                        </a:prstGeom>
                        <a:noFill/>
                        <a:ln w="9525">
                          <a:noFill/>
                          <a:miter lim="800000"/>
                          <a:headEnd/>
                          <a:tailEnd/>
                        </a:ln>
                      </wps:spPr>
                      <wps:txbx>
                        <w:txbxContent>
                          <w:p w14:paraId="2CA997EA" w14:textId="77777777" w:rsidR="00917BA9" w:rsidRDefault="00917BA9" w:rsidP="00917BA9">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96C0F5" id="_x0000_s1033" type="#_x0000_t202" style="position:absolute;left:0;text-align:left;margin-left:0;margin-top:0;width:42.5pt;height:14.15pt;z-index:2516992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" filled="f" stroked="f">
                <v:textbox inset="0,0,0,0">
                  <w:txbxContent>
                    <w:p w14:paraId="2CA997EA" w14:textId="77777777" w:rsidR="00917BA9" w:rsidRDefault="00917BA9" w:rsidP="00917BA9">
                      <w:pPr>
                        <w:jc w:val="right"/>
                      </w:pPr>
                    </w:p>
                  </w:txbxContent>
                </v:textbox>
                <w10:wrap anchorx="margin"/>
              </v:shape>
            </w:pict>
          </mc:Fallback>
        </mc:AlternateContent>
      </w:r>
      <w:bookmarkStart w:id="1" w:name="_Hlk37673593"/>
      <w:r w:rsidRPr="00DF2C13">
        <w:t>Feinstaubmesscomputer</w:t>
      </w:r>
      <w:bookmarkEnd w:id="1"/>
    </w:p>
    <w:p w14:paraId="03147362" w14:textId="77777777" w:rsidR="00917BA9" w:rsidRDefault="00917BA9" w:rsidP="00917BA9">
      <w:pPr>
        <w:pStyle w:val="AAbsatz-Blocksatz"/>
      </w:pPr>
      <w:r>
        <w:rPr>
          <w:rFonts w:cs="Arial"/>
        </w:rPr>
        <w:t>Für ein Projekt werden in Rostock Messgeräte zur Erfassung der Feinstaubbelastung aufgestellt. Diese messen stündlich und senden die Daten über das Internet an einen Server, der sie verwaltet und auf einer Webseite anzeigt.</w:t>
      </w:r>
      <w:r>
        <w:t xml:space="preserve"> </w:t>
      </w:r>
      <w:r>
        <w:rPr>
          <w:rFonts w:cs="Arial"/>
        </w:rPr>
        <w:t>Mithilfe von Erweiterungssteckplätzen und Updates lassen sich Funktionen nachrüsten</w:t>
      </w:r>
      <w:r>
        <w:t>.</w:t>
      </w:r>
    </w:p>
    <w:p w14:paraId="429B35C4" w14:textId="77777777" w:rsidR="00917BA9" w:rsidRPr="00917BA9" w:rsidRDefault="00917BA9" w:rsidP="00917BA9">
      <w:pPr>
        <w:pStyle w:val="AMAberschriftB2BE"/>
        <w:ind w:left="709" w:hanging="709"/>
        <w:rPr>
          <w:rStyle w:val="ABetonungFett"/>
          <w:b w:val="0"/>
          <w:bCs w:val="0"/>
        </w:rPr>
      </w:pPr>
      <w:r w:rsidRPr="00917BA9">
        <w:rPr>
          <w:rStyle w:val="ABetonungFett"/>
          <w:b w:val="0"/>
          <w:bCs w:val="0"/>
          <w:noProof/>
          <w:lang w:eastAsia="de-DE"/>
        </w:rPr>
        <mc:AlternateContent>
          <mc:Choice Requires="wps">
            <w:drawing>
              <wp:anchor distT="0" distB="0" distL="114300" distR="114300" simplePos="0" relativeHeight="251700224" behindDoc="0" locked="0" layoutInCell="1" allowOverlap="1" wp14:anchorId="1DE4E911" wp14:editId="71CDF402">
                <wp:simplePos x="0" y="0"/>
                <wp:positionH relativeFrom="rightMargin">
                  <wp:posOffset>0</wp:posOffset>
                </wp:positionH>
                <wp:positionV relativeFrom="paragraph">
                  <wp:posOffset>0</wp:posOffset>
                </wp:positionV>
                <wp:extent cx="540000" cy="180000"/>
                <wp:effectExtent l="0" t="0" r="12700" b="10795"/>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180000"/>
                        </a:xfrm>
                        <a:prstGeom prst="rect">
                          <a:avLst/>
                        </a:prstGeom>
                        <a:noFill/>
                        <a:ln w="9525">
                          <a:noFill/>
                          <a:miter lim="800000"/>
                          <a:headEnd/>
                          <a:tailEnd/>
                        </a:ln>
                      </wps:spPr>
                      <wps:txbx>
                        <w:txbxContent>
                          <w:p w14:paraId="054D5A85" w14:textId="77777777" w:rsidR="00917BA9" w:rsidRDefault="00917BA9" w:rsidP="00917BA9">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E4E911" id="_x0000_s1034" type="#_x0000_t202" style="position:absolute;left:0;text-align:left;margin-left:0;margin-top:0;width:42.5pt;height:14.15pt;z-index:25170022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" filled="f" stroked="f">
                <v:textbox inset="0,0,0,0">
                  <w:txbxContent>
                    <w:p w14:paraId="054D5A85" w14:textId="77777777" w:rsidR="00917BA9" w:rsidRDefault="00917BA9" w:rsidP="00917BA9">
                      <w:pPr>
                        <w:jc w:val="right"/>
                      </w:pPr>
                    </w:p>
                  </w:txbxContent>
                </v:textbox>
                <w10:wrap anchorx="margin"/>
              </v:shape>
            </w:pict>
          </mc:Fallback>
        </mc:AlternateContent>
      </w:r>
      <w:r w:rsidRPr="00917BA9">
        <w:rPr>
          <w:rStyle w:val="ABetonungFett"/>
          <w:bCs w:val="0"/>
        </w:rPr>
        <w:t>Messcomputer als von-Neumann-Rechner</w:t>
      </w:r>
    </w:p>
    <w:p w14:paraId="576A7EC4" w14:textId="77777777" w:rsidR="00917BA9" w:rsidRDefault="00917BA9" w:rsidP="00917BA9">
      <w:pPr>
        <w:pStyle w:val="AMAberschriftB3BE"/>
        <w:jc w:val="left"/>
        <w:rPr>
          <w:rFonts w:cs="Arial"/>
        </w:rPr>
      </w:pPr>
      <w:r>
        <w:rPr>
          <w:noProof/>
          <w:lang w:eastAsia="de-DE"/>
        </w:rPr>
        <mc:AlternateContent>
          <mc:Choice Requires="wps">
            <w:drawing>
              <wp:anchor distT="0" distB="0" distL="114300" distR="114300" simplePos="0" relativeHeight="251695104" behindDoc="0" locked="0" layoutInCell="1" allowOverlap="1" wp14:anchorId="0516F1D5" wp14:editId="5C482AA8">
                <wp:simplePos x="0" y="0"/>
                <wp:positionH relativeFrom="rightMargin">
                  <wp:posOffset>0</wp:posOffset>
                </wp:positionH>
                <wp:positionV relativeFrom="paragraph">
                  <wp:posOffset>0</wp:posOffset>
                </wp:positionV>
                <wp:extent cx="540000" cy="180000"/>
                <wp:effectExtent l="0" t="0" r="12700" b="10795"/>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180000"/>
                        </a:xfrm>
                        <a:prstGeom prst="rect">
                          <a:avLst/>
                        </a:prstGeom>
                        <a:noFill/>
                        <a:ln w="9525">
                          <a:noFill/>
                          <a:miter lim="800000"/>
                          <a:headEnd/>
                          <a:tailEnd/>
                        </a:ln>
                      </wps:spPr>
                      <wps:txbx>
                        <w:txbxContent>
                          <w:p w14:paraId="37D49E88" w14:textId="77777777" w:rsidR="00917BA9" w:rsidRDefault="00917BA9" w:rsidP="00917BA9">
                            <w:pPr>
                              <w:jc w:val="right"/>
                            </w:pPr>
                            <w:r>
                              <w:t>2 BE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16F1D5" id="Textfeld 4" o:spid="_x0000_s1035" type="#_x0000_t202" style="position:absolute;left:0;text-align:left;margin-left:0;margin-top:0;width:42.5pt;height:14.15pt;z-index:2516951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" filled="f" stroked="f">
                <v:textbox inset="0,0,0,0">
                  <w:txbxContent>
                    <w:p w14:paraId="37D49E88" w14:textId="77777777" w:rsidR="00917BA9" w:rsidRDefault="00917BA9" w:rsidP="00917BA9">
                      <w:pPr>
                        <w:jc w:val="right"/>
                      </w:pPr>
                      <w:r>
                        <w:t>2 BE</w:t>
                      </w:r>
                    </w:p>
                  </w:txbxContent>
                </v:textbox>
                <w10:wrap anchorx="margin"/>
              </v:shape>
            </w:pict>
          </mc:Fallback>
        </mc:AlternateContent>
      </w:r>
      <w:r>
        <w:t>Begründen Sie, dass die von-Neumann-Architektur ein geeignetes Modell für die Beschreibung der Messgeräte ist.</w:t>
      </w:r>
    </w:p>
    <w:p w14:paraId="2B8DF886" w14:textId="77777777" w:rsidR="00917BA9" w:rsidRDefault="00917BA9" w:rsidP="00917BA9">
      <w:pPr>
        <w:pStyle w:val="AMAberschriftB3BE"/>
        <w:jc w:val="left"/>
      </w:pPr>
      <w:r>
        <w:t>Beschreiben Sie den Aufbau und die Aufgaben der Bestandteile eines von-Neumann-Rechners, die in der Zentraleinheit vereint sind.</w:t>
      </w:r>
      <w:r>
        <w:rPr>
          <w:noProof/>
          <w:lang w:eastAsia="de-DE"/>
        </w:rPr>
        <mc:AlternateContent>
          <mc:Choice Requires="wps">
            <w:drawing>
              <wp:anchor distT="0" distB="0" distL="114300" distR="114300" simplePos="0" relativeHeight="251696128" behindDoc="0" locked="0" layoutInCell="1" allowOverlap="1" wp14:anchorId="5799444C" wp14:editId="2DDE0C93">
                <wp:simplePos x="0" y="0"/>
                <wp:positionH relativeFrom="rightMargin">
                  <wp:posOffset>0</wp:posOffset>
                </wp:positionH>
                <wp:positionV relativeFrom="paragraph">
                  <wp:posOffset>0</wp:posOffset>
                </wp:positionV>
                <wp:extent cx="540000" cy="180000"/>
                <wp:effectExtent l="0" t="0" r="12700" b="10795"/>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180000"/>
                        </a:xfrm>
                        <a:prstGeom prst="rect">
                          <a:avLst/>
                        </a:prstGeom>
                        <a:noFill/>
                        <a:ln w="9525">
                          <a:noFill/>
                          <a:miter lim="800000"/>
                          <a:headEnd/>
                          <a:tailEnd/>
                        </a:ln>
                      </wps:spPr>
                      <wps:txbx>
                        <w:txbxContent>
                          <w:p w14:paraId="11892742" w14:textId="77777777" w:rsidR="00917BA9" w:rsidRDefault="00917BA9" w:rsidP="00917BA9">
                            <w:pPr>
                              <w:jc w:val="right"/>
                            </w:pPr>
                            <w:r>
                              <w:t>3 BE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99444C" id="Textfeld 5" o:spid="_x0000_s1036" type="#_x0000_t202" style="position:absolute;left:0;text-align:left;margin-left:0;margin-top:0;width:42.5pt;height:14.15pt;z-index:25169612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" filled="f" stroked="f">
                <v:textbox inset="0,0,0,0">
                  <w:txbxContent>
                    <w:p w14:paraId="11892742" w14:textId="77777777" w:rsidR="00917BA9" w:rsidRDefault="00917BA9" w:rsidP="00917BA9">
                      <w:pPr>
                        <w:jc w:val="right"/>
                      </w:pPr>
                      <w:r>
                        <w:t>3 BE</w:t>
                      </w:r>
                    </w:p>
                  </w:txbxContent>
                </v:textbox>
                <w10:wrap anchorx="margin"/>
              </v:shape>
            </w:pict>
          </mc:Fallback>
        </mc:AlternateContent>
      </w:r>
    </w:p>
    <w:p w14:paraId="008405EC" w14:textId="77777777" w:rsidR="00917BA9" w:rsidRDefault="00917BA9" w:rsidP="00917BA9">
      <w:pPr>
        <w:pStyle w:val="AMAberschriftB3BE"/>
        <w:jc w:val="left"/>
      </w:pPr>
      <w:r>
        <w:t>Auf der Seite „Von-Neumann-Architektur“ in Wikipedia</w:t>
      </w:r>
      <w:r>
        <w:rPr>
          <w:noProof/>
          <w:lang w:eastAsia="de-DE"/>
        </w:rPr>
        <mc:AlternateContent>
          <mc:Choice Requires="wps">
            <w:drawing>
              <wp:anchor distT="0" distB="0" distL="114300" distR="114300" simplePos="0" relativeHeight="251697152" behindDoc="0" locked="0" layoutInCell="1" allowOverlap="1" wp14:anchorId="3A952BA2" wp14:editId="07B7C397">
                <wp:simplePos x="0" y="0"/>
                <wp:positionH relativeFrom="rightMargin">
                  <wp:posOffset>0</wp:posOffset>
                </wp:positionH>
                <wp:positionV relativeFrom="paragraph">
                  <wp:posOffset>0</wp:posOffset>
                </wp:positionV>
                <wp:extent cx="540000" cy="180000"/>
                <wp:effectExtent l="0" t="0" r="12700" b="1079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180000"/>
                        </a:xfrm>
                        <a:prstGeom prst="rect">
                          <a:avLst/>
                        </a:prstGeom>
                        <a:noFill/>
                        <a:ln w="9525">
                          <a:noFill/>
                          <a:miter lim="800000"/>
                          <a:headEnd/>
                          <a:tailEnd/>
                        </a:ln>
                      </wps:spPr>
                      <wps:txbx>
                        <w:txbxContent>
                          <w:p w14:paraId="6ED28FCE" w14:textId="77777777" w:rsidR="00917BA9" w:rsidRDefault="00917BA9" w:rsidP="00917BA9">
                            <w:pPr>
                              <w:jc w:val="right"/>
                            </w:pPr>
                            <w:r>
                              <w:t>2 BE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952BA2" id="Textfeld 24" o:spid="_x0000_s1037" type="#_x0000_t202" style="position:absolute;left:0;text-align:left;margin-left:0;margin-top:0;width:42.5pt;height:14.15pt;z-index:2516971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" filled="f" stroked="f">
                <v:textbox inset="0,0,0,0">
                  <w:txbxContent>
                    <w:p w14:paraId="6ED28FCE" w14:textId="77777777" w:rsidR="00917BA9" w:rsidRDefault="00917BA9" w:rsidP="00917BA9">
                      <w:pPr>
                        <w:jc w:val="right"/>
                      </w:pPr>
                      <w:r>
                        <w:t>2 BE</w:t>
                      </w:r>
                    </w:p>
                  </w:txbxContent>
                </v:textbox>
                <w10:wrap anchorx="margin"/>
              </v:shape>
            </w:pict>
          </mc:Fallback>
        </mc:AlternateContent>
      </w:r>
      <w:r>
        <w:t xml:space="preserve"> ist zu lesen:</w:t>
      </w:r>
    </w:p>
    <w:p w14:paraId="63E3EF05" w14:textId="77777777" w:rsidR="00917BA9" w:rsidRDefault="00917BA9" w:rsidP="00917BA9">
      <w:pPr>
        <w:pStyle w:val="AAufgabe-Text"/>
        <w:jc w:val="left"/>
      </w:pPr>
      <w:r>
        <w:t>„Mit dem Aufkommen von getrennten Caches</w:t>
      </w:r>
      <w:r>
        <w:rPr>
          <w:rStyle w:val="Funotenzeichen"/>
        </w:rPr>
        <w:footnoteReference w:id="1"/>
      </w:r>
      <w:r>
        <w:t xml:space="preserve"> für Daten und Befehle ist der Von-Neumann-Flaschenhals ein akademisches Problem geworden.“</w:t>
      </w:r>
    </w:p>
    <w:p w14:paraId="3A558D2D" w14:textId="77777777" w:rsidR="00917BA9" w:rsidRDefault="00917BA9" w:rsidP="00917BA9">
      <w:pPr>
        <w:pStyle w:val="AMAberschriftB3BE"/>
        <w:numPr>
          <w:ilvl w:val="0"/>
          <w:numId w:val="0"/>
        </w:numPr>
        <w:ind w:left="709"/>
        <w:jc w:val="left"/>
      </w:pPr>
      <w:r>
        <w:t>Bewerten Sie diese Aussage. Gehen Sie dabei auch auf den Von-Neumann-Flaschenhals ein.</w:t>
      </w:r>
    </w:p>
    <w:p w14:paraId="7F15CE09" w14:textId="77777777" w:rsidR="00917BA9" w:rsidRPr="00917BA9" w:rsidRDefault="00917BA9" w:rsidP="00917BA9">
      <w:pPr>
        <w:pStyle w:val="AMAberschriftB2BE"/>
        <w:ind w:left="709" w:hanging="709"/>
        <w:rPr>
          <w:rStyle w:val="ABetonungFett"/>
          <w:b w:val="0"/>
          <w:bCs w:val="0"/>
        </w:rPr>
      </w:pPr>
      <w:r w:rsidRPr="00917BA9">
        <w:rPr>
          <w:rStyle w:val="ABetonungFett"/>
          <w:bCs w:val="0"/>
        </w:rPr>
        <w:t>Verarbeitung von Messdaten mit Johnny</w:t>
      </w:r>
    </w:p>
    <w:p w14:paraId="028E358C" w14:textId="41B072CF" w:rsidR="00917BA9" w:rsidRDefault="00917BA9" w:rsidP="00917BA9">
      <w:pPr>
        <w:pStyle w:val="AAufgabe-Text"/>
      </w:pPr>
      <w:r>
        <w:t xml:space="preserve">Für die Verarbeitung der Daten wurden im Simulationsprogramm Johnny ein Speicherbild erzeugt. Diese enthält in den Speicherzellen mit den Adressen 0 bis 8 den Maschinencode des Programms. Ab der Speicherzelle 20 befinden sich die zu untersuchenden Daten, wobei die Zelle 20 die Anzahl der nachfolgenden Daten angibt. Nach der Abarbeitung des Programms steht das Ergebnis in der Speicherzelle 15. </w:t>
      </w:r>
    </w:p>
    <w:tbl>
      <w:tblPr>
        <w:tblStyle w:val="EinfacheTabelle21"/>
        <w:tblW w:w="0" w:type="auto"/>
        <w:jc w:val="center"/>
        <w:tblBorders>
          <w:insideH w:val="single" w:sz="4" w:space="0" w:color="7F7F7F" w:themeColor="text1" w:themeTint="80"/>
        </w:tblBorders>
        <w:tblLook w:val="04A0" w:firstRow="1" w:lastRow="0" w:firstColumn="1" w:lastColumn="0" w:noHBand="0" w:noVBand="1"/>
      </w:tblPr>
      <w:tblGrid>
        <w:gridCol w:w="1273"/>
        <w:gridCol w:w="1141"/>
        <w:gridCol w:w="1273"/>
      </w:tblGrid>
      <w:tr w:rsidR="00917BA9" w14:paraId="0B795CAC" w14:textId="77777777" w:rsidTr="006B08A0">
        <w:trPr>
          <w:cnfStyle w:val="100000000000" w:firstRow="1" w:lastRow="0" w:firstColumn="0" w:lastColumn="0" w:oddVBand="0" w:evenVBand="0" w:oddHBand="0"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273" w:type="dxa"/>
            <w:tcBorders>
              <w:bottom w:val="none" w:sz="0" w:space="0" w:color="auto"/>
            </w:tcBorders>
          </w:tcPr>
          <w:p w14:paraId="24A8DC28" w14:textId="77777777" w:rsidR="00917BA9" w:rsidRDefault="00917BA9" w:rsidP="006B08A0">
            <w:pPr>
              <w:pStyle w:val="AINFTabelleLfdA"/>
              <w:jc w:val="center"/>
            </w:pPr>
            <w:r>
              <w:t>Adresse</w:t>
            </w:r>
          </w:p>
        </w:tc>
        <w:tc>
          <w:tcPr>
            <w:tcW w:w="1141" w:type="dxa"/>
            <w:tcBorders>
              <w:bottom w:val="none" w:sz="0" w:space="0" w:color="auto"/>
            </w:tcBorders>
          </w:tcPr>
          <w:p w14:paraId="7D12A905" w14:textId="77777777" w:rsidR="00917BA9" w:rsidRDefault="00917BA9" w:rsidP="006B08A0">
            <w:pPr>
              <w:pStyle w:val="AINFTabelleLfdA"/>
              <w:cnfStyle w:val="100000000000" w:firstRow="1" w:lastRow="0" w:firstColumn="0" w:lastColumn="0" w:oddVBand="0" w:evenVBand="0" w:oddHBand="0" w:evenHBand="0" w:firstRowFirstColumn="0" w:firstRowLastColumn="0" w:lastRowFirstColumn="0" w:lastRowLastColumn="0"/>
            </w:pPr>
            <w:r>
              <w:t>Befehl</w:t>
            </w:r>
          </w:p>
        </w:tc>
        <w:tc>
          <w:tcPr>
            <w:tcW w:w="1273" w:type="dxa"/>
            <w:tcBorders>
              <w:bottom w:val="none" w:sz="0" w:space="0" w:color="auto"/>
            </w:tcBorders>
          </w:tcPr>
          <w:p w14:paraId="4FEB2864" w14:textId="77777777" w:rsidR="00917BA9" w:rsidRDefault="00917BA9" w:rsidP="006B08A0">
            <w:pPr>
              <w:pStyle w:val="AINFTabelleLfdA"/>
              <w:jc w:val="center"/>
              <w:cnfStyle w:val="100000000000" w:firstRow="1" w:lastRow="0" w:firstColumn="0" w:lastColumn="0" w:oddVBand="0" w:evenVBand="0" w:oddHBand="0" w:evenHBand="0" w:firstRowFirstColumn="0" w:firstRowLastColumn="0" w:lastRowFirstColumn="0" w:lastRowLastColumn="0"/>
            </w:pPr>
            <w:r>
              <w:t>Operand</w:t>
            </w:r>
          </w:p>
        </w:tc>
      </w:tr>
      <w:tr w:rsidR="00A756D0" w:rsidRPr="00A756D0" w14:paraId="319CA96D" w14:textId="77777777" w:rsidTr="006B08A0">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273" w:type="dxa"/>
          </w:tcPr>
          <w:p w14:paraId="49E4EBE1" w14:textId="77777777" w:rsidR="00917BA9" w:rsidRPr="00A756D0" w:rsidRDefault="00917BA9" w:rsidP="006B08A0">
            <w:pPr>
              <w:pStyle w:val="AINFTabelleLfdA"/>
              <w:jc w:val="center"/>
              <w:rPr>
                <w:rStyle w:val="Lsung"/>
                <w:rFonts w:ascii="Courier New" w:hAnsi="Courier New"/>
                <w:b w:val="0"/>
                <w:color w:val="auto"/>
              </w:rPr>
            </w:pPr>
            <w:r w:rsidRPr="00A756D0">
              <w:rPr>
                <w:rStyle w:val="Lsung"/>
                <w:rFonts w:ascii="Courier New" w:hAnsi="Courier New"/>
                <w:b w:val="0"/>
                <w:color w:val="auto"/>
              </w:rPr>
              <w:t>000</w:t>
            </w:r>
          </w:p>
        </w:tc>
        <w:tc>
          <w:tcPr>
            <w:tcW w:w="1141" w:type="dxa"/>
          </w:tcPr>
          <w:p w14:paraId="6E39F5D2" w14:textId="77777777" w:rsidR="00917BA9" w:rsidRPr="00A756D0" w:rsidRDefault="00917BA9" w:rsidP="006B08A0">
            <w:pPr>
              <w:pStyle w:val="AINFTabelleLfdA"/>
              <w:cnfStyle w:val="000000100000" w:firstRow="0" w:lastRow="0" w:firstColumn="0" w:lastColumn="0" w:oddVBand="0" w:evenVBand="0" w:oddHBand="1"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NULL</w:t>
            </w:r>
          </w:p>
        </w:tc>
        <w:tc>
          <w:tcPr>
            <w:tcW w:w="1273" w:type="dxa"/>
          </w:tcPr>
          <w:p w14:paraId="40986663" w14:textId="77777777" w:rsidR="00917BA9" w:rsidRPr="00A756D0" w:rsidRDefault="00917BA9" w:rsidP="006B08A0">
            <w:pPr>
              <w:pStyle w:val="AINFTabelleLfdA"/>
              <w:jc w:val="center"/>
              <w:cnfStyle w:val="000000100000" w:firstRow="0" w:lastRow="0" w:firstColumn="0" w:lastColumn="0" w:oddVBand="0" w:evenVBand="0" w:oddHBand="1"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015</w:t>
            </w:r>
          </w:p>
        </w:tc>
      </w:tr>
      <w:tr w:rsidR="00A756D0" w:rsidRPr="00A756D0" w14:paraId="17845183" w14:textId="77777777" w:rsidTr="006B08A0">
        <w:trPr>
          <w:trHeight w:val="227"/>
          <w:jc w:val="center"/>
        </w:trPr>
        <w:tc>
          <w:tcPr>
            <w:cnfStyle w:val="001000000000" w:firstRow="0" w:lastRow="0" w:firstColumn="1" w:lastColumn="0" w:oddVBand="0" w:evenVBand="0" w:oddHBand="0" w:evenHBand="0" w:firstRowFirstColumn="0" w:firstRowLastColumn="0" w:lastRowFirstColumn="0" w:lastRowLastColumn="0"/>
            <w:tcW w:w="1273" w:type="dxa"/>
          </w:tcPr>
          <w:p w14:paraId="621C7CAF" w14:textId="77777777" w:rsidR="00917BA9" w:rsidRPr="00A756D0" w:rsidRDefault="00917BA9" w:rsidP="006B08A0">
            <w:pPr>
              <w:pStyle w:val="AINFTabelleLfdA"/>
              <w:jc w:val="center"/>
              <w:rPr>
                <w:rStyle w:val="Lsung"/>
                <w:rFonts w:ascii="Courier New" w:hAnsi="Courier New"/>
                <w:b w:val="0"/>
                <w:color w:val="auto"/>
              </w:rPr>
            </w:pPr>
            <w:r w:rsidRPr="00A756D0">
              <w:rPr>
                <w:rStyle w:val="Lsung"/>
                <w:rFonts w:ascii="Courier New" w:hAnsi="Courier New"/>
                <w:b w:val="0"/>
                <w:color w:val="auto"/>
              </w:rPr>
              <w:t>001</w:t>
            </w:r>
          </w:p>
        </w:tc>
        <w:tc>
          <w:tcPr>
            <w:tcW w:w="1141" w:type="dxa"/>
          </w:tcPr>
          <w:p w14:paraId="79E8275A" w14:textId="77777777" w:rsidR="00917BA9" w:rsidRPr="00A756D0" w:rsidRDefault="00917BA9" w:rsidP="006B08A0">
            <w:pPr>
              <w:pStyle w:val="AINFTabelleLfdA"/>
              <w:cnfStyle w:val="000000000000" w:firstRow="0" w:lastRow="0" w:firstColumn="0" w:lastColumn="0" w:oddVBand="0" w:evenVBand="0" w:oddHBand="0"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TAKE</w:t>
            </w:r>
          </w:p>
        </w:tc>
        <w:tc>
          <w:tcPr>
            <w:tcW w:w="1273" w:type="dxa"/>
          </w:tcPr>
          <w:p w14:paraId="5A3AA978" w14:textId="77777777" w:rsidR="00917BA9" w:rsidRPr="00A756D0" w:rsidRDefault="00917BA9" w:rsidP="006B08A0">
            <w:pPr>
              <w:pStyle w:val="AINFTabelleLfdA"/>
              <w:jc w:val="center"/>
              <w:cnfStyle w:val="000000000000" w:firstRow="0" w:lastRow="0" w:firstColumn="0" w:lastColumn="0" w:oddVBand="0" w:evenVBand="0" w:oddHBand="0"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015</w:t>
            </w:r>
          </w:p>
        </w:tc>
      </w:tr>
      <w:tr w:rsidR="00A756D0" w:rsidRPr="00A756D0" w14:paraId="6DADC9F8" w14:textId="77777777" w:rsidTr="006B08A0">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273" w:type="dxa"/>
          </w:tcPr>
          <w:p w14:paraId="4A37DE2A" w14:textId="77777777" w:rsidR="00917BA9" w:rsidRPr="00A756D0" w:rsidRDefault="00917BA9" w:rsidP="006B08A0">
            <w:pPr>
              <w:pStyle w:val="AINFTabelleLfdA"/>
              <w:jc w:val="center"/>
              <w:rPr>
                <w:rStyle w:val="Lsung"/>
                <w:rFonts w:ascii="Courier New" w:hAnsi="Courier New"/>
                <w:b w:val="0"/>
                <w:color w:val="auto"/>
              </w:rPr>
            </w:pPr>
            <w:r w:rsidRPr="00A756D0">
              <w:rPr>
                <w:rStyle w:val="Lsung"/>
                <w:rFonts w:ascii="Courier New" w:hAnsi="Courier New"/>
                <w:b w:val="0"/>
                <w:color w:val="auto"/>
              </w:rPr>
              <w:t>002</w:t>
            </w:r>
          </w:p>
        </w:tc>
        <w:tc>
          <w:tcPr>
            <w:tcW w:w="1141" w:type="dxa"/>
          </w:tcPr>
          <w:p w14:paraId="5C52C759" w14:textId="77777777" w:rsidR="00917BA9" w:rsidRPr="00A756D0" w:rsidRDefault="00917BA9" w:rsidP="006B08A0">
            <w:pPr>
              <w:pStyle w:val="AINFTabelleLfdA"/>
              <w:cnfStyle w:val="000000100000" w:firstRow="0" w:lastRow="0" w:firstColumn="0" w:lastColumn="0" w:oddVBand="0" w:evenVBand="0" w:oddHBand="1"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ADD</w:t>
            </w:r>
          </w:p>
        </w:tc>
        <w:tc>
          <w:tcPr>
            <w:tcW w:w="1273" w:type="dxa"/>
          </w:tcPr>
          <w:p w14:paraId="6EB69638" w14:textId="77777777" w:rsidR="00917BA9" w:rsidRPr="00A756D0" w:rsidRDefault="00917BA9" w:rsidP="006B08A0">
            <w:pPr>
              <w:pStyle w:val="AINFTabelleLfdA"/>
              <w:jc w:val="center"/>
              <w:cnfStyle w:val="000000100000" w:firstRow="0" w:lastRow="0" w:firstColumn="0" w:lastColumn="0" w:oddVBand="0" w:evenVBand="0" w:oddHBand="1"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021</w:t>
            </w:r>
          </w:p>
        </w:tc>
      </w:tr>
      <w:tr w:rsidR="00A756D0" w:rsidRPr="00A756D0" w14:paraId="4C6F600F" w14:textId="77777777" w:rsidTr="006B08A0">
        <w:trPr>
          <w:trHeight w:val="227"/>
          <w:jc w:val="center"/>
        </w:trPr>
        <w:tc>
          <w:tcPr>
            <w:cnfStyle w:val="001000000000" w:firstRow="0" w:lastRow="0" w:firstColumn="1" w:lastColumn="0" w:oddVBand="0" w:evenVBand="0" w:oddHBand="0" w:evenHBand="0" w:firstRowFirstColumn="0" w:firstRowLastColumn="0" w:lastRowFirstColumn="0" w:lastRowLastColumn="0"/>
            <w:tcW w:w="1273" w:type="dxa"/>
          </w:tcPr>
          <w:p w14:paraId="3F2A1107" w14:textId="77777777" w:rsidR="00917BA9" w:rsidRPr="00A756D0" w:rsidRDefault="00917BA9" w:rsidP="006B08A0">
            <w:pPr>
              <w:pStyle w:val="AINFTabelleLfdA"/>
              <w:jc w:val="center"/>
              <w:rPr>
                <w:rStyle w:val="Lsung"/>
                <w:rFonts w:ascii="Courier New" w:hAnsi="Courier New"/>
                <w:b w:val="0"/>
                <w:color w:val="auto"/>
              </w:rPr>
            </w:pPr>
            <w:r w:rsidRPr="00A756D0">
              <w:rPr>
                <w:rStyle w:val="Lsung"/>
                <w:rFonts w:ascii="Courier New" w:hAnsi="Courier New"/>
                <w:b w:val="0"/>
                <w:color w:val="auto"/>
              </w:rPr>
              <w:t>003</w:t>
            </w:r>
          </w:p>
        </w:tc>
        <w:tc>
          <w:tcPr>
            <w:tcW w:w="1141" w:type="dxa"/>
          </w:tcPr>
          <w:p w14:paraId="4BDBFC9A" w14:textId="77777777" w:rsidR="00917BA9" w:rsidRPr="00A756D0" w:rsidRDefault="00917BA9" w:rsidP="006B08A0">
            <w:pPr>
              <w:pStyle w:val="AINFTabelleLfdA"/>
              <w:cnfStyle w:val="000000000000" w:firstRow="0" w:lastRow="0" w:firstColumn="0" w:lastColumn="0" w:oddVBand="0" w:evenVBand="0" w:oddHBand="0"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SAVE</w:t>
            </w:r>
          </w:p>
        </w:tc>
        <w:tc>
          <w:tcPr>
            <w:tcW w:w="1273" w:type="dxa"/>
          </w:tcPr>
          <w:p w14:paraId="51768F96" w14:textId="77777777" w:rsidR="00917BA9" w:rsidRPr="00A756D0" w:rsidRDefault="00917BA9" w:rsidP="006B08A0">
            <w:pPr>
              <w:pStyle w:val="AINFTabelleLfdA"/>
              <w:jc w:val="center"/>
              <w:cnfStyle w:val="000000000000" w:firstRow="0" w:lastRow="0" w:firstColumn="0" w:lastColumn="0" w:oddVBand="0" w:evenVBand="0" w:oddHBand="0"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015</w:t>
            </w:r>
          </w:p>
        </w:tc>
      </w:tr>
      <w:tr w:rsidR="00A756D0" w:rsidRPr="00A756D0" w14:paraId="65565DDC" w14:textId="77777777" w:rsidTr="006B08A0">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273" w:type="dxa"/>
          </w:tcPr>
          <w:p w14:paraId="67C4EEDF" w14:textId="77777777" w:rsidR="00917BA9" w:rsidRPr="00A756D0" w:rsidRDefault="00917BA9" w:rsidP="006B08A0">
            <w:pPr>
              <w:pStyle w:val="AINFTabelleLfdA"/>
              <w:jc w:val="center"/>
              <w:rPr>
                <w:rStyle w:val="Lsung"/>
                <w:rFonts w:ascii="Courier New" w:hAnsi="Courier New"/>
                <w:b w:val="0"/>
                <w:color w:val="auto"/>
              </w:rPr>
            </w:pPr>
            <w:r w:rsidRPr="00A756D0">
              <w:rPr>
                <w:rStyle w:val="Lsung"/>
                <w:rFonts w:ascii="Courier New" w:hAnsi="Courier New"/>
                <w:b w:val="0"/>
                <w:color w:val="auto"/>
              </w:rPr>
              <w:t>004</w:t>
            </w:r>
          </w:p>
        </w:tc>
        <w:tc>
          <w:tcPr>
            <w:tcW w:w="1141" w:type="dxa"/>
          </w:tcPr>
          <w:p w14:paraId="090CCF89" w14:textId="77777777" w:rsidR="00917BA9" w:rsidRPr="00A756D0" w:rsidRDefault="00917BA9" w:rsidP="006B08A0">
            <w:pPr>
              <w:pStyle w:val="AINFTabelleLfdA"/>
              <w:cnfStyle w:val="000000100000" w:firstRow="0" w:lastRow="0" w:firstColumn="0" w:lastColumn="0" w:oddVBand="0" w:evenVBand="0" w:oddHBand="1"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DEC</w:t>
            </w:r>
          </w:p>
        </w:tc>
        <w:tc>
          <w:tcPr>
            <w:tcW w:w="1273" w:type="dxa"/>
          </w:tcPr>
          <w:p w14:paraId="4B826B2C" w14:textId="77777777" w:rsidR="00917BA9" w:rsidRPr="00A756D0" w:rsidRDefault="00917BA9" w:rsidP="006B08A0">
            <w:pPr>
              <w:pStyle w:val="AINFTabelleLfdA"/>
              <w:jc w:val="center"/>
              <w:cnfStyle w:val="000000100000" w:firstRow="0" w:lastRow="0" w:firstColumn="0" w:lastColumn="0" w:oddVBand="0" w:evenVBand="0" w:oddHBand="1"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020</w:t>
            </w:r>
          </w:p>
        </w:tc>
      </w:tr>
      <w:tr w:rsidR="00A756D0" w:rsidRPr="00A756D0" w14:paraId="6383922A" w14:textId="77777777" w:rsidTr="006B08A0">
        <w:trPr>
          <w:trHeight w:val="227"/>
          <w:jc w:val="center"/>
        </w:trPr>
        <w:tc>
          <w:tcPr>
            <w:cnfStyle w:val="001000000000" w:firstRow="0" w:lastRow="0" w:firstColumn="1" w:lastColumn="0" w:oddVBand="0" w:evenVBand="0" w:oddHBand="0" w:evenHBand="0" w:firstRowFirstColumn="0" w:firstRowLastColumn="0" w:lastRowFirstColumn="0" w:lastRowLastColumn="0"/>
            <w:tcW w:w="1273" w:type="dxa"/>
          </w:tcPr>
          <w:p w14:paraId="3D5BA9D2" w14:textId="77777777" w:rsidR="00917BA9" w:rsidRPr="00A756D0" w:rsidRDefault="00917BA9" w:rsidP="006B08A0">
            <w:pPr>
              <w:pStyle w:val="AINFTabelleLfdA"/>
              <w:jc w:val="center"/>
              <w:rPr>
                <w:rStyle w:val="Lsung"/>
                <w:rFonts w:ascii="Courier New" w:hAnsi="Courier New"/>
                <w:b w:val="0"/>
                <w:color w:val="auto"/>
              </w:rPr>
            </w:pPr>
            <w:r w:rsidRPr="00A756D0">
              <w:rPr>
                <w:rStyle w:val="Lsung"/>
                <w:rFonts w:ascii="Courier New" w:hAnsi="Courier New"/>
                <w:b w:val="0"/>
                <w:color w:val="auto"/>
              </w:rPr>
              <w:t>005</w:t>
            </w:r>
          </w:p>
        </w:tc>
        <w:tc>
          <w:tcPr>
            <w:tcW w:w="1141" w:type="dxa"/>
          </w:tcPr>
          <w:p w14:paraId="008EC285" w14:textId="77777777" w:rsidR="00917BA9" w:rsidRPr="00A756D0" w:rsidRDefault="00917BA9" w:rsidP="006B08A0">
            <w:pPr>
              <w:pStyle w:val="AINFTabelleLfdA"/>
              <w:cnfStyle w:val="000000000000" w:firstRow="0" w:lastRow="0" w:firstColumn="0" w:lastColumn="0" w:oddVBand="0" w:evenVBand="0" w:oddHBand="0"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INC</w:t>
            </w:r>
          </w:p>
        </w:tc>
        <w:tc>
          <w:tcPr>
            <w:tcW w:w="1273" w:type="dxa"/>
          </w:tcPr>
          <w:p w14:paraId="7FC92B00" w14:textId="77777777" w:rsidR="00917BA9" w:rsidRPr="00A756D0" w:rsidRDefault="00917BA9" w:rsidP="006B08A0">
            <w:pPr>
              <w:pStyle w:val="AINFTabelleLfdA"/>
              <w:jc w:val="center"/>
              <w:cnfStyle w:val="000000000000" w:firstRow="0" w:lastRow="0" w:firstColumn="0" w:lastColumn="0" w:oddVBand="0" w:evenVBand="0" w:oddHBand="0"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002</w:t>
            </w:r>
          </w:p>
        </w:tc>
      </w:tr>
      <w:tr w:rsidR="00A756D0" w:rsidRPr="00A756D0" w14:paraId="32396173" w14:textId="77777777" w:rsidTr="006B08A0">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273" w:type="dxa"/>
          </w:tcPr>
          <w:p w14:paraId="498B41AE" w14:textId="77777777" w:rsidR="00917BA9" w:rsidRPr="00A756D0" w:rsidRDefault="00917BA9" w:rsidP="006B08A0">
            <w:pPr>
              <w:pStyle w:val="AINFTabelleLfdA"/>
              <w:jc w:val="center"/>
              <w:rPr>
                <w:rStyle w:val="Lsung"/>
                <w:rFonts w:ascii="Courier New" w:hAnsi="Courier New"/>
                <w:b w:val="0"/>
                <w:color w:val="auto"/>
              </w:rPr>
            </w:pPr>
            <w:r w:rsidRPr="00A756D0">
              <w:rPr>
                <w:rStyle w:val="Lsung"/>
                <w:rFonts w:ascii="Courier New" w:hAnsi="Courier New"/>
                <w:b w:val="0"/>
                <w:color w:val="auto"/>
              </w:rPr>
              <w:t>006</w:t>
            </w:r>
          </w:p>
        </w:tc>
        <w:tc>
          <w:tcPr>
            <w:tcW w:w="1141" w:type="dxa"/>
          </w:tcPr>
          <w:p w14:paraId="7E6383AD" w14:textId="77777777" w:rsidR="00917BA9" w:rsidRPr="00A756D0" w:rsidRDefault="00917BA9" w:rsidP="006B08A0">
            <w:pPr>
              <w:pStyle w:val="AINFTabelleLfdA"/>
              <w:cnfStyle w:val="000000100000" w:firstRow="0" w:lastRow="0" w:firstColumn="0" w:lastColumn="0" w:oddVBand="0" w:evenVBand="0" w:oddHBand="1"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TST</w:t>
            </w:r>
          </w:p>
        </w:tc>
        <w:tc>
          <w:tcPr>
            <w:tcW w:w="1273" w:type="dxa"/>
          </w:tcPr>
          <w:p w14:paraId="4ABF9163" w14:textId="77777777" w:rsidR="00917BA9" w:rsidRPr="00A756D0" w:rsidRDefault="00917BA9" w:rsidP="006B08A0">
            <w:pPr>
              <w:pStyle w:val="AINFTabelleLfdA"/>
              <w:jc w:val="center"/>
              <w:cnfStyle w:val="000000100000" w:firstRow="0" w:lastRow="0" w:firstColumn="0" w:lastColumn="0" w:oddVBand="0" w:evenVBand="0" w:oddHBand="1"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020</w:t>
            </w:r>
          </w:p>
        </w:tc>
      </w:tr>
      <w:tr w:rsidR="00A756D0" w:rsidRPr="00A756D0" w14:paraId="21341DC2" w14:textId="77777777" w:rsidTr="006B08A0">
        <w:trPr>
          <w:trHeight w:val="227"/>
          <w:jc w:val="center"/>
        </w:trPr>
        <w:tc>
          <w:tcPr>
            <w:cnfStyle w:val="001000000000" w:firstRow="0" w:lastRow="0" w:firstColumn="1" w:lastColumn="0" w:oddVBand="0" w:evenVBand="0" w:oddHBand="0" w:evenHBand="0" w:firstRowFirstColumn="0" w:firstRowLastColumn="0" w:lastRowFirstColumn="0" w:lastRowLastColumn="0"/>
            <w:tcW w:w="1273" w:type="dxa"/>
          </w:tcPr>
          <w:p w14:paraId="5E5C547D" w14:textId="77777777" w:rsidR="00917BA9" w:rsidRPr="00A756D0" w:rsidRDefault="00917BA9" w:rsidP="006B08A0">
            <w:pPr>
              <w:pStyle w:val="AINFTabelleLfdA"/>
              <w:jc w:val="center"/>
              <w:rPr>
                <w:rStyle w:val="Lsung"/>
                <w:rFonts w:ascii="Courier New" w:hAnsi="Courier New"/>
                <w:b w:val="0"/>
                <w:color w:val="auto"/>
              </w:rPr>
            </w:pPr>
            <w:r w:rsidRPr="00A756D0">
              <w:rPr>
                <w:rStyle w:val="Lsung"/>
                <w:rFonts w:ascii="Courier New" w:hAnsi="Courier New"/>
                <w:b w:val="0"/>
                <w:color w:val="auto"/>
              </w:rPr>
              <w:t>007</w:t>
            </w:r>
          </w:p>
        </w:tc>
        <w:tc>
          <w:tcPr>
            <w:tcW w:w="1141" w:type="dxa"/>
          </w:tcPr>
          <w:p w14:paraId="172225D7" w14:textId="77777777" w:rsidR="00917BA9" w:rsidRPr="00A756D0" w:rsidRDefault="00917BA9" w:rsidP="006B08A0">
            <w:pPr>
              <w:pStyle w:val="AINFTabelleLfdA"/>
              <w:cnfStyle w:val="000000000000" w:firstRow="0" w:lastRow="0" w:firstColumn="0" w:lastColumn="0" w:oddVBand="0" w:evenVBand="0" w:oddHBand="0"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JMP</w:t>
            </w:r>
          </w:p>
        </w:tc>
        <w:tc>
          <w:tcPr>
            <w:tcW w:w="1273" w:type="dxa"/>
          </w:tcPr>
          <w:p w14:paraId="14126833" w14:textId="77777777" w:rsidR="00917BA9" w:rsidRPr="00A756D0" w:rsidRDefault="00917BA9" w:rsidP="006B08A0">
            <w:pPr>
              <w:pStyle w:val="AINFTabelleLfdA"/>
              <w:jc w:val="center"/>
              <w:cnfStyle w:val="000000000000" w:firstRow="0" w:lastRow="0" w:firstColumn="0" w:lastColumn="0" w:oddVBand="0" w:evenVBand="0" w:oddHBand="0"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001</w:t>
            </w:r>
          </w:p>
        </w:tc>
      </w:tr>
      <w:tr w:rsidR="00A756D0" w:rsidRPr="00A756D0" w14:paraId="06899973" w14:textId="77777777" w:rsidTr="006B08A0">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273" w:type="dxa"/>
          </w:tcPr>
          <w:p w14:paraId="67665BEA" w14:textId="77777777" w:rsidR="00917BA9" w:rsidRPr="00A756D0" w:rsidRDefault="00917BA9" w:rsidP="006B08A0">
            <w:pPr>
              <w:pStyle w:val="AINFTabelleLfdA"/>
              <w:jc w:val="center"/>
              <w:rPr>
                <w:rStyle w:val="Lsung"/>
                <w:rFonts w:ascii="Courier New" w:hAnsi="Courier New"/>
                <w:b w:val="0"/>
                <w:color w:val="auto"/>
              </w:rPr>
            </w:pPr>
            <w:r w:rsidRPr="00A756D0">
              <w:rPr>
                <w:rStyle w:val="Lsung"/>
                <w:rFonts w:ascii="Courier New" w:hAnsi="Courier New"/>
                <w:b w:val="0"/>
                <w:color w:val="auto"/>
              </w:rPr>
              <w:t>008</w:t>
            </w:r>
          </w:p>
        </w:tc>
        <w:tc>
          <w:tcPr>
            <w:tcW w:w="1141" w:type="dxa"/>
          </w:tcPr>
          <w:p w14:paraId="5CE101F0" w14:textId="77777777" w:rsidR="00917BA9" w:rsidRPr="00A756D0" w:rsidRDefault="00917BA9" w:rsidP="006B08A0">
            <w:pPr>
              <w:pStyle w:val="AINFTabelleLfdA"/>
              <w:cnfStyle w:val="000000100000" w:firstRow="0" w:lastRow="0" w:firstColumn="0" w:lastColumn="0" w:oddVBand="0" w:evenVBand="0" w:oddHBand="1"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HLT</w:t>
            </w:r>
          </w:p>
        </w:tc>
        <w:tc>
          <w:tcPr>
            <w:tcW w:w="1273" w:type="dxa"/>
          </w:tcPr>
          <w:p w14:paraId="3F143D89" w14:textId="77777777" w:rsidR="00917BA9" w:rsidRPr="00A756D0" w:rsidRDefault="00917BA9" w:rsidP="006B08A0">
            <w:pPr>
              <w:pStyle w:val="AINFTabelleLfdA"/>
              <w:jc w:val="center"/>
              <w:cnfStyle w:val="000000100000" w:firstRow="0" w:lastRow="0" w:firstColumn="0" w:lastColumn="0" w:oddVBand="0" w:evenVBand="0" w:oddHBand="1"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000</w:t>
            </w:r>
          </w:p>
        </w:tc>
      </w:tr>
      <w:tr w:rsidR="00A756D0" w:rsidRPr="00A756D0" w14:paraId="2F49CF1F" w14:textId="77777777" w:rsidTr="006B08A0">
        <w:trPr>
          <w:trHeight w:val="227"/>
          <w:jc w:val="center"/>
        </w:trPr>
        <w:tc>
          <w:tcPr>
            <w:cnfStyle w:val="001000000000" w:firstRow="0" w:lastRow="0" w:firstColumn="1" w:lastColumn="0" w:oddVBand="0" w:evenVBand="0" w:oddHBand="0" w:evenHBand="0" w:firstRowFirstColumn="0" w:firstRowLastColumn="0" w:lastRowFirstColumn="0" w:lastRowLastColumn="0"/>
            <w:tcW w:w="1273" w:type="dxa"/>
          </w:tcPr>
          <w:p w14:paraId="67D07ABC" w14:textId="77777777" w:rsidR="00917BA9" w:rsidRPr="00A756D0" w:rsidRDefault="00917BA9" w:rsidP="006B08A0">
            <w:pPr>
              <w:pStyle w:val="AINFTabelleLfdA"/>
              <w:jc w:val="center"/>
              <w:rPr>
                <w:rStyle w:val="Lsung"/>
                <w:rFonts w:ascii="Courier New" w:hAnsi="Courier New"/>
                <w:b w:val="0"/>
                <w:color w:val="auto"/>
              </w:rPr>
            </w:pPr>
            <w:r w:rsidRPr="00A756D0">
              <w:rPr>
                <w:rStyle w:val="Lsung"/>
                <w:rFonts w:ascii="Courier New" w:hAnsi="Courier New"/>
                <w:b w:val="0"/>
                <w:color w:val="auto"/>
              </w:rPr>
              <w:t>…</w:t>
            </w:r>
          </w:p>
        </w:tc>
        <w:tc>
          <w:tcPr>
            <w:tcW w:w="1141" w:type="dxa"/>
          </w:tcPr>
          <w:p w14:paraId="440173B6" w14:textId="77777777" w:rsidR="00917BA9" w:rsidRPr="00A756D0" w:rsidRDefault="00917BA9" w:rsidP="006B08A0">
            <w:pPr>
              <w:pStyle w:val="AINFTabelleLfdA"/>
              <w:cnfStyle w:val="000000000000" w:firstRow="0" w:lastRow="0" w:firstColumn="0" w:lastColumn="0" w:oddVBand="0" w:evenVBand="0" w:oddHBand="0" w:evenHBand="0" w:firstRowFirstColumn="0" w:firstRowLastColumn="0" w:lastRowFirstColumn="0" w:lastRowLastColumn="0"/>
              <w:rPr>
                <w:rStyle w:val="Lsung"/>
                <w:rFonts w:ascii="Courier New" w:hAnsi="Courier New"/>
                <w:color w:val="auto"/>
              </w:rPr>
            </w:pPr>
          </w:p>
        </w:tc>
        <w:tc>
          <w:tcPr>
            <w:tcW w:w="1273" w:type="dxa"/>
          </w:tcPr>
          <w:p w14:paraId="06C0D8CC" w14:textId="77777777" w:rsidR="00917BA9" w:rsidRPr="00A756D0" w:rsidRDefault="00917BA9" w:rsidP="006B08A0">
            <w:pPr>
              <w:pStyle w:val="AINFTabelleLfdA"/>
              <w:jc w:val="center"/>
              <w:cnfStyle w:val="000000000000" w:firstRow="0" w:lastRow="0" w:firstColumn="0" w:lastColumn="0" w:oddVBand="0" w:evenVBand="0" w:oddHBand="0" w:evenHBand="0" w:firstRowFirstColumn="0" w:firstRowLastColumn="0" w:lastRowFirstColumn="0" w:lastRowLastColumn="0"/>
              <w:rPr>
                <w:rStyle w:val="Lsung"/>
                <w:rFonts w:ascii="Courier New" w:hAnsi="Courier New"/>
                <w:color w:val="auto"/>
              </w:rPr>
            </w:pPr>
          </w:p>
        </w:tc>
      </w:tr>
      <w:tr w:rsidR="00A756D0" w:rsidRPr="00A756D0" w14:paraId="03944C82" w14:textId="77777777" w:rsidTr="006B08A0">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273" w:type="dxa"/>
          </w:tcPr>
          <w:p w14:paraId="3D9B96E7" w14:textId="77777777" w:rsidR="00917BA9" w:rsidRPr="00A756D0" w:rsidRDefault="00917BA9" w:rsidP="006B08A0">
            <w:pPr>
              <w:pStyle w:val="AINFTabelleLfdA"/>
              <w:jc w:val="center"/>
              <w:rPr>
                <w:rStyle w:val="Lsung"/>
                <w:rFonts w:ascii="Courier New" w:hAnsi="Courier New"/>
                <w:b w:val="0"/>
                <w:color w:val="auto"/>
              </w:rPr>
            </w:pPr>
            <w:r w:rsidRPr="00A756D0">
              <w:rPr>
                <w:rStyle w:val="Lsung"/>
                <w:rFonts w:ascii="Courier New" w:hAnsi="Courier New"/>
                <w:b w:val="0"/>
                <w:color w:val="auto"/>
              </w:rPr>
              <w:t>015</w:t>
            </w:r>
          </w:p>
        </w:tc>
        <w:tc>
          <w:tcPr>
            <w:tcW w:w="1141" w:type="dxa"/>
          </w:tcPr>
          <w:p w14:paraId="14F8F011" w14:textId="77777777" w:rsidR="00917BA9" w:rsidRPr="00A756D0" w:rsidRDefault="00917BA9" w:rsidP="006B08A0">
            <w:pPr>
              <w:pStyle w:val="AINFTabelleLfdA"/>
              <w:cnfStyle w:val="000000100000" w:firstRow="0" w:lastRow="0" w:firstColumn="0" w:lastColumn="0" w:oddVBand="0" w:evenVBand="0" w:oddHBand="1" w:evenHBand="0" w:firstRowFirstColumn="0" w:firstRowLastColumn="0" w:lastRowFirstColumn="0" w:lastRowLastColumn="0"/>
              <w:rPr>
                <w:rStyle w:val="Lsung"/>
                <w:rFonts w:ascii="Courier New" w:hAnsi="Courier New"/>
                <w:color w:val="auto"/>
              </w:rPr>
            </w:pPr>
          </w:p>
        </w:tc>
        <w:tc>
          <w:tcPr>
            <w:tcW w:w="1273" w:type="dxa"/>
          </w:tcPr>
          <w:p w14:paraId="2D1E6EFB" w14:textId="77777777" w:rsidR="00917BA9" w:rsidRPr="00A756D0" w:rsidRDefault="00917BA9" w:rsidP="006B08A0">
            <w:pPr>
              <w:pStyle w:val="AINFTabelleLfdA"/>
              <w:jc w:val="center"/>
              <w:cnfStyle w:val="000000100000" w:firstRow="0" w:lastRow="0" w:firstColumn="0" w:lastColumn="0" w:oddVBand="0" w:evenVBand="0" w:oddHBand="1"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000</w:t>
            </w:r>
          </w:p>
        </w:tc>
      </w:tr>
      <w:tr w:rsidR="00A756D0" w:rsidRPr="00A756D0" w14:paraId="3B747C53" w14:textId="77777777" w:rsidTr="006B08A0">
        <w:trPr>
          <w:trHeight w:val="227"/>
          <w:jc w:val="center"/>
        </w:trPr>
        <w:tc>
          <w:tcPr>
            <w:cnfStyle w:val="001000000000" w:firstRow="0" w:lastRow="0" w:firstColumn="1" w:lastColumn="0" w:oddVBand="0" w:evenVBand="0" w:oddHBand="0" w:evenHBand="0" w:firstRowFirstColumn="0" w:firstRowLastColumn="0" w:lastRowFirstColumn="0" w:lastRowLastColumn="0"/>
            <w:tcW w:w="1273" w:type="dxa"/>
          </w:tcPr>
          <w:p w14:paraId="6B47C8FA" w14:textId="77777777" w:rsidR="00917BA9" w:rsidRPr="00A756D0" w:rsidRDefault="00917BA9" w:rsidP="006B08A0">
            <w:pPr>
              <w:pStyle w:val="AINFTabelleLfdA"/>
              <w:jc w:val="center"/>
              <w:rPr>
                <w:rStyle w:val="Lsung"/>
                <w:rFonts w:ascii="Courier New" w:hAnsi="Courier New"/>
                <w:b w:val="0"/>
                <w:color w:val="auto"/>
              </w:rPr>
            </w:pPr>
            <w:r w:rsidRPr="00A756D0">
              <w:rPr>
                <w:rStyle w:val="Lsung"/>
                <w:rFonts w:ascii="Courier New" w:hAnsi="Courier New"/>
                <w:b w:val="0"/>
                <w:color w:val="auto"/>
              </w:rPr>
              <w:t>…</w:t>
            </w:r>
          </w:p>
        </w:tc>
        <w:tc>
          <w:tcPr>
            <w:tcW w:w="1141" w:type="dxa"/>
          </w:tcPr>
          <w:p w14:paraId="3BF6100A" w14:textId="77777777" w:rsidR="00917BA9" w:rsidRPr="00A756D0" w:rsidRDefault="00917BA9" w:rsidP="006B08A0">
            <w:pPr>
              <w:pStyle w:val="AINFTabelleLfdA"/>
              <w:cnfStyle w:val="000000000000" w:firstRow="0" w:lastRow="0" w:firstColumn="0" w:lastColumn="0" w:oddVBand="0" w:evenVBand="0" w:oddHBand="0" w:evenHBand="0" w:firstRowFirstColumn="0" w:firstRowLastColumn="0" w:lastRowFirstColumn="0" w:lastRowLastColumn="0"/>
              <w:rPr>
                <w:rStyle w:val="Lsung"/>
                <w:rFonts w:ascii="Courier New" w:hAnsi="Courier New"/>
                <w:color w:val="auto"/>
              </w:rPr>
            </w:pPr>
          </w:p>
        </w:tc>
        <w:tc>
          <w:tcPr>
            <w:tcW w:w="1273" w:type="dxa"/>
          </w:tcPr>
          <w:p w14:paraId="69D214CA" w14:textId="77777777" w:rsidR="00917BA9" w:rsidRPr="00A756D0" w:rsidRDefault="00917BA9" w:rsidP="006B08A0">
            <w:pPr>
              <w:pStyle w:val="AINFTabelleLfdA"/>
              <w:jc w:val="center"/>
              <w:cnfStyle w:val="000000000000" w:firstRow="0" w:lastRow="0" w:firstColumn="0" w:lastColumn="0" w:oddVBand="0" w:evenVBand="0" w:oddHBand="0" w:evenHBand="0" w:firstRowFirstColumn="0" w:firstRowLastColumn="0" w:lastRowFirstColumn="0" w:lastRowLastColumn="0"/>
              <w:rPr>
                <w:rStyle w:val="Lsung"/>
                <w:rFonts w:ascii="Courier New" w:hAnsi="Courier New"/>
                <w:color w:val="auto"/>
              </w:rPr>
            </w:pPr>
          </w:p>
        </w:tc>
      </w:tr>
      <w:tr w:rsidR="00A756D0" w:rsidRPr="00A756D0" w14:paraId="065F13DA" w14:textId="77777777" w:rsidTr="006B08A0">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273" w:type="dxa"/>
          </w:tcPr>
          <w:p w14:paraId="7ED2480D" w14:textId="77777777" w:rsidR="00917BA9" w:rsidRPr="00A756D0" w:rsidRDefault="00917BA9" w:rsidP="006B08A0">
            <w:pPr>
              <w:pStyle w:val="AINFTabelleLfdA"/>
              <w:jc w:val="center"/>
              <w:rPr>
                <w:rStyle w:val="Lsung"/>
                <w:rFonts w:ascii="Courier New" w:hAnsi="Courier New"/>
                <w:b w:val="0"/>
                <w:color w:val="auto"/>
              </w:rPr>
            </w:pPr>
            <w:r w:rsidRPr="00A756D0">
              <w:rPr>
                <w:rStyle w:val="Lsung"/>
                <w:rFonts w:ascii="Courier New" w:hAnsi="Courier New"/>
                <w:b w:val="0"/>
                <w:color w:val="auto"/>
              </w:rPr>
              <w:t>020</w:t>
            </w:r>
          </w:p>
        </w:tc>
        <w:tc>
          <w:tcPr>
            <w:tcW w:w="1141" w:type="dxa"/>
          </w:tcPr>
          <w:p w14:paraId="64231AFF" w14:textId="77777777" w:rsidR="00917BA9" w:rsidRPr="00A756D0" w:rsidRDefault="00917BA9" w:rsidP="006B08A0">
            <w:pPr>
              <w:pStyle w:val="AINFTabelleLfdA"/>
              <w:cnfStyle w:val="000000100000" w:firstRow="0" w:lastRow="0" w:firstColumn="0" w:lastColumn="0" w:oddVBand="0" w:evenVBand="0" w:oddHBand="1" w:evenHBand="0" w:firstRowFirstColumn="0" w:firstRowLastColumn="0" w:lastRowFirstColumn="0" w:lastRowLastColumn="0"/>
              <w:rPr>
                <w:rStyle w:val="Lsung"/>
                <w:rFonts w:ascii="Courier New" w:hAnsi="Courier New"/>
                <w:color w:val="auto"/>
              </w:rPr>
            </w:pPr>
          </w:p>
        </w:tc>
        <w:tc>
          <w:tcPr>
            <w:tcW w:w="1273" w:type="dxa"/>
          </w:tcPr>
          <w:p w14:paraId="31CFA7A4" w14:textId="77777777" w:rsidR="00917BA9" w:rsidRPr="00A756D0" w:rsidRDefault="00917BA9" w:rsidP="006B08A0">
            <w:pPr>
              <w:pStyle w:val="AINFTabelleLfdA"/>
              <w:jc w:val="center"/>
              <w:cnfStyle w:val="000000100000" w:firstRow="0" w:lastRow="0" w:firstColumn="0" w:lastColumn="0" w:oddVBand="0" w:evenVBand="0" w:oddHBand="1"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005</w:t>
            </w:r>
          </w:p>
        </w:tc>
      </w:tr>
      <w:tr w:rsidR="00A756D0" w:rsidRPr="00A756D0" w14:paraId="4D56F98B" w14:textId="77777777" w:rsidTr="006B08A0">
        <w:trPr>
          <w:trHeight w:val="227"/>
          <w:jc w:val="center"/>
        </w:trPr>
        <w:tc>
          <w:tcPr>
            <w:cnfStyle w:val="001000000000" w:firstRow="0" w:lastRow="0" w:firstColumn="1" w:lastColumn="0" w:oddVBand="0" w:evenVBand="0" w:oddHBand="0" w:evenHBand="0" w:firstRowFirstColumn="0" w:firstRowLastColumn="0" w:lastRowFirstColumn="0" w:lastRowLastColumn="0"/>
            <w:tcW w:w="1273" w:type="dxa"/>
          </w:tcPr>
          <w:p w14:paraId="08893A6F" w14:textId="77777777" w:rsidR="00917BA9" w:rsidRPr="00A756D0" w:rsidRDefault="00917BA9" w:rsidP="006B08A0">
            <w:pPr>
              <w:pStyle w:val="AINFTabelleLfdA"/>
              <w:jc w:val="center"/>
              <w:rPr>
                <w:rStyle w:val="Lsung"/>
                <w:rFonts w:ascii="Courier New" w:hAnsi="Courier New"/>
                <w:b w:val="0"/>
                <w:color w:val="auto"/>
              </w:rPr>
            </w:pPr>
            <w:r w:rsidRPr="00A756D0">
              <w:rPr>
                <w:rStyle w:val="Lsung"/>
                <w:rFonts w:ascii="Courier New" w:hAnsi="Courier New"/>
                <w:b w:val="0"/>
                <w:color w:val="auto"/>
              </w:rPr>
              <w:t>021</w:t>
            </w:r>
          </w:p>
        </w:tc>
        <w:tc>
          <w:tcPr>
            <w:tcW w:w="1141" w:type="dxa"/>
          </w:tcPr>
          <w:p w14:paraId="13937C8F" w14:textId="77777777" w:rsidR="00917BA9" w:rsidRPr="00A756D0" w:rsidRDefault="00917BA9" w:rsidP="006B08A0">
            <w:pPr>
              <w:pStyle w:val="AINFTabelleLfdA"/>
              <w:cnfStyle w:val="000000000000" w:firstRow="0" w:lastRow="0" w:firstColumn="0" w:lastColumn="0" w:oddVBand="0" w:evenVBand="0" w:oddHBand="0" w:evenHBand="0" w:firstRowFirstColumn="0" w:firstRowLastColumn="0" w:lastRowFirstColumn="0" w:lastRowLastColumn="0"/>
              <w:rPr>
                <w:rStyle w:val="Lsung"/>
                <w:rFonts w:ascii="Courier New" w:hAnsi="Courier New"/>
                <w:color w:val="auto"/>
              </w:rPr>
            </w:pPr>
          </w:p>
        </w:tc>
        <w:tc>
          <w:tcPr>
            <w:tcW w:w="1273" w:type="dxa"/>
          </w:tcPr>
          <w:p w14:paraId="1C1E3153" w14:textId="77777777" w:rsidR="00917BA9" w:rsidRPr="00A756D0" w:rsidRDefault="00917BA9" w:rsidP="006B08A0">
            <w:pPr>
              <w:pStyle w:val="AINFTabelleLfdA"/>
              <w:jc w:val="center"/>
              <w:cnfStyle w:val="000000000000" w:firstRow="0" w:lastRow="0" w:firstColumn="0" w:lastColumn="0" w:oddVBand="0" w:evenVBand="0" w:oddHBand="0"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006</w:t>
            </w:r>
          </w:p>
        </w:tc>
      </w:tr>
      <w:tr w:rsidR="00A756D0" w:rsidRPr="00A756D0" w14:paraId="5083A60D" w14:textId="77777777" w:rsidTr="006B08A0">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273" w:type="dxa"/>
          </w:tcPr>
          <w:p w14:paraId="1CB032C6" w14:textId="77777777" w:rsidR="00917BA9" w:rsidRPr="00A756D0" w:rsidRDefault="00917BA9" w:rsidP="006B08A0">
            <w:pPr>
              <w:pStyle w:val="AINFTabelleLfdA"/>
              <w:jc w:val="center"/>
              <w:rPr>
                <w:rStyle w:val="Lsung"/>
                <w:rFonts w:ascii="Courier New" w:hAnsi="Courier New"/>
                <w:b w:val="0"/>
                <w:color w:val="auto"/>
              </w:rPr>
            </w:pPr>
            <w:r w:rsidRPr="00A756D0">
              <w:rPr>
                <w:rStyle w:val="Lsung"/>
                <w:rFonts w:ascii="Courier New" w:hAnsi="Courier New"/>
                <w:b w:val="0"/>
                <w:color w:val="auto"/>
              </w:rPr>
              <w:t>022</w:t>
            </w:r>
          </w:p>
        </w:tc>
        <w:tc>
          <w:tcPr>
            <w:tcW w:w="1141" w:type="dxa"/>
          </w:tcPr>
          <w:p w14:paraId="2E989146" w14:textId="77777777" w:rsidR="00917BA9" w:rsidRPr="00A756D0" w:rsidRDefault="00917BA9" w:rsidP="006B08A0">
            <w:pPr>
              <w:pStyle w:val="AINFTabelleLfdA"/>
              <w:cnfStyle w:val="000000100000" w:firstRow="0" w:lastRow="0" w:firstColumn="0" w:lastColumn="0" w:oddVBand="0" w:evenVBand="0" w:oddHBand="1" w:evenHBand="0" w:firstRowFirstColumn="0" w:firstRowLastColumn="0" w:lastRowFirstColumn="0" w:lastRowLastColumn="0"/>
              <w:rPr>
                <w:rStyle w:val="Lsung"/>
                <w:rFonts w:ascii="Courier New" w:hAnsi="Courier New"/>
                <w:color w:val="auto"/>
              </w:rPr>
            </w:pPr>
          </w:p>
        </w:tc>
        <w:tc>
          <w:tcPr>
            <w:tcW w:w="1273" w:type="dxa"/>
          </w:tcPr>
          <w:p w14:paraId="2E09FEE0" w14:textId="77777777" w:rsidR="00917BA9" w:rsidRPr="00A756D0" w:rsidRDefault="00917BA9" w:rsidP="006B08A0">
            <w:pPr>
              <w:pStyle w:val="AINFTabelleLfdA"/>
              <w:jc w:val="center"/>
              <w:cnfStyle w:val="000000100000" w:firstRow="0" w:lastRow="0" w:firstColumn="0" w:lastColumn="0" w:oddVBand="0" w:evenVBand="0" w:oddHBand="1"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009</w:t>
            </w:r>
          </w:p>
        </w:tc>
      </w:tr>
      <w:tr w:rsidR="00A756D0" w:rsidRPr="00A756D0" w14:paraId="66E7C39E" w14:textId="77777777" w:rsidTr="006B08A0">
        <w:trPr>
          <w:trHeight w:val="227"/>
          <w:jc w:val="center"/>
        </w:trPr>
        <w:tc>
          <w:tcPr>
            <w:cnfStyle w:val="001000000000" w:firstRow="0" w:lastRow="0" w:firstColumn="1" w:lastColumn="0" w:oddVBand="0" w:evenVBand="0" w:oddHBand="0" w:evenHBand="0" w:firstRowFirstColumn="0" w:firstRowLastColumn="0" w:lastRowFirstColumn="0" w:lastRowLastColumn="0"/>
            <w:tcW w:w="1273" w:type="dxa"/>
          </w:tcPr>
          <w:p w14:paraId="65860FEB" w14:textId="77777777" w:rsidR="00917BA9" w:rsidRPr="00A756D0" w:rsidRDefault="00917BA9" w:rsidP="006B08A0">
            <w:pPr>
              <w:pStyle w:val="AINFTabelleLfdA"/>
              <w:jc w:val="center"/>
              <w:rPr>
                <w:rStyle w:val="Lsung"/>
                <w:rFonts w:ascii="Courier New" w:hAnsi="Courier New"/>
                <w:b w:val="0"/>
                <w:color w:val="auto"/>
              </w:rPr>
            </w:pPr>
            <w:r w:rsidRPr="00A756D0">
              <w:rPr>
                <w:rStyle w:val="Lsung"/>
                <w:rFonts w:ascii="Courier New" w:hAnsi="Courier New"/>
                <w:b w:val="0"/>
                <w:color w:val="auto"/>
              </w:rPr>
              <w:t>023</w:t>
            </w:r>
          </w:p>
        </w:tc>
        <w:tc>
          <w:tcPr>
            <w:tcW w:w="1141" w:type="dxa"/>
          </w:tcPr>
          <w:p w14:paraId="631DAA59" w14:textId="77777777" w:rsidR="00917BA9" w:rsidRPr="00A756D0" w:rsidRDefault="00917BA9" w:rsidP="006B08A0">
            <w:pPr>
              <w:pStyle w:val="AINFTabelleLfdA"/>
              <w:cnfStyle w:val="000000000000" w:firstRow="0" w:lastRow="0" w:firstColumn="0" w:lastColumn="0" w:oddVBand="0" w:evenVBand="0" w:oddHBand="0" w:evenHBand="0" w:firstRowFirstColumn="0" w:firstRowLastColumn="0" w:lastRowFirstColumn="0" w:lastRowLastColumn="0"/>
              <w:rPr>
                <w:rStyle w:val="Lsung"/>
                <w:rFonts w:ascii="Courier New" w:hAnsi="Courier New"/>
                <w:color w:val="auto"/>
              </w:rPr>
            </w:pPr>
          </w:p>
        </w:tc>
        <w:tc>
          <w:tcPr>
            <w:tcW w:w="1273" w:type="dxa"/>
          </w:tcPr>
          <w:p w14:paraId="041CFB77" w14:textId="77777777" w:rsidR="00917BA9" w:rsidRPr="00A756D0" w:rsidRDefault="00917BA9" w:rsidP="006B08A0">
            <w:pPr>
              <w:pStyle w:val="AINFTabelleLfdA"/>
              <w:jc w:val="center"/>
              <w:cnfStyle w:val="000000000000" w:firstRow="0" w:lastRow="0" w:firstColumn="0" w:lastColumn="0" w:oddVBand="0" w:evenVBand="0" w:oddHBand="0"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020</w:t>
            </w:r>
          </w:p>
        </w:tc>
      </w:tr>
      <w:tr w:rsidR="00A756D0" w:rsidRPr="00A756D0" w14:paraId="4570E023" w14:textId="77777777" w:rsidTr="006B08A0">
        <w:trPr>
          <w:cnfStyle w:val="000000100000" w:firstRow="0" w:lastRow="0" w:firstColumn="0" w:lastColumn="0" w:oddVBand="0" w:evenVBand="0" w:oddHBand="1" w:evenHBand="0" w:firstRowFirstColumn="0" w:firstRowLastColumn="0" w:lastRowFirstColumn="0" w:lastRowLastColumn="0"/>
          <w:trHeight w:val="227"/>
          <w:jc w:val="center"/>
        </w:trPr>
        <w:tc>
          <w:tcPr>
            <w:cnfStyle w:val="001000000000" w:firstRow="0" w:lastRow="0" w:firstColumn="1" w:lastColumn="0" w:oddVBand="0" w:evenVBand="0" w:oddHBand="0" w:evenHBand="0" w:firstRowFirstColumn="0" w:firstRowLastColumn="0" w:lastRowFirstColumn="0" w:lastRowLastColumn="0"/>
            <w:tcW w:w="1273" w:type="dxa"/>
          </w:tcPr>
          <w:p w14:paraId="644877DC" w14:textId="77777777" w:rsidR="00917BA9" w:rsidRPr="00A756D0" w:rsidRDefault="00917BA9" w:rsidP="006B08A0">
            <w:pPr>
              <w:pStyle w:val="AINFTabelleLfdA"/>
              <w:jc w:val="center"/>
              <w:rPr>
                <w:rStyle w:val="Lsung"/>
                <w:rFonts w:ascii="Courier New" w:hAnsi="Courier New"/>
                <w:b w:val="0"/>
                <w:color w:val="auto"/>
              </w:rPr>
            </w:pPr>
            <w:r w:rsidRPr="00A756D0">
              <w:rPr>
                <w:rStyle w:val="Lsung"/>
                <w:rFonts w:ascii="Courier New" w:hAnsi="Courier New"/>
                <w:b w:val="0"/>
                <w:color w:val="auto"/>
              </w:rPr>
              <w:t>024</w:t>
            </w:r>
          </w:p>
        </w:tc>
        <w:tc>
          <w:tcPr>
            <w:tcW w:w="1141" w:type="dxa"/>
          </w:tcPr>
          <w:p w14:paraId="4B2B2F9A" w14:textId="77777777" w:rsidR="00917BA9" w:rsidRPr="00A756D0" w:rsidRDefault="00917BA9" w:rsidP="006B08A0">
            <w:pPr>
              <w:pStyle w:val="AINFTabelleLfdA"/>
              <w:cnfStyle w:val="000000100000" w:firstRow="0" w:lastRow="0" w:firstColumn="0" w:lastColumn="0" w:oddVBand="0" w:evenVBand="0" w:oddHBand="1" w:evenHBand="0" w:firstRowFirstColumn="0" w:firstRowLastColumn="0" w:lastRowFirstColumn="0" w:lastRowLastColumn="0"/>
              <w:rPr>
                <w:rStyle w:val="Lsung"/>
                <w:rFonts w:ascii="Courier New" w:hAnsi="Courier New"/>
                <w:color w:val="auto"/>
              </w:rPr>
            </w:pPr>
          </w:p>
        </w:tc>
        <w:tc>
          <w:tcPr>
            <w:tcW w:w="1273" w:type="dxa"/>
          </w:tcPr>
          <w:p w14:paraId="52CE0A60" w14:textId="77777777" w:rsidR="00917BA9" w:rsidRPr="00A756D0" w:rsidRDefault="00917BA9" w:rsidP="006B08A0">
            <w:pPr>
              <w:pStyle w:val="AINFTabelleLfdA"/>
              <w:jc w:val="center"/>
              <w:cnfStyle w:val="000000100000" w:firstRow="0" w:lastRow="0" w:firstColumn="0" w:lastColumn="0" w:oddVBand="0" w:evenVBand="0" w:oddHBand="1"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011</w:t>
            </w:r>
          </w:p>
        </w:tc>
      </w:tr>
      <w:tr w:rsidR="00A756D0" w:rsidRPr="00A756D0" w14:paraId="1365BF1D" w14:textId="77777777" w:rsidTr="006B08A0">
        <w:trPr>
          <w:trHeight w:val="227"/>
          <w:jc w:val="center"/>
        </w:trPr>
        <w:tc>
          <w:tcPr>
            <w:cnfStyle w:val="001000000000" w:firstRow="0" w:lastRow="0" w:firstColumn="1" w:lastColumn="0" w:oddVBand="0" w:evenVBand="0" w:oddHBand="0" w:evenHBand="0" w:firstRowFirstColumn="0" w:firstRowLastColumn="0" w:lastRowFirstColumn="0" w:lastRowLastColumn="0"/>
            <w:tcW w:w="1273" w:type="dxa"/>
          </w:tcPr>
          <w:p w14:paraId="165381B3" w14:textId="77777777" w:rsidR="00917BA9" w:rsidRPr="00A756D0" w:rsidRDefault="00917BA9" w:rsidP="006B08A0">
            <w:pPr>
              <w:pStyle w:val="AINFTabelleLfdA"/>
              <w:jc w:val="center"/>
              <w:rPr>
                <w:rStyle w:val="Lsung"/>
                <w:rFonts w:ascii="Courier New" w:hAnsi="Courier New"/>
                <w:b w:val="0"/>
                <w:color w:val="auto"/>
              </w:rPr>
            </w:pPr>
            <w:r w:rsidRPr="00A756D0">
              <w:rPr>
                <w:rStyle w:val="Lsung"/>
                <w:rFonts w:ascii="Courier New" w:hAnsi="Courier New"/>
                <w:b w:val="0"/>
                <w:color w:val="auto"/>
              </w:rPr>
              <w:t>025</w:t>
            </w:r>
          </w:p>
        </w:tc>
        <w:tc>
          <w:tcPr>
            <w:tcW w:w="1141" w:type="dxa"/>
          </w:tcPr>
          <w:p w14:paraId="1CA3617C" w14:textId="77777777" w:rsidR="00917BA9" w:rsidRPr="00A756D0" w:rsidRDefault="00917BA9" w:rsidP="006B08A0">
            <w:pPr>
              <w:pStyle w:val="AINFTabelleLfdA"/>
              <w:cnfStyle w:val="000000000000" w:firstRow="0" w:lastRow="0" w:firstColumn="0" w:lastColumn="0" w:oddVBand="0" w:evenVBand="0" w:oddHBand="0" w:evenHBand="0" w:firstRowFirstColumn="0" w:firstRowLastColumn="0" w:lastRowFirstColumn="0" w:lastRowLastColumn="0"/>
              <w:rPr>
                <w:rStyle w:val="Lsung"/>
                <w:rFonts w:ascii="Courier New" w:hAnsi="Courier New"/>
                <w:color w:val="auto"/>
              </w:rPr>
            </w:pPr>
          </w:p>
        </w:tc>
        <w:tc>
          <w:tcPr>
            <w:tcW w:w="1273" w:type="dxa"/>
          </w:tcPr>
          <w:p w14:paraId="42DF8107" w14:textId="77777777" w:rsidR="00917BA9" w:rsidRPr="00A756D0" w:rsidRDefault="00917BA9" w:rsidP="006B08A0">
            <w:pPr>
              <w:pStyle w:val="AINFTabelleLfdA"/>
              <w:jc w:val="center"/>
              <w:cnfStyle w:val="000000000000" w:firstRow="0" w:lastRow="0" w:firstColumn="0" w:lastColumn="0" w:oddVBand="0" w:evenVBand="0" w:oddHBand="0" w:evenHBand="0" w:firstRowFirstColumn="0" w:firstRowLastColumn="0" w:lastRowFirstColumn="0" w:lastRowLastColumn="0"/>
              <w:rPr>
                <w:rStyle w:val="Lsung"/>
                <w:rFonts w:ascii="Courier New" w:hAnsi="Courier New"/>
                <w:color w:val="auto"/>
              </w:rPr>
            </w:pPr>
            <w:r w:rsidRPr="00A756D0">
              <w:rPr>
                <w:rStyle w:val="Lsung"/>
                <w:rFonts w:ascii="Courier New" w:hAnsi="Courier New"/>
                <w:color w:val="auto"/>
              </w:rPr>
              <w:t>007</w:t>
            </w:r>
          </w:p>
        </w:tc>
      </w:tr>
    </w:tbl>
    <w:p w14:paraId="41617FA5" w14:textId="77777777" w:rsidR="00917BA9" w:rsidRDefault="00917BA9" w:rsidP="00DF2C13">
      <w:pPr>
        <w:pStyle w:val="AMAberschriftB3BE"/>
        <w:spacing w:before="120"/>
        <w:jc w:val="left"/>
      </w:pPr>
      <w:r>
        <w:rPr>
          <w:noProof/>
          <w:lang w:eastAsia="de-DE"/>
        </w:rPr>
        <mc:AlternateContent>
          <mc:Choice Requires="wps">
            <w:drawing>
              <wp:anchor distT="0" distB="0" distL="114300" distR="114300" simplePos="0" relativeHeight="251701248" behindDoc="0" locked="0" layoutInCell="1" allowOverlap="1" wp14:anchorId="2FD73440" wp14:editId="6DFC3E29">
                <wp:simplePos x="0" y="0"/>
                <wp:positionH relativeFrom="rightMargin">
                  <wp:posOffset>0</wp:posOffset>
                </wp:positionH>
                <wp:positionV relativeFrom="paragraph">
                  <wp:posOffset>0</wp:posOffset>
                </wp:positionV>
                <wp:extent cx="540000" cy="180000"/>
                <wp:effectExtent l="0" t="0" r="12700" b="10795"/>
                <wp:wrapNone/>
                <wp:docPr id="30" name="Textfeld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180000"/>
                        </a:xfrm>
                        <a:prstGeom prst="rect">
                          <a:avLst/>
                        </a:prstGeom>
                        <a:noFill/>
                        <a:ln w="9525">
                          <a:noFill/>
                          <a:miter lim="800000"/>
                          <a:headEnd/>
                          <a:tailEnd/>
                        </a:ln>
                      </wps:spPr>
                      <wps:txbx>
                        <w:txbxContent>
                          <w:p w14:paraId="255F56FC" w14:textId="77777777" w:rsidR="00917BA9" w:rsidRDefault="00917BA9" w:rsidP="00917BA9">
                            <w:pPr>
                              <w:jc w:val="right"/>
                            </w:pPr>
                            <w:r>
                              <w:t>2 BE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D73440" id="Textfeld 30" o:spid="_x0000_s1038" type="#_x0000_t202" style="position:absolute;left:0;text-align:left;margin-left:0;margin-top:0;width:42.5pt;height:14.15pt;z-index:2517012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" filled="f" stroked="f">
                <v:textbox inset="0,0,0,0">
                  <w:txbxContent>
                    <w:p w14:paraId="255F56FC" w14:textId="77777777" w:rsidR="00917BA9" w:rsidRDefault="00917BA9" w:rsidP="00917BA9">
                      <w:pPr>
                        <w:jc w:val="right"/>
                      </w:pPr>
                      <w:r>
                        <w:t>2 BE</w:t>
                      </w:r>
                    </w:p>
                  </w:txbxContent>
                </v:textbox>
                <w10:wrap anchorx="margin"/>
              </v:shape>
            </w:pict>
          </mc:Fallback>
        </mc:AlternateContent>
      </w:r>
      <w:r>
        <w:t>Erläutern Sie die Wirkung des Befehls in der Speicherzelle der Adresse 5 auf den Programmablauf.</w:t>
      </w:r>
    </w:p>
    <w:p w14:paraId="546ABB0D" w14:textId="77777777" w:rsidR="00917BA9" w:rsidRDefault="00917BA9" w:rsidP="00917BA9">
      <w:pPr>
        <w:pStyle w:val="AMAberschriftB3BE"/>
        <w:jc w:val="left"/>
      </w:pPr>
      <w:r>
        <w:rPr>
          <w:noProof/>
          <w:lang w:eastAsia="de-DE"/>
        </w:rPr>
        <mc:AlternateContent>
          <mc:Choice Requires="wps">
            <w:drawing>
              <wp:anchor distT="0" distB="0" distL="114300" distR="114300" simplePos="0" relativeHeight="251698176" behindDoc="0" locked="0" layoutInCell="1" allowOverlap="1" wp14:anchorId="00E98C9B" wp14:editId="1AC3C464">
                <wp:simplePos x="0" y="0"/>
                <wp:positionH relativeFrom="rightMargin">
                  <wp:posOffset>0</wp:posOffset>
                </wp:positionH>
                <wp:positionV relativeFrom="paragraph">
                  <wp:posOffset>0</wp:posOffset>
                </wp:positionV>
                <wp:extent cx="540000" cy="180000"/>
                <wp:effectExtent l="0" t="0" r="12700" b="10795"/>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180000"/>
                        </a:xfrm>
                        <a:prstGeom prst="rect">
                          <a:avLst/>
                        </a:prstGeom>
                        <a:noFill/>
                        <a:ln w="9525">
                          <a:noFill/>
                          <a:miter lim="800000"/>
                          <a:headEnd/>
                          <a:tailEnd/>
                        </a:ln>
                      </wps:spPr>
                      <wps:txbx>
                        <w:txbxContent>
                          <w:p w14:paraId="615F3694" w14:textId="77777777" w:rsidR="00917BA9" w:rsidRDefault="00917BA9" w:rsidP="00917BA9">
                            <w:pPr>
                              <w:jc w:val="right"/>
                            </w:pPr>
                            <w:r>
                              <w:t>5 BE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E98C9B" id="Textfeld 6" o:spid="_x0000_s1039" type="#_x0000_t202" style="position:absolute;left:0;text-align:left;margin-left:0;margin-top:0;width:42.5pt;height:14.15pt;z-index:2516981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" filled="f" stroked="f">
                <v:textbox inset="0,0,0,0">
                  <w:txbxContent>
                    <w:p w14:paraId="615F3694" w14:textId="77777777" w:rsidR="00917BA9" w:rsidRDefault="00917BA9" w:rsidP="00917BA9">
                      <w:pPr>
                        <w:jc w:val="right"/>
                      </w:pPr>
                      <w:r>
                        <w:t>5 BE</w:t>
                      </w:r>
                    </w:p>
                  </w:txbxContent>
                </v:textbox>
                <w10:wrap anchorx="margin"/>
              </v:shape>
            </w:pict>
          </mc:Fallback>
        </mc:AlternateContent>
      </w:r>
      <w:r>
        <w:t>Protokollieren Sie für den Programmablauf die Belegung der Zellen 2, 15 und 20.</w:t>
      </w:r>
      <w:r>
        <w:br/>
        <w:t>Beschreiben Sie die durch das Programm realisierte Funktion.</w:t>
      </w:r>
    </w:p>
    <w:p w14:paraId="6A3953D2" w14:textId="77777777" w:rsidR="002C00AC" w:rsidRPr="002C00AC" w:rsidRDefault="002C00AC" w:rsidP="002C00AC">
      <w:pPr>
        <w:pStyle w:val="AMAberschriftB1BE"/>
        <w:spacing w:before="240"/>
        <w:ind w:left="709" w:hanging="709"/>
      </w:pPr>
      <w:r>
        <w:lastRenderedPageBreak/>
        <w:t>Blinkzeichen</w:t>
      </w:r>
    </w:p>
    <w:p w14:paraId="34519D65" w14:textId="77777777" w:rsidR="002C00AC" w:rsidRDefault="002C00AC" w:rsidP="002C00AC">
      <w:pPr>
        <w:suppressAutoHyphens w:val="0"/>
      </w:pPr>
      <w:r>
        <w:t>Zum Beispiel in Kraftfahrzeugen werden blinkende Lichtzeichen vielfach eingesetzt. Das Blinken kann elektronisch oder programmgesteuert erzeugt werden. In der folgenden Aufgabe soll eine programmgesteuerte Variante für zwei Lampen untersucht werden.</w:t>
      </w:r>
    </w:p>
    <w:p w14:paraId="3A0FFA11" w14:textId="6C4AA10F" w:rsidR="002C00AC" w:rsidRDefault="002C00AC" w:rsidP="002C00AC">
      <w:pPr>
        <w:pStyle w:val="AMAberschriftB2BE"/>
        <w:ind w:left="567" w:hanging="567"/>
      </w:pPr>
      <w:r>
        <w:rPr>
          <w:noProof/>
          <w:lang w:eastAsia="de-DE"/>
        </w:rPr>
        <mc:AlternateContent>
          <mc:Choice Requires="wps">
            <w:drawing>
              <wp:anchor distT="0" distB="0" distL="114300" distR="114300" simplePos="0" relativeHeight="251707392" behindDoc="0" locked="0" layoutInCell="1" allowOverlap="1" wp14:anchorId="5224484B" wp14:editId="54F64215">
                <wp:simplePos x="0" y="0"/>
                <wp:positionH relativeFrom="rightMargin">
                  <wp:posOffset>-12</wp:posOffset>
                </wp:positionH>
                <wp:positionV relativeFrom="paragraph">
                  <wp:posOffset>11430</wp:posOffset>
                </wp:positionV>
                <wp:extent cx="539750" cy="179705"/>
                <wp:effectExtent l="0" t="0" r="12700" b="10795"/>
                <wp:wrapNone/>
                <wp:docPr id="64" name="Textfeld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179705"/>
                        </a:xfrm>
                        <a:prstGeom prst="rect">
                          <a:avLst/>
                        </a:prstGeom>
                        <a:noFill/>
                        <a:ln w="9525">
                          <a:noFill/>
                          <a:miter lim="800000"/>
                          <a:headEnd/>
                          <a:tailEnd/>
                        </a:ln>
                      </wps:spPr>
                      <wps:txbx>
                        <w:txbxContent>
                          <w:p w14:paraId="3402E18D" w14:textId="77777777" w:rsidR="002C00AC" w:rsidRDefault="002C00AC" w:rsidP="002C00AC">
                            <w:pPr>
                              <w:jc w:val="right"/>
                            </w:pPr>
                            <w:r>
                              <w:t>2 BE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24484B" id="Textfeld 64" o:spid="_x0000_s1040" type="#_x0000_t202" style="position:absolute;left:0;text-align:left;margin-left:0;margin-top:.9pt;width:42.5pt;height:14.15pt;z-index:2517073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" filled="f" stroked="f">
                <v:textbox inset="0,0,0,0">
                  <w:txbxContent>
                    <w:p w14:paraId="3402E18D" w14:textId="77777777" w:rsidR="002C00AC" w:rsidRDefault="002C00AC" w:rsidP="002C00AC">
                      <w:pPr>
                        <w:jc w:val="right"/>
                      </w:pPr>
                      <w:r>
                        <w:t>2 BE</w:t>
                      </w:r>
                    </w:p>
                  </w:txbxContent>
                </v:textbox>
                <w10:wrap anchorx="margin"/>
              </v:shape>
            </w:pict>
          </mc:Fallback>
        </mc:AlternateContent>
      </w:r>
      <w:r>
        <w:t>Das Blinken wird durch den Algorithmus im Struktogramm dargestellt.</w:t>
      </w:r>
      <w:r>
        <w:br/>
        <w:t>Beschreiben Sie den Ablauf verbal.</w:t>
      </w:r>
    </w:p>
    <w:p w14:paraId="11F937DE" w14:textId="77777777" w:rsidR="002C00AC" w:rsidRDefault="002C00AC" w:rsidP="002C00AC">
      <w:pPr>
        <w:pStyle w:val="AAufgabe-Text"/>
        <w:keepNext/>
        <w:jc w:val="center"/>
      </w:pPr>
      <w:r>
        <w:rPr>
          <w:noProof/>
          <w:lang w:eastAsia="de-DE"/>
        </w:rPr>
        <w:drawing>
          <wp:inline distT="0" distB="0" distL="0" distR="0" wp14:anchorId="0651FB7F" wp14:editId="1229DEC7">
            <wp:extent cx="3709359" cy="362355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inklicht.emf"/>
                    <pic:cNvPicPr/>
                  </pic:nvPicPr>
                  <pic:blipFill>
                    <a:blip r:embed="rId7">
                      <a:extLst>
                        <a:ext uri="{28A0092B-C50C-407E-A947-70E740481C1C}">
                          <a14:useLocalDpi xmlns:a14="http://schemas.microsoft.com/office/drawing/2010/main" val="0"/>
                        </a:ext>
                      </a:extLst>
                    </a:blip>
                    <a:stretch>
                      <a:fillRect/>
                    </a:stretch>
                  </pic:blipFill>
                  <pic:spPr>
                    <a:xfrm>
                      <a:off x="0" y="0"/>
                      <a:ext cx="3712255" cy="3626384"/>
                    </a:xfrm>
                    <a:prstGeom prst="rect">
                      <a:avLst/>
                    </a:prstGeom>
                  </pic:spPr>
                </pic:pic>
              </a:graphicData>
            </a:graphic>
          </wp:inline>
        </w:drawing>
      </w:r>
    </w:p>
    <w:p w14:paraId="3881D346" w14:textId="202D2000" w:rsidR="002C00AC" w:rsidRDefault="002C00AC" w:rsidP="002C00AC">
      <w:pPr>
        <w:pStyle w:val="AMAberschriftB2BE"/>
        <w:ind w:left="567" w:hanging="567"/>
      </w:pPr>
      <w:r>
        <w:t xml:space="preserve">Für die Simulation des Blinkprozesses liegt die Datei </w:t>
      </w:r>
      <w:r>
        <w:rPr>
          <w:rStyle w:val="AINFOAufgabe-QuelltextExterneDateienZchn"/>
        </w:rPr>
        <w:t>blinker.ram</w:t>
      </w:r>
      <w:r>
        <w:t xml:space="preserve"> für die Software Johnny vor.</w:t>
      </w:r>
      <w:r>
        <w:tab/>
      </w:r>
      <w:r>
        <w:br/>
        <w:t>Protokollieren Sie die Arbeitsweise des Programms. Das Protokoll soll mindestens eine dreimalige Änderung der Speicherzelle 47 enthalten.</w:t>
      </w:r>
      <w:r>
        <w:tab/>
      </w:r>
      <w:r>
        <w:br/>
        <w:t xml:space="preserve">Ordnen Sie allen Variablen aus dem Struktogramm entsprechende Speicherzellen im Programm </w:t>
      </w:r>
      <w:r>
        <w:rPr>
          <w:rStyle w:val="AINFOAufgabe-QuelltextExterneDateienZchn"/>
        </w:rPr>
        <w:t>blinker.ram</w:t>
      </w:r>
      <w:r>
        <w:t xml:space="preserve"> zu.</w:t>
      </w:r>
      <w:r>
        <w:rPr>
          <w:noProof/>
          <w:lang w:eastAsia="de-DE"/>
        </w:rPr>
        <mc:AlternateContent>
          <mc:Choice Requires="wps">
            <w:drawing>
              <wp:anchor distT="0" distB="0" distL="114300" distR="114300" simplePos="0" relativeHeight="251708416" behindDoc="0" locked="0" layoutInCell="1" allowOverlap="1" wp14:anchorId="6B542F23" wp14:editId="17A1506C">
                <wp:simplePos x="0" y="0"/>
                <wp:positionH relativeFrom="rightMargin">
                  <wp:posOffset>0</wp:posOffset>
                </wp:positionH>
                <wp:positionV relativeFrom="paragraph">
                  <wp:posOffset>0</wp:posOffset>
                </wp:positionV>
                <wp:extent cx="540000" cy="180000"/>
                <wp:effectExtent l="0" t="0" r="12700" b="10795"/>
                <wp:wrapNone/>
                <wp:docPr id="65" name="Textfeld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180000"/>
                        </a:xfrm>
                        <a:prstGeom prst="rect">
                          <a:avLst/>
                        </a:prstGeom>
                        <a:noFill/>
                        <a:ln w="9525">
                          <a:noFill/>
                          <a:miter lim="800000"/>
                          <a:headEnd/>
                          <a:tailEnd/>
                        </a:ln>
                      </wps:spPr>
                      <wps:txbx>
                        <w:txbxContent>
                          <w:p w14:paraId="6D93AEC5" w14:textId="77777777" w:rsidR="002C00AC" w:rsidRDefault="002C00AC" w:rsidP="002C00AC">
                            <w:pPr>
                              <w:jc w:val="right"/>
                            </w:pPr>
                            <w:r>
                              <w:t>4 BE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542F23" id="Textfeld 65" o:spid="_x0000_s1041" type="#_x0000_t202" style="position:absolute;left:0;text-align:left;margin-left:0;margin-top:0;width:42.5pt;height:14.15pt;z-index:2517084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" filled="f" stroked="f">
                <v:textbox inset="0,0,0,0">
                  <w:txbxContent>
                    <w:p w14:paraId="6D93AEC5" w14:textId="77777777" w:rsidR="002C00AC" w:rsidRDefault="002C00AC" w:rsidP="002C00AC">
                      <w:pPr>
                        <w:jc w:val="right"/>
                      </w:pPr>
                      <w:r>
                        <w:t>4 BE</w:t>
                      </w:r>
                    </w:p>
                  </w:txbxContent>
                </v:textbox>
                <w10:wrap anchorx="margin"/>
              </v:shape>
            </w:pict>
          </mc:Fallback>
        </mc:AlternateContent>
      </w:r>
    </w:p>
    <w:p w14:paraId="6792F760" w14:textId="7E3168E7" w:rsidR="002C00AC" w:rsidRDefault="002C00AC" w:rsidP="002C00AC">
      <w:pPr>
        <w:pStyle w:val="AMAberschriftB2BE"/>
        <w:ind w:left="567" w:hanging="567"/>
      </w:pPr>
      <w:r>
        <w:t xml:space="preserve">Das Programm </w:t>
      </w:r>
      <w:r>
        <w:rPr>
          <w:rStyle w:val="AINFOAufgabe-QuelltextExterneDateienZchn"/>
        </w:rPr>
        <w:t>blinker.ram</w:t>
      </w:r>
      <w:r>
        <w:t xml:space="preserve"> enthält zwei ineinander geschachtelte Wiederholungen.</w:t>
      </w:r>
      <w:r>
        <w:br/>
        <w:t>Geben Sie den Speicherbereich für die innere Wiederholung an.</w:t>
      </w:r>
      <w:r>
        <w:tab/>
      </w:r>
      <w:r>
        <w:br/>
        <w:t>Ordnen Sie der inneren Wiederholung eine Aufgabe aus dem Struktogramm zu.</w:t>
      </w:r>
      <w:r>
        <w:rPr>
          <w:noProof/>
          <w:lang w:eastAsia="de-DE"/>
        </w:rPr>
        <mc:AlternateContent>
          <mc:Choice Requires="wps">
            <w:drawing>
              <wp:anchor distT="0" distB="0" distL="114300" distR="114300" simplePos="0" relativeHeight="251709440" behindDoc="0" locked="0" layoutInCell="1" allowOverlap="1" wp14:anchorId="2296F8B5" wp14:editId="14CFF772">
                <wp:simplePos x="0" y="0"/>
                <wp:positionH relativeFrom="rightMargin">
                  <wp:posOffset>0</wp:posOffset>
                </wp:positionH>
                <wp:positionV relativeFrom="paragraph">
                  <wp:posOffset>0</wp:posOffset>
                </wp:positionV>
                <wp:extent cx="540000" cy="180000"/>
                <wp:effectExtent l="0" t="0" r="12700" b="10795"/>
                <wp:wrapNone/>
                <wp:docPr id="66" name="Textfeld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180000"/>
                        </a:xfrm>
                        <a:prstGeom prst="rect">
                          <a:avLst/>
                        </a:prstGeom>
                        <a:noFill/>
                        <a:ln w="9525">
                          <a:noFill/>
                          <a:miter lim="800000"/>
                          <a:headEnd/>
                          <a:tailEnd/>
                        </a:ln>
                      </wps:spPr>
                      <wps:txbx>
                        <w:txbxContent>
                          <w:p w14:paraId="55A49F85" w14:textId="77777777" w:rsidR="002C00AC" w:rsidRDefault="002C00AC" w:rsidP="002C00AC">
                            <w:pPr>
                              <w:jc w:val="right"/>
                            </w:pPr>
                            <w:r>
                              <w:t>2 BE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96F8B5" id="Textfeld 66" o:spid="_x0000_s1042" type="#_x0000_t202" style="position:absolute;left:0;text-align:left;margin-left:0;margin-top:0;width:42.5pt;height:14.15pt;z-index:2517094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" filled="f" stroked="f">
                <v:textbox inset="0,0,0,0">
                  <w:txbxContent>
                    <w:p w14:paraId="55A49F85" w14:textId="77777777" w:rsidR="002C00AC" w:rsidRDefault="002C00AC" w:rsidP="002C00AC">
                      <w:pPr>
                        <w:jc w:val="right"/>
                      </w:pPr>
                      <w:r>
                        <w:t>2 BE</w:t>
                      </w:r>
                    </w:p>
                  </w:txbxContent>
                </v:textbox>
                <w10:wrap anchorx="margin"/>
              </v:shape>
            </w:pict>
          </mc:Fallback>
        </mc:AlternateContent>
      </w:r>
    </w:p>
    <w:p w14:paraId="0C28FAA4" w14:textId="037E9432" w:rsidR="002C00AC" w:rsidRDefault="002C00AC" w:rsidP="002C00AC">
      <w:pPr>
        <w:pStyle w:val="AMAberschriftB2BE"/>
        <w:ind w:left="567" w:hanging="567"/>
      </w:pPr>
      <w:r>
        <w:t xml:space="preserve">Modifizieren Sie das Programm </w:t>
      </w:r>
      <w:r>
        <w:rPr>
          <w:rStyle w:val="AINFOAufgabe-QuelltextExterneDateienZchn"/>
        </w:rPr>
        <w:t>blinker.ram</w:t>
      </w:r>
      <w:r>
        <w:t xml:space="preserve"> so, dass ein Wechselblinker simuliert wird. </w:t>
      </w:r>
      <w:r>
        <w:rPr>
          <w:noProof/>
          <w:lang w:eastAsia="de-DE"/>
        </w:rPr>
        <mc:AlternateContent>
          <mc:Choice Requires="wps">
            <w:drawing>
              <wp:anchor distT="0" distB="0" distL="114300" distR="114300" simplePos="0" relativeHeight="251710464" behindDoc="0" locked="0" layoutInCell="1" allowOverlap="1" wp14:anchorId="09549307" wp14:editId="0C993961">
                <wp:simplePos x="0" y="0"/>
                <wp:positionH relativeFrom="rightMargin">
                  <wp:posOffset>0</wp:posOffset>
                </wp:positionH>
                <wp:positionV relativeFrom="paragraph">
                  <wp:posOffset>0</wp:posOffset>
                </wp:positionV>
                <wp:extent cx="540000" cy="180000"/>
                <wp:effectExtent l="0" t="0" r="12700" b="10795"/>
                <wp:wrapNone/>
                <wp:docPr id="67" name="Textfeld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180000"/>
                        </a:xfrm>
                        <a:prstGeom prst="rect">
                          <a:avLst/>
                        </a:prstGeom>
                        <a:noFill/>
                        <a:ln w="9525">
                          <a:noFill/>
                          <a:miter lim="800000"/>
                          <a:headEnd/>
                          <a:tailEnd/>
                        </a:ln>
                      </wps:spPr>
                      <wps:txbx>
                        <w:txbxContent>
                          <w:p w14:paraId="27889725" w14:textId="77777777" w:rsidR="002C00AC" w:rsidRDefault="002C00AC" w:rsidP="002C00AC">
                            <w:pPr>
                              <w:jc w:val="right"/>
                            </w:pPr>
                            <w:r>
                              <w:t>2 BE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549307" id="Textfeld 67" o:spid="_x0000_s1043" type="#_x0000_t202" style="position:absolute;left:0;text-align:left;margin-left:0;margin-top:0;width:42.5pt;height:14.15pt;z-index:2517104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" filled="f" stroked="f">
                <v:textbox inset="0,0,0,0">
                  <w:txbxContent>
                    <w:p w14:paraId="27889725" w14:textId="77777777" w:rsidR="002C00AC" w:rsidRDefault="002C00AC" w:rsidP="002C00AC">
                      <w:pPr>
                        <w:jc w:val="right"/>
                      </w:pPr>
                      <w:r>
                        <w:t>2 BE</w:t>
                      </w:r>
                    </w:p>
                  </w:txbxContent>
                </v:textbox>
                <w10:wrap anchorx="margin"/>
              </v:shape>
            </w:pict>
          </mc:Fallback>
        </mc:AlternateContent>
      </w:r>
    </w:p>
    <w:p w14:paraId="1B24141C" w14:textId="77777777" w:rsidR="002C00AC" w:rsidRDefault="002C00AC" w:rsidP="002C00AC">
      <w:pPr>
        <w:pStyle w:val="AMAberschriftB2BE"/>
        <w:ind w:left="567" w:hanging="567"/>
      </w:pPr>
      <w:r>
        <w:t>Geben Sie ein Problem im von-Neumann-Rechner an, das sich aus der gemeinsamen Speicherung von Daten und Anweisungen in einem Speicher ergibt.</w:t>
      </w:r>
      <w:r>
        <w:br/>
        <w:t xml:space="preserve">Erläutern Sie dies an einer ausgewählten Anweisung im Programm </w:t>
      </w:r>
      <w:r>
        <w:rPr>
          <w:rStyle w:val="AINFOAufgabe-QuelltextExterneDateienZchn"/>
        </w:rPr>
        <w:t>blinker.ram</w:t>
      </w:r>
      <w:r>
        <w:t>.</w:t>
      </w:r>
      <w:r>
        <w:rPr>
          <w:noProof/>
          <w:lang w:eastAsia="de-DE"/>
        </w:rPr>
        <mc:AlternateContent>
          <mc:Choice Requires="wps">
            <w:drawing>
              <wp:anchor distT="0" distB="0" distL="114300" distR="114300" simplePos="0" relativeHeight="251711488" behindDoc="0" locked="0" layoutInCell="1" allowOverlap="1" wp14:anchorId="6D3AFCCD" wp14:editId="0B013804">
                <wp:simplePos x="0" y="0"/>
                <wp:positionH relativeFrom="rightMargin">
                  <wp:posOffset>0</wp:posOffset>
                </wp:positionH>
                <wp:positionV relativeFrom="paragraph">
                  <wp:posOffset>0</wp:posOffset>
                </wp:positionV>
                <wp:extent cx="540000" cy="180000"/>
                <wp:effectExtent l="0" t="0" r="12700" b="10795"/>
                <wp:wrapNone/>
                <wp:docPr id="68" name="Textfeld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180000"/>
                        </a:xfrm>
                        <a:prstGeom prst="rect">
                          <a:avLst/>
                        </a:prstGeom>
                        <a:noFill/>
                        <a:ln w="9525">
                          <a:noFill/>
                          <a:miter lim="800000"/>
                          <a:headEnd/>
                          <a:tailEnd/>
                        </a:ln>
                      </wps:spPr>
                      <wps:txbx>
                        <w:txbxContent>
                          <w:p w14:paraId="3E1B3A83" w14:textId="77777777" w:rsidR="002C00AC" w:rsidRDefault="002C00AC" w:rsidP="002C00AC">
                            <w:pPr>
                              <w:jc w:val="right"/>
                            </w:pPr>
                            <w:r>
                              <w:t>3 BE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3AFCCD" id="Textfeld 68" o:spid="_x0000_s1044" type="#_x0000_t202" style="position:absolute;left:0;text-align:left;margin-left:0;margin-top:0;width:42.5pt;height:14.15pt;z-index:2517114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" filled="f" stroked="f">
                <v:textbox inset="0,0,0,0">
                  <w:txbxContent>
                    <w:p w14:paraId="3E1B3A83" w14:textId="77777777" w:rsidR="002C00AC" w:rsidRDefault="002C00AC" w:rsidP="002C00AC">
                      <w:pPr>
                        <w:jc w:val="right"/>
                      </w:pPr>
                      <w:r>
                        <w:t>3 BE</w:t>
                      </w:r>
                    </w:p>
                  </w:txbxContent>
                </v:textbox>
                <w10:wrap anchorx="margin"/>
              </v:shape>
            </w:pict>
          </mc:Fallback>
        </mc:AlternateContent>
      </w:r>
    </w:p>
    <w:p w14:paraId="56527297" w14:textId="77777777" w:rsidR="002C00AC" w:rsidRPr="002C00AC" w:rsidRDefault="002C00AC" w:rsidP="002C00AC">
      <w:pPr>
        <w:pStyle w:val="AAufgabe-Text"/>
        <w:ind w:left="0"/>
      </w:pPr>
    </w:p>
    <w:p w14:paraId="4141CF8E" w14:textId="77777777" w:rsidR="00843C64" w:rsidRDefault="00843C64">
      <w:pPr>
        <w:suppressAutoHyphens w:val="0"/>
        <w:spacing w:after="160" w:line="259" w:lineRule="auto"/>
        <w:jc w:val="left"/>
        <w:rPr>
          <w:b/>
          <w:szCs w:val="28"/>
        </w:rPr>
      </w:pPr>
      <w:r>
        <w:br w:type="page"/>
      </w:r>
    </w:p>
    <w:p w14:paraId="4B218543" w14:textId="465B8D20" w:rsidR="00843C64" w:rsidRDefault="00843C64" w:rsidP="00843C64">
      <w:pPr>
        <w:pStyle w:val="AMAberschriftB1BE"/>
        <w:ind w:left="709" w:hanging="709"/>
      </w:pPr>
      <w:r w:rsidRPr="008B5B19">
        <w:rPr>
          <w:noProof/>
        </w:rPr>
        <w:lastRenderedPageBreak/>
        <mc:AlternateContent>
          <mc:Choice Requires="wps">
            <w:drawing>
              <wp:anchor distT="0" distB="0" distL="114300" distR="114300" simplePos="0" relativeHeight="251713536" behindDoc="0" locked="0" layoutInCell="1" allowOverlap="1" wp14:anchorId="3DE19AC1" wp14:editId="12FAA4B3">
                <wp:simplePos x="0" y="0"/>
                <wp:positionH relativeFrom="rightMargin">
                  <wp:posOffset>0</wp:posOffset>
                </wp:positionH>
                <wp:positionV relativeFrom="paragraph">
                  <wp:posOffset>0</wp:posOffset>
                </wp:positionV>
                <wp:extent cx="540000" cy="180000"/>
                <wp:effectExtent l="0" t="0" r="12700" b="10795"/>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180000"/>
                        </a:xfrm>
                        <a:prstGeom prst="rect">
                          <a:avLst/>
                        </a:prstGeom>
                        <a:noFill/>
                        <a:ln w="9525">
                          <a:noFill/>
                          <a:miter lim="800000"/>
                          <a:headEnd/>
                          <a:tailEnd/>
                        </a:ln>
                      </wps:spPr>
                      <wps:txbx>
                        <w:txbxContent>
                          <w:p w14:paraId="0880B7BA" w14:textId="77777777" w:rsidR="00843C64" w:rsidRDefault="00843C64" w:rsidP="00843C64">
                            <w:pPr>
                              <w:jc w:val="right"/>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E19AC1" id="_x0000_s1045" type="#_x0000_t202" style="position:absolute;left:0;text-align:left;margin-left:0;margin-top:0;width:42.5pt;height:14.15pt;z-index:2517135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" filled="f" stroked="f">
                <v:textbox inset="0,0,0,0">
                  <w:txbxContent>
                    <w:p w14:paraId="0880B7BA" w14:textId="77777777" w:rsidR="00843C64" w:rsidRDefault="00843C64" w:rsidP="00843C64">
                      <w:pPr>
                        <w:jc w:val="right"/>
                      </w:pPr>
                    </w:p>
                  </w:txbxContent>
                </v:textbox>
                <w10:wrap anchorx="margin"/>
              </v:shape>
            </w:pict>
          </mc:Fallback>
        </mc:AlternateContent>
      </w:r>
      <w:r>
        <w:t>Reverse Engineering einer Warenverwaltung</w:t>
      </w:r>
    </w:p>
    <w:p w14:paraId="60023135" w14:textId="72F5646B" w:rsidR="00843C64" w:rsidRPr="00DF2C13" w:rsidRDefault="00843C64" w:rsidP="00843C64">
      <w:pPr>
        <w:pStyle w:val="AAbsatz-Blocksatz"/>
        <w:rPr>
          <w:rFonts w:cs="Arial"/>
        </w:rPr>
      </w:pPr>
      <w:r w:rsidRPr="00DF2C13">
        <w:rPr>
          <w:rFonts w:cs="Arial"/>
        </w:rPr>
        <w:t xml:space="preserve">Zur Rekonstruktion der Funktion eines Programms werden im Simulationsprogramm Johnny zwei Speicherabbilder analysiert, die in den Dateien </w:t>
      </w:r>
      <w:r>
        <w:rPr>
          <w:rFonts w:cs="Arial"/>
          <w:snapToGrid/>
        </w:rPr>
        <w:t>B</w:t>
      </w:r>
      <w:r>
        <w:rPr>
          <w:rFonts w:cs="Arial"/>
          <w:snapToGrid/>
        </w:rPr>
        <w:t>4</w:t>
      </w:r>
      <w:r>
        <w:rPr>
          <w:rFonts w:cs="Arial"/>
          <w:snapToGrid/>
        </w:rPr>
        <w:t>_1</w:t>
      </w:r>
      <w:r w:rsidRPr="00DF2C13">
        <w:rPr>
          <w:rFonts w:cs="Arial"/>
          <w:snapToGrid/>
        </w:rPr>
        <w:t>.ram</w:t>
      </w:r>
      <w:r w:rsidRPr="00DF2C13">
        <w:rPr>
          <w:rFonts w:cs="Arial"/>
        </w:rPr>
        <w:t xml:space="preserve"> und </w:t>
      </w:r>
      <w:r>
        <w:rPr>
          <w:rFonts w:cs="Arial"/>
          <w:snapToGrid/>
        </w:rPr>
        <w:t>B</w:t>
      </w:r>
      <w:r>
        <w:rPr>
          <w:rFonts w:cs="Arial"/>
          <w:snapToGrid/>
        </w:rPr>
        <w:t>4</w:t>
      </w:r>
      <w:r>
        <w:rPr>
          <w:rFonts w:cs="Arial"/>
          <w:snapToGrid/>
        </w:rPr>
        <w:t>_2</w:t>
      </w:r>
      <w:r w:rsidRPr="00DF2C13">
        <w:rPr>
          <w:rFonts w:cs="Arial"/>
          <w:snapToGrid/>
        </w:rPr>
        <w:t>.ram</w:t>
      </w:r>
      <w:r w:rsidRPr="00DF2C13">
        <w:rPr>
          <w:rFonts w:cs="Arial"/>
        </w:rPr>
        <w:t xml:space="preserve"> vorliegen. Diese enthalten auf den Adressen 0 bis 18 den identischen Maschinencode des Programms. Ab der Adresse 22 liegen die zu verarbeitenden Daten. Nach der Abarbeitung des Programms befindet sich das Ergebnis auf der Adresse 21.</w:t>
      </w:r>
    </w:p>
    <w:p w14:paraId="4F269E3D" w14:textId="77777777" w:rsidR="00843C64" w:rsidRPr="00661278" w:rsidRDefault="00843C64" w:rsidP="00843C64">
      <w:pPr>
        <w:pStyle w:val="AMAberschriftB2BE"/>
        <w:ind w:left="567" w:hanging="567"/>
      </w:pPr>
      <w:r w:rsidRPr="00884A28">
        <w:rPr>
          <w:noProof/>
          <w:lang w:eastAsia="de-DE"/>
        </w:rPr>
        <mc:AlternateContent>
          <mc:Choice Requires="wps">
            <w:drawing>
              <wp:anchor distT="0" distB="0" distL="114300" distR="114300" simplePos="0" relativeHeight="251714560" behindDoc="0" locked="0" layoutInCell="1" allowOverlap="1" wp14:anchorId="348D1E8D" wp14:editId="24D9D18E">
                <wp:simplePos x="0" y="0"/>
                <wp:positionH relativeFrom="rightMargin">
                  <wp:posOffset>0</wp:posOffset>
                </wp:positionH>
                <wp:positionV relativeFrom="paragraph">
                  <wp:posOffset>0</wp:posOffset>
                </wp:positionV>
                <wp:extent cx="540000" cy="180000"/>
                <wp:effectExtent l="0" t="0" r="12700" b="1079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180000"/>
                        </a:xfrm>
                        <a:prstGeom prst="rect">
                          <a:avLst/>
                        </a:prstGeom>
                        <a:noFill/>
                        <a:ln w="9525">
                          <a:noFill/>
                          <a:miter lim="800000"/>
                          <a:headEnd/>
                          <a:tailEnd/>
                        </a:ln>
                      </wps:spPr>
                      <wps:txbx>
                        <w:txbxContent>
                          <w:p w14:paraId="4D1507E7" w14:textId="77777777" w:rsidR="00843C64" w:rsidRDefault="00843C64" w:rsidP="00843C64">
                            <w:pPr>
                              <w:jc w:val="right"/>
                            </w:pPr>
                            <w:r>
                              <w:t>2 BE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8D1E8D" id="Textfeld 8" o:spid="_x0000_s1046" type="#_x0000_t202" style="position:absolute;left:0;text-align:left;margin-left:0;margin-top:0;width:42.5pt;height:14.15pt;z-index:2517145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" filled="f" stroked="f">
                <v:textbox inset="0,0,0,0">
                  <w:txbxContent>
                    <w:p w14:paraId="4D1507E7" w14:textId="77777777" w:rsidR="00843C64" w:rsidRDefault="00843C64" w:rsidP="00843C64">
                      <w:pPr>
                        <w:jc w:val="right"/>
                      </w:pPr>
                      <w:r>
                        <w:t>2 BE</w:t>
                      </w:r>
                    </w:p>
                  </w:txbxContent>
                </v:textbox>
                <w10:wrap anchorx="margin"/>
              </v:shape>
            </w:pict>
          </mc:Fallback>
        </mc:AlternateContent>
      </w:r>
      <w:r>
        <w:t>Beschreiben Sie den Aufbau und die Aufgaben des Speicherwerks eines von-Neumann-Rechners.</w:t>
      </w:r>
    </w:p>
    <w:p w14:paraId="179157CA" w14:textId="77777777" w:rsidR="00843C64" w:rsidRDefault="00843C64" w:rsidP="00843C64">
      <w:pPr>
        <w:pStyle w:val="AMAberschriftB2BE"/>
        <w:ind w:left="567" w:hanging="567"/>
      </w:pPr>
      <w:r w:rsidRPr="00884A28">
        <w:rPr>
          <w:noProof/>
          <w:lang w:eastAsia="de-DE"/>
        </w:rPr>
        <mc:AlternateContent>
          <mc:Choice Requires="wps">
            <w:drawing>
              <wp:anchor distT="0" distB="0" distL="114300" distR="114300" simplePos="0" relativeHeight="251715584" behindDoc="0" locked="0" layoutInCell="1" allowOverlap="1" wp14:anchorId="5348EF41" wp14:editId="300F7312">
                <wp:simplePos x="0" y="0"/>
                <wp:positionH relativeFrom="rightMargin">
                  <wp:posOffset>0</wp:posOffset>
                </wp:positionH>
                <wp:positionV relativeFrom="paragraph">
                  <wp:posOffset>0</wp:posOffset>
                </wp:positionV>
                <wp:extent cx="540000" cy="180000"/>
                <wp:effectExtent l="0" t="0" r="12700" b="10795"/>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 cy="180000"/>
                        </a:xfrm>
                        <a:prstGeom prst="rect">
                          <a:avLst/>
                        </a:prstGeom>
                        <a:noFill/>
                        <a:ln w="9525">
                          <a:noFill/>
                          <a:miter lim="800000"/>
                          <a:headEnd/>
                          <a:tailEnd/>
                        </a:ln>
                      </wps:spPr>
                      <wps:txbx>
                        <w:txbxContent>
                          <w:p w14:paraId="3ADCFEA3" w14:textId="77777777" w:rsidR="00843C64" w:rsidRDefault="00843C64" w:rsidP="00843C64">
                            <w:pPr>
                              <w:jc w:val="right"/>
                            </w:pPr>
                            <w:r>
                              <w:t>5 BE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48EF41" id="Textfeld 9" o:spid="_x0000_s1047" type="#_x0000_t202" style="position:absolute;left:0;text-align:left;margin-left:0;margin-top:0;width:42.5pt;height:14.15pt;z-index:25171558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" filled="f" stroked="f">
                <v:textbox inset="0,0,0,0">
                  <w:txbxContent>
                    <w:p w14:paraId="3ADCFEA3" w14:textId="77777777" w:rsidR="00843C64" w:rsidRDefault="00843C64" w:rsidP="00843C64">
                      <w:pPr>
                        <w:jc w:val="right"/>
                      </w:pPr>
                      <w:r>
                        <w:t>5 BE</w:t>
                      </w:r>
                    </w:p>
                  </w:txbxContent>
                </v:textbox>
                <w10:wrap anchorx="margin"/>
              </v:shape>
            </w:pict>
          </mc:Fallback>
        </mc:AlternateContent>
      </w:r>
      <w:r>
        <w:t xml:space="preserve">Ermitteln Sie die durch das Programm realisierte Funktion. </w:t>
      </w:r>
      <w:r>
        <w:tab/>
      </w:r>
      <w:r>
        <w:br/>
        <w:t>Erstellen Sie dazu eine Speicherbelegungsübersicht der Adressen 5, 8 und 21. Nutzen Sie dazu ein Speicherabbild zur Analyse und das zweite zur Verifikation.</w:t>
      </w:r>
    </w:p>
    <w:p w14:paraId="1C9A0351" w14:textId="77777777" w:rsidR="00D9125D" w:rsidRDefault="00D9125D"/>
    <w:sectPr w:rsidR="00D9125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437C3" w14:textId="77777777" w:rsidR="002B5C33" w:rsidRDefault="002B5C33" w:rsidP="00917BA9">
      <w:pPr>
        <w:spacing w:after="0" w:line="240" w:lineRule="auto"/>
      </w:pPr>
      <w:r>
        <w:separator/>
      </w:r>
    </w:p>
  </w:endnote>
  <w:endnote w:type="continuationSeparator" w:id="0">
    <w:p w14:paraId="1F39CD89" w14:textId="77777777" w:rsidR="002B5C33" w:rsidRDefault="002B5C33" w:rsidP="00917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A1636" w14:textId="77777777" w:rsidR="002B5C33" w:rsidRDefault="002B5C33" w:rsidP="00917BA9">
      <w:pPr>
        <w:spacing w:after="0" w:line="240" w:lineRule="auto"/>
      </w:pPr>
      <w:r>
        <w:separator/>
      </w:r>
    </w:p>
  </w:footnote>
  <w:footnote w:type="continuationSeparator" w:id="0">
    <w:p w14:paraId="29E7D2FF" w14:textId="77777777" w:rsidR="002B5C33" w:rsidRDefault="002B5C33" w:rsidP="00917BA9">
      <w:pPr>
        <w:spacing w:after="0" w:line="240" w:lineRule="auto"/>
      </w:pPr>
      <w:r>
        <w:continuationSeparator/>
      </w:r>
    </w:p>
  </w:footnote>
  <w:footnote w:id="1">
    <w:p w14:paraId="6351FF01" w14:textId="77777777" w:rsidR="00917BA9" w:rsidRDefault="00917BA9" w:rsidP="00917BA9">
      <w:pPr>
        <w:pStyle w:val="Funotentext"/>
      </w:pPr>
      <w:r>
        <w:rPr>
          <w:rStyle w:val="Funotenzeichen"/>
        </w:rPr>
        <w:footnoteRef/>
      </w:r>
      <w:r>
        <w:t xml:space="preserve"> Zwischenspeicher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7225FA"/>
    <w:multiLevelType w:val="multilevel"/>
    <w:tmpl w:val="3A203AFE"/>
    <w:lvl w:ilvl="0">
      <w:start w:val="1"/>
      <w:numFmt w:val="decimal"/>
      <w:pStyle w:val="AMAberschriftB1BE"/>
      <w:lvlText w:val="B %1"/>
      <w:lvlJc w:val="left"/>
      <w:pPr>
        <w:ind w:left="4537" w:hanging="851"/>
      </w:pPr>
      <w:rPr>
        <w:rFonts w:hint="default"/>
      </w:rPr>
    </w:lvl>
    <w:lvl w:ilvl="1">
      <w:start w:val="1"/>
      <w:numFmt w:val="decimal"/>
      <w:pStyle w:val="AMAberschriftB2BE"/>
      <w:lvlText w:val="%1.%2"/>
      <w:lvlJc w:val="left"/>
      <w:pPr>
        <w:ind w:left="851" w:hanging="851"/>
      </w:pPr>
      <w:rPr>
        <w:rFonts w:hint="default"/>
      </w:rPr>
    </w:lvl>
    <w:lvl w:ilvl="2">
      <w:start w:val="1"/>
      <w:numFmt w:val="decimal"/>
      <w:pStyle w:val="AMAberschriftB3BE"/>
      <w:lvlText w:val="%1.%2.%3"/>
      <w:lvlJc w:val="left"/>
      <w:pPr>
        <w:ind w:left="851" w:hanging="851"/>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689C7D08"/>
    <w:multiLevelType w:val="multilevel"/>
    <w:tmpl w:val="C04E0444"/>
    <w:lvl w:ilvl="0">
      <w:start w:val="1"/>
      <w:numFmt w:val="decimal"/>
      <w:pStyle w:val="Aberschrift1BE"/>
      <w:lvlText w:val="%1"/>
      <w:lvlJc w:val="left"/>
      <w:pPr>
        <w:ind w:left="851" w:hanging="851"/>
      </w:pPr>
      <w:rPr>
        <w:rFonts w:hint="default"/>
      </w:rPr>
    </w:lvl>
    <w:lvl w:ilvl="1">
      <w:start w:val="1"/>
      <w:numFmt w:val="decimal"/>
      <w:pStyle w:val="Aberschrift2BE"/>
      <w:lvlText w:val="%1.%2"/>
      <w:lvlJc w:val="left"/>
      <w:pPr>
        <w:ind w:left="851" w:hanging="851"/>
      </w:pPr>
      <w:rPr>
        <w:rFonts w:hint="default"/>
      </w:rPr>
    </w:lvl>
    <w:lvl w:ilvl="2">
      <w:start w:val="1"/>
      <w:numFmt w:val="decimal"/>
      <w:pStyle w:val="Aberschrift3BE"/>
      <w:lvlText w:val="%1.%2.%3"/>
      <w:lvlJc w:val="left"/>
      <w:pPr>
        <w:ind w:left="851" w:hanging="851"/>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F7B"/>
    <w:rsid w:val="00030F7B"/>
    <w:rsid w:val="002B5C33"/>
    <w:rsid w:val="002C00AC"/>
    <w:rsid w:val="002F64CE"/>
    <w:rsid w:val="00427428"/>
    <w:rsid w:val="004E7B3D"/>
    <w:rsid w:val="00843C64"/>
    <w:rsid w:val="0086599A"/>
    <w:rsid w:val="00917BA9"/>
    <w:rsid w:val="00A756D0"/>
    <w:rsid w:val="00A802C0"/>
    <w:rsid w:val="00D9125D"/>
    <w:rsid w:val="00DF2C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7961A"/>
  <w15:chartTrackingRefBased/>
  <w15:docId w15:val="{7C1F6D5B-8C34-4F05-91A4-6F8A2BF55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30F7B"/>
    <w:pPr>
      <w:suppressAutoHyphens/>
      <w:spacing w:after="120" w:line="276" w:lineRule="auto"/>
      <w:jc w:val="both"/>
    </w:pPr>
    <w:rPr>
      <w:rFonts w:ascii="Arial" w:hAnsi="Arial" w:cs="Times New Roman"/>
      <w:snapToGrid w:val="0"/>
    </w:rPr>
  </w:style>
  <w:style w:type="paragraph" w:styleId="berschrift1">
    <w:name w:val="heading 1"/>
    <w:basedOn w:val="Standard"/>
    <w:next w:val="Standard"/>
    <w:link w:val="berschrift1Zchn"/>
    <w:uiPriority w:val="9"/>
    <w:qFormat/>
    <w:rsid w:val="00DF2C1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DF2C1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Absatz-Blocksatz">
    <w:name w:val="A_Absatz-Blocksatz"/>
    <w:basedOn w:val="Standard"/>
    <w:link w:val="AAbsatz-BlocksatzZchn"/>
    <w:qFormat/>
    <w:rsid w:val="00030F7B"/>
  </w:style>
  <w:style w:type="character" w:customStyle="1" w:styleId="AAbsatz-BlocksatzZchn">
    <w:name w:val="A_Absatz-Blocksatz Zchn"/>
    <w:basedOn w:val="Absatz-Standardschriftart"/>
    <w:link w:val="AAbsatz-Blocksatz"/>
    <w:rsid w:val="00030F7B"/>
    <w:rPr>
      <w:rFonts w:ascii="Arial" w:hAnsi="Arial" w:cs="Times New Roman"/>
      <w:snapToGrid w:val="0"/>
    </w:rPr>
  </w:style>
  <w:style w:type="paragraph" w:customStyle="1" w:styleId="AAufgabe-Text">
    <w:name w:val="A_Aufgabe-Text"/>
    <w:basedOn w:val="Standard"/>
    <w:link w:val="AAufgabe-TextZchn"/>
    <w:qFormat/>
    <w:rsid w:val="00030F7B"/>
    <w:pPr>
      <w:ind w:left="709"/>
    </w:pPr>
  </w:style>
  <w:style w:type="character" w:customStyle="1" w:styleId="AAufgabe-TextZchn">
    <w:name w:val="A_Aufgabe-Text Zchn"/>
    <w:basedOn w:val="Absatz-Standardschriftart"/>
    <w:link w:val="AAufgabe-Text"/>
    <w:rsid w:val="00030F7B"/>
    <w:rPr>
      <w:rFonts w:ascii="Arial" w:hAnsi="Arial" w:cs="Times New Roman"/>
      <w:snapToGrid w:val="0"/>
    </w:rPr>
  </w:style>
  <w:style w:type="paragraph" w:customStyle="1" w:styleId="AINFOAufgabe-QuelltextExterneDateien">
    <w:name w:val="A_INFO_Aufgabe-Quelltext/Externe Dateien"/>
    <w:basedOn w:val="AAufgabe-Text"/>
    <w:next w:val="AAufgabe-Text"/>
    <w:link w:val="AINFOAufgabe-QuelltextExterneDateienZchn"/>
    <w:autoRedefine/>
    <w:qFormat/>
    <w:rsid w:val="00030F7B"/>
    <w:pPr>
      <w:jc w:val="left"/>
    </w:pPr>
    <w:rPr>
      <w:rFonts w:ascii="Courier New" w:hAnsi="Courier New" w:cs="Courier New"/>
    </w:rPr>
  </w:style>
  <w:style w:type="character" w:customStyle="1" w:styleId="AINFOAufgabe-QuelltextExterneDateienZchn">
    <w:name w:val="A_INFO_Aufgabe-Quelltext/Externe Dateien Zchn"/>
    <w:basedOn w:val="Absatz-Standardschriftart"/>
    <w:link w:val="AINFOAufgabe-QuelltextExterneDateien"/>
    <w:rsid w:val="00030F7B"/>
    <w:rPr>
      <w:rFonts w:ascii="Courier New" w:hAnsi="Courier New" w:cs="Courier New"/>
      <w:snapToGrid w:val="0"/>
    </w:rPr>
  </w:style>
  <w:style w:type="paragraph" w:customStyle="1" w:styleId="AMAberschriftB1BE">
    <w:name w:val="A_MA_Überschrift_B1_BE"/>
    <w:basedOn w:val="Standard"/>
    <w:next w:val="AAufgabe-Text"/>
    <w:rsid w:val="00030F7B"/>
    <w:pPr>
      <w:numPr>
        <w:numId w:val="1"/>
      </w:numPr>
    </w:pPr>
    <w:rPr>
      <w:b/>
      <w:szCs w:val="28"/>
    </w:rPr>
  </w:style>
  <w:style w:type="paragraph" w:customStyle="1" w:styleId="AMAberschriftB2BE">
    <w:name w:val="A_MA_Überschrift_B2_BE"/>
    <w:basedOn w:val="Standard"/>
    <w:next w:val="AAufgabe-Text"/>
    <w:rsid w:val="00DF2C13"/>
    <w:pPr>
      <w:numPr>
        <w:ilvl w:val="1"/>
        <w:numId w:val="1"/>
      </w:numPr>
    </w:pPr>
    <w:rPr>
      <w:bCs/>
      <w:iCs/>
    </w:rPr>
  </w:style>
  <w:style w:type="paragraph" w:customStyle="1" w:styleId="AMAberschriftB3BE">
    <w:name w:val="A_MA_Überschrift_B3_BE"/>
    <w:basedOn w:val="Standard"/>
    <w:next w:val="AAufgabe-Text"/>
    <w:rsid w:val="00030F7B"/>
    <w:pPr>
      <w:numPr>
        <w:ilvl w:val="2"/>
        <w:numId w:val="1"/>
      </w:numPr>
      <w:ind w:left="709" w:hanging="709"/>
    </w:pPr>
    <w:rPr>
      <w:iCs/>
    </w:rPr>
  </w:style>
  <w:style w:type="character" w:customStyle="1" w:styleId="ABetonungKursiv">
    <w:name w:val="A_Betonung_Kursiv"/>
    <w:basedOn w:val="Absatz-Standardschriftart"/>
    <w:uiPriority w:val="1"/>
    <w:qFormat/>
    <w:rsid w:val="00030F7B"/>
    <w:rPr>
      <w:b w:val="0"/>
      <w:i/>
    </w:rPr>
  </w:style>
  <w:style w:type="paragraph" w:customStyle="1" w:styleId="AberschriftPrfungsblock">
    <w:name w:val="A_Überschrift_Prüfungsblock"/>
    <w:next w:val="AAbsatz-Blocksatz"/>
    <w:link w:val="AberschriftPrfungsblockZchn"/>
    <w:qFormat/>
    <w:rsid w:val="00030F7B"/>
    <w:pPr>
      <w:suppressAutoHyphens/>
      <w:spacing w:after="120" w:line="276" w:lineRule="auto"/>
      <w:jc w:val="both"/>
    </w:pPr>
    <w:rPr>
      <w:rFonts w:ascii="Arial" w:hAnsi="Arial" w:cs="Times New Roman"/>
      <w:b/>
      <w:snapToGrid w:val="0"/>
      <w:sz w:val="32"/>
      <w:szCs w:val="32"/>
    </w:rPr>
  </w:style>
  <w:style w:type="character" w:customStyle="1" w:styleId="AberschriftPrfungsblockZchn">
    <w:name w:val="A_Überschrift_Prüfungsblock Zchn"/>
    <w:basedOn w:val="Absatz-Standardschriftart"/>
    <w:link w:val="AberschriftPrfungsblock"/>
    <w:rsid w:val="00030F7B"/>
    <w:rPr>
      <w:rFonts w:ascii="Arial" w:hAnsi="Arial" w:cs="Times New Roman"/>
      <w:b/>
      <w:snapToGrid w:val="0"/>
      <w:sz w:val="32"/>
      <w:szCs w:val="32"/>
    </w:rPr>
  </w:style>
  <w:style w:type="character" w:customStyle="1" w:styleId="ABetonungFett">
    <w:name w:val="A_Betonung_Fett"/>
    <w:basedOn w:val="Absatz-Standardschriftart"/>
    <w:uiPriority w:val="1"/>
    <w:qFormat/>
    <w:rsid w:val="00030F7B"/>
    <w:rPr>
      <w:b/>
    </w:rPr>
  </w:style>
  <w:style w:type="paragraph" w:styleId="Funotentext">
    <w:name w:val="footnote text"/>
    <w:basedOn w:val="Standard"/>
    <w:link w:val="FunotentextZchn"/>
    <w:uiPriority w:val="99"/>
    <w:unhideWhenUsed/>
    <w:rsid w:val="00917BA9"/>
    <w:pPr>
      <w:suppressAutoHyphens w:val="0"/>
      <w:spacing w:after="0" w:line="240" w:lineRule="auto"/>
      <w:jc w:val="left"/>
    </w:pPr>
    <w:rPr>
      <w:rFonts w:cs="Arial"/>
      <w:sz w:val="16"/>
      <w:szCs w:val="20"/>
    </w:rPr>
  </w:style>
  <w:style w:type="character" w:customStyle="1" w:styleId="FunotentextZchn">
    <w:name w:val="Fußnotentext Zchn"/>
    <w:basedOn w:val="Absatz-Standardschriftart"/>
    <w:link w:val="Funotentext"/>
    <w:uiPriority w:val="99"/>
    <w:rsid w:val="00917BA9"/>
    <w:rPr>
      <w:rFonts w:ascii="Arial" w:hAnsi="Arial" w:cs="Arial"/>
      <w:snapToGrid w:val="0"/>
      <w:sz w:val="16"/>
      <w:szCs w:val="20"/>
    </w:rPr>
  </w:style>
  <w:style w:type="character" w:styleId="Funotenzeichen">
    <w:name w:val="footnote reference"/>
    <w:basedOn w:val="Absatz-Standardschriftart"/>
    <w:uiPriority w:val="99"/>
    <w:semiHidden/>
    <w:unhideWhenUsed/>
    <w:rsid w:val="00917BA9"/>
    <w:rPr>
      <w:vertAlign w:val="superscript"/>
    </w:rPr>
  </w:style>
  <w:style w:type="character" w:customStyle="1" w:styleId="Lsung">
    <w:name w:val="Lösung"/>
    <w:basedOn w:val="Absatz-Standardschriftart"/>
    <w:uiPriority w:val="1"/>
    <w:qFormat/>
    <w:rsid w:val="00917BA9"/>
    <w:rPr>
      <w:rFonts w:ascii="Consolas" w:hAnsi="Consolas"/>
      <w:color w:val="FF0000"/>
    </w:rPr>
  </w:style>
  <w:style w:type="table" w:customStyle="1" w:styleId="EinfacheTabelle21">
    <w:name w:val="Einfache Tabelle 21"/>
    <w:basedOn w:val="NormaleTabelle"/>
    <w:uiPriority w:val="42"/>
    <w:rsid w:val="00917BA9"/>
    <w:pPr>
      <w:spacing w:after="0" w:line="240" w:lineRule="auto"/>
      <w:jc w:val="both"/>
    </w:pPr>
    <w:rPr>
      <w:rFonts w:ascii="Arial" w:hAnsi="Arial" w:cs="Times New Roman"/>
      <w:snapToGrid w:val="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AINFTabelleLfdA">
    <w:name w:val="A_INF__Tabelle LfdA"/>
    <w:basedOn w:val="Standard"/>
    <w:qFormat/>
    <w:rsid w:val="00917BA9"/>
    <w:pPr>
      <w:suppressAutoHyphens w:val="0"/>
      <w:spacing w:after="0" w:line="240" w:lineRule="auto"/>
    </w:pPr>
    <w:rPr>
      <w:rFonts w:eastAsia="Times New Roman"/>
      <w:snapToGrid/>
      <w:szCs w:val="20"/>
      <w:lang w:eastAsia="de-DE"/>
    </w:rPr>
  </w:style>
  <w:style w:type="character" w:customStyle="1" w:styleId="berschrift1Zchn">
    <w:name w:val="Überschrift 1 Zchn"/>
    <w:basedOn w:val="Absatz-Standardschriftart"/>
    <w:link w:val="berschrift1"/>
    <w:uiPriority w:val="9"/>
    <w:rsid w:val="00DF2C13"/>
    <w:rPr>
      <w:rFonts w:asciiTheme="majorHAnsi" w:eastAsiaTheme="majorEastAsia" w:hAnsiTheme="majorHAnsi" w:cstheme="majorBidi"/>
      <w:snapToGrid w:val="0"/>
      <w:color w:val="2F5496" w:themeColor="accent1" w:themeShade="BF"/>
      <w:sz w:val="32"/>
      <w:szCs w:val="32"/>
    </w:rPr>
  </w:style>
  <w:style w:type="character" w:customStyle="1" w:styleId="berschrift2Zchn">
    <w:name w:val="Überschrift 2 Zchn"/>
    <w:basedOn w:val="Absatz-Standardschriftart"/>
    <w:link w:val="berschrift2"/>
    <w:uiPriority w:val="9"/>
    <w:rsid w:val="00DF2C13"/>
    <w:rPr>
      <w:rFonts w:asciiTheme="majorHAnsi" w:eastAsiaTheme="majorEastAsia" w:hAnsiTheme="majorHAnsi" w:cstheme="majorBidi"/>
      <w:snapToGrid w:val="0"/>
      <w:color w:val="2F5496" w:themeColor="accent1" w:themeShade="BF"/>
      <w:sz w:val="26"/>
      <w:szCs w:val="26"/>
    </w:rPr>
  </w:style>
  <w:style w:type="paragraph" w:customStyle="1" w:styleId="Aberschrift1BE">
    <w:name w:val="A_Überschrift_1_BE"/>
    <w:basedOn w:val="Standard"/>
    <w:next w:val="AAufgabe-Text"/>
    <w:qFormat/>
    <w:rsid w:val="002C00AC"/>
    <w:pPr>
      <w:numPr>
        <w:numId w:val="7"/>
      </w:numPr>
      <w:ind w:left="709" w:hanging="709"/>
    </w:pPr>
  </w:style>
  <w:style w:type="paragraph" w:customStyle="1" w:styleId="Aberschrift2BE">
    <w:name w:val="A_Überschrift_2_BE"/>
    <w:basedOn w:val="Standard"/>
    <w:next w:val="AAufgabe-Text"/>
    <w:link w:val="Aberschrift2BEZchn"/>
    <w:qFormat/>
    <w:rsid w:val="002C00AC"/>
    <w:pPr>
      <w:numPr>
        <w:ilvl w:val="1"/>
        <w:numId w:val="7"/>
      </w:numPr>
      <w:spacing w:line="300" w:lineRule="auto"/>
      <w:ind w:left="709" w:hanging="709"/>
      <w:outlineLvl w:val="1"/>
    </w:pPr>
    <w:rPr>
      <w:rFonts w:eastAsiaTheme="majorEastAsia" w:cstheme="majorBidi"/>
      <w:color w:val="000000" w:themeColor="text1"/>
      <w:szCs w:val="24"/>
    </w:rPr>
  </w:style>
  <w:style w:type="paragraph" w:customStyle="1" w:styleId="Aberschrift3BE">
    <w:name w:val="A_Überschrift_3_BE"/>
    <w:basedOn w:val="Standard"/>
    <w:next w:val="AAufgabe-Text"/>
    <w:link w:val="Aberschrift3BEZchn"/>
    <w:qFormat/>
    <w:rsid w:val="002C00AC"/>
    <w:pPr>
      <w:numPr>
        <w:ilvl w:val="2"/>
        <w:numId w:val="7"/>
      </w:numPr>
      <w:ind w:left="709" w:hanging="709"/>
      <w:outlineLvl w:val="2"/>
    </w:pPr>
    <w:rPr>
      <w:rFonts w:eastAsiaTheme="majorEastAsia" w:cstheme="majorBidi"/>
      <w:color w:val="000000" w:themeColor="text1"/>
      <w:szCs w:val="24"/>
    </w:rPr>
  </w:style>
  <w:style w:type="character" w:customStyle="1" w:styleId="Aberschrift2BEZchn">
    <w:name w:val="A_Überschrift_2_BE Zchn"/>
    <w:basedOn w:val="Absatz-Standardschriftart"/>
    <w:link w:val="Aberschrift2BE"/>
    <w:rsid w:val="002C00AC"/>
    <w:rPr>
      <w:rFonts w:ascii="Arial" w:eastAsiaTheme="majorEastAsia" w:hAnsi="Arial" w:cstheme="majorBidi"/>
      <w:snapToGrid w:val="0"/>
      <w:color w:val="000000" w:themeColor="text1"/>
      <w:szCs w:val="24"/>
    </w:rPr>
  </w:style>
  <w:style w:type="character" w:customStyle="1" w:styleId="Aberschrift3BEZchn">
    <w:name w:val="A_Überschrift_3_BE Zchn"/>
    <w:basedOn w:val="Absatz-Standardschriftart"/>
    <w:link w:val="Aberschrift3BE"/>
    <w:rsid w:val="002C00AC"/>
    <w:rPr>
      <w:rFonts w:ascii="Arial" w:eastAsiaTheme="majorEastAsia" w:hAnsi="Arial" w:cstheme="majorBidi"/>
      <w:snapToGrid w:val="0"/>
      <w:color w:val="000000" w:themeColor="text1"/>
      <w:szCs w:val="24"/>
    </w:rPr>
  </w:style>
  <w:style w:type="paragraph" w:customStyle="1" w:styleId="ABeschriftung-Grafik">
    <w:name w:val="A_Beschriftung-Grafik"/>
    <w:basedOn w:val="Beschriftung"/>
    <w:link w:val="ABeschriftung-GrafikZchn"/>
    <w:qFormat/>
    <w:rsid w:val="002C00AC"/>
    <w:pPr>
      <w:keepNext/>
      <w:spacing w:after="120" w:line="276" w:lineRule="auto"/>
      <w:ind w:right="1273"/>
      <w:jc w:val="right"/>
    </w:pPr>
    <w:rPr>
      <w:b/>
      <w:bCs/>
      <w:i w:val="0"/>
      <w:iCs w:val="0"/>
      <w:color w:val="000000" w:themeColor="text1"/>
      <w:sz w:val="20"/>
      <w:szCs w:val="20"/>
    </w:rPr>
  </w:style>
  <w:style w:type="character" w:customStyle="1" w:styleId="ABeschriftung-GrafikZchn">
    <w:name w:val="A_Beschriftung-Grafik Zchn"/>
    <w:basedOn w:val="Absatz-Standardschriftart"/>
    <w:link w:val="ABeschriftung-Grafik"/>
    <w:rsid w:val="002C00AC"/>
    <w:rPr>
      <w:rFonts w:ascii="Arial" w:hAnsi="Arial" w:cs="Times New Roman"/>
      <w:b/>
      <w:bCs/>
      <w:snapToGrid w:val="0"/>
      <w:color w:val="000000" w:themeColor="text1"/>
      <w:sz w:val="20"/>
      <w:szCs w:val="20"/>
    </w:rPr>
  </w:style>
  <w:style w:type="paragraph" w:styleId="Beschriftung">
    <w:name w:val="caption"/>
    <w:basedOn w:val="Standard"/>
    <w:next w:val="Standard"/>
    <w:uiPriority w:val="35"/>
    <w:semiHidden/>
    <w:unhideWhenUsed/>
    <w:qFormat/>
    <w:rsid w:val="002C00AC"/>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783</Words>
  <Characters>4940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Tino Hempel</dc:creator>
  <cp:keywords/>
  <dc:description/>
  <cp:lastModifiedBy>Tino Hempel</cp:lastModifiedBy>
  <cp:revision>7</cp:revision>
  <dcterms:created xsi:type="dcterms:W3CDTF">2021-04-10T12:13:00Z</dcterms:created>
  <dcterms:modified xsi:type="dcterms:W3CDTF">2022-04-03T14:18:00Z</dcterms:modified>
</cp:coreProperties>
</file>