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C76D9" w14:textId="6E4486EF" w:rsidR="000C4A70" w:rsidRPr="006041E6" w:rsidRDefault="000C4A70" w:rsidP="006041E6">
      <w:pPr>
        <w:pStyle w:val="Untertitel"/>
        <w:rPr>
          <w:sz w:val="28"/>
          <w:szCs w:val="28"/>
        </w:rPr>
      </w:pPr>
      <w:r w:rsidRPr="00D14DDE">
        <w:rPr>
          <w:sz w:val="28"/>
          <w:szCs w:val="28"/>
        </w:rPr>
        <w:t xml:space="preserve">Öffne in </w:t>
      </w:r>
      <w:proofErr w:type="spellStart"/>
      <w:r w:rsidRPr="00D14DDE">
        <w:rPr>
          <w:sz w:val="28"/>
          <w:szCs w:val="28"/>
        </w:rPr>
        <w:t>Scratch</w:t>
      </w:r>
      <w:proofErr w:type="spellEnd"/>
      <w:r w:rsidRPr="00D14DDE">
        <w:rPr>
          <w:sz w:val="28"/>
          <w:szCs w:val="28"/>
        </w:rPr>
        <w:t xml:space="preserve"> die Datei „</w:t>
      </w:r>
      <w:r w:rsidR="00D14DDE" w:rsidRPr="00D14DDE">
        <w:rPr>
          <w:sz w:val="28"/>
          <w:szCs w:val="28"/>
        </w:rPr>
        <w:t>Drachen</w:t>
      </w:r>
      <w:r w:rsidR="00DA0ABC">
        <w:rPr>
          <w:sz w:val="28"/>
          <w:szCs w:val="28"/>
        </w:rPr>
        <w:t>2</w:t>
      </w:r>
      <w:r w:rsidRPr="00D14DDE">
        <w:rPr>
          <w:sz w:val="28"/>
          <w:szCs w:val="28"/>
        </w:rPr>
        <w:t>.sb“.</w:t>
      </w:r>
    </w:p>
    <w:p w14:paraId="1BE82D63" w14:textId="77777777" w:rsidR="000C4A70" w:rsidRDefault="000C4A70" w:rsidP="00E82674">
      <w:pPr>
        <w:pStyle w:val="Untertitel"/>
      </w:pPr>
      <w:r>
        <w:t>Aufgabenstellung</w:t>
      </w:r>
    </w:p>
    <w:p w14:paraId="3521FE8A" w14:textId="77777777" w:rsidR="000C4A70" w:rsidRDefault="000C4A70" w:rsidP="000C4A70">
      <w:pPr>
        <w:pStyle w:val="Listenabsatz"/>
        <w:numPr>
          <w:ilvl w:val="0"/>
          <w:numId w:val="6"/>
        </w:numPr>
        <w:spacing w:line="276" w:lineRule="auto"/>
      </w:pPr>
      <w:r>
        <w:t xml:space="preserve">Starte das Programm mit der grünen Flagge. </w:t>
      </w:r>
    </w:p>
    <w:p w14:paraId="742ECA39" w14:textId="77777777" w:rsidR="000C4A70" w:rsidRDefault="000C4A70" w:rsidP="006041E6">
      <w:pPr>
        <w:pStyle w:val="Listenabsatz"/>
        <w:numPr>
          <w:ilvl w:val="0"/>
          <w:numId w:val="6"/>
        </w:numPr>
        <w:spacing w:line="480" w:lineRule="auto"/>
      </w:pPr>
      <w:r>
        <w:t>Beschreibe den Programmablauf.</w:t>
      </w:r>
    </w:p>
    <w:p w14:paraId="4210E198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CAB6BD9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7551F52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79F9589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60386F47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00FCD46A" w14:textId="5E208C68" w:rsidR="00AC7B6C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E6D86CC" w14:textId="21B75F7A" w:rsidR="000C4A70" w:rsidRDefault="009C5138" w:rsidP="000C4A70">
      <w:pPr>
        <w:tabs>
          <w:tab w:val="left" w:pos="284"/>
          <w:tab w:val="left" w:leader="underscore" w:pos="8789"/>
        </w:tabs>
        <w:spacing w:line="276" w:lineRule="auto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3820FD2" wp14:editId="4F17ECBD">
            <wp:simplePos x="0" y="0"/>
            <wp:positionH relativeFrom="column">
              <wp:posOffset>4180840</wp:posOffset>
            </wp:positionH>
            <wp:positionV relativeFrom="paragraph">
              <wp:posOffset>4445</wp:posOffset>
            </wp:positionV>
            <wp:extent cx="1341120" cy="667385"/>
            <wp:effectExtent l="0" t="0" r="5080" b="0"/>
            <wp:wrapSquare wrapText="bothSides"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ildschirmfoto 2017-09-17 um 17.40.21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34" t="23290" r="15148" b="17161"/>
                    <a:stretch/>
                  </pic:blipFill>
                  <pic:spPr bwMode="auto">
                    <a:xfrm>
                      <a:off x="0" y="0"/>
                      <a:ext cx="1341120" cy="667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69EB86" w14:textId="77777777" w:rsidR="009C5138" w:rsidRDefault="000C4A70" w:rsidP="009C5138">
      <w:pPr>
        <w:pStyle w:val="Listenabsatz"/>
        <w:numPr>
          <w:ilvl w:val="0"/>
          <w:numId w:val="6"/>
        </w:numPr>
        <w:spacing w:line="276" w:lineRule="auto"/>
      </w:pPr>
      <w:r>
        <w:t>Ändere d</w:t>
      </w:r>
      <w:r w:rsidR="00A504CF">
        <w:t>ein</w:t>
      </w:r>
      <w:r>
        <w:t xml:space="preserve"> Skript, so</w:t>
      </w:r>
      <w:r w:rsidR="00E82674">
        <w:t xml:space="preserve"> </w:t>
      </w:r>
      <w:r>
        <w:t xml:space="preserve">dass </w:t>
      </w:r>
      <w:r w:rsidR="00AC7B6C">
        <w:t>d</w:t>
      </w:r>
      <w:r w:rsidR="00A504CF">
        <w:t>er Ritter so viele Schritte geht, dass er bei x= -110 ist (1 Schritt entspricht 1 Pixel).</w:t>
      </w:r>
      <w:r w:rsidR="0071239B">
        <w:t xml:space="preserve"> Du kannst die Programmbausteine durch Rechtsklick duplizieren. </w:t>
      </w:r>
    </w:p>
    <w:p w14:paraId="045940E0" w14:textId="77777777" w:rsidR="001D610D" w:rsidRDefault="009C5138" w:rsidP="009C5138">
      <w:pPr>
        <w:pStyle w:val="Listenabsatz"/>
        <w:numPr>
          <w:ilvl w:val="0"/>
          <w:numId w:val="6"/>
        </w:numPr>
        <w:spacing w:line="276" w:lineRule="auto"/>
      </w:pPr>
      <w:r>
        <w:t>Falls du alles richtiggemacht hast, ist der Drachen „Erledigt“</w:t>
      </w:r>
      <w:r w:rsidR="001D610D">
        <w:t xml:space="preserve">. Speichere dein Ergebnis unter dem Dateinamen: </w:t>
      </w:r>
      <w:proofErr w:type="spellStart"/>
      <w:r w:rsidR="001D610D" w:rsidRPr="00B70663">
        <w:rPr>
          <w:b/>
          <w:i/>
        </w:rPr>
        <w:t>Drachen_Schleife</w:t>
      </w:r>
      <w:proofErr w:type="spellEnd"/>
      <w:r w:rsidR="001D610D">
        <w:t xml:space="preserve"> ab.</w:t>
      </w:r>
    </w:p>
    <w:p w14:paraId="44C50348" w14:textId="228F036A" w:rsidR="009C5138" w:rsidRDefault="001D610D" w:rsidP="009C5138">
      <w:pPr>
        <w:pStyle w:val="Listenabsatz"/>
        <w:numPr>
          <w:ilvl w:val="0"/>
          <w:numId w:val="6"/>
        </w:numPr>
        <w:spacing w:line="276" w:lineRule="auto"/>
      </w:pPr>
      <w:r>
        <w:t>D</w:t>
      </w:r>
      <w:r w:rsidR="009C5138">
        <w:t xml:space="preserve">ein Programm ist aber </w:t>
      </w:r>
      <w:proofErr w:type="spellStart"/>
      <w:r w:rsidR="009C5138">
        <w:t>mega</w:t>
      </w:r>
      <w:proofErr w:type="spellEnd"/>
      <w:r w:rsidR="009C5138">
        <w:t xml:space="preserve"> lang. </w:t>
      </w:r>
      <w:r w:rsidR="0039193F">
        <w:t xml:space="preserve">Kürze dein Skript mit einer Schleife, um </w:t>
      </w:r>
      <w:r w:rsidR="00D20DCE">
        <w:t>dasselbe Ergebnis zu erreichen</w:t>
      </w:r>
      <w:r>
        <w:t>, indem du einen der folgenden Bausteine verwendest</w:t>
      </w:r>
      <w:r w:rsidR="009C5138">
        <w:t xml:space="preserve">. </w:t>
      </w:r>
    </w:p>
    <w:p w14:paraId="03C7BE23" w14:textId="0A3F980B" w:rsidR="000C4A70" w:rsidRDefault="0039193F" w:rsidP="006F4E8D">
      <w:pPr>
        <w:pStyle w:val="Listenabsatz"/>
        <w:spacing w:line="276" w:lineRule="auto"/>
        <w:ind w:left="36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2E1B285" wp14:editId="5B20C3F3">
            <wp:simplePos x="0" y="0"/>
            <wp:positionH relativeFrom="column">
              <wp:posOffset>3887672</wp:posOffset>
            </wp:positionH>
            <wp:positionV relativeFrom="paragraph">
              <wp:posOffset>432435</wp:posOffset>
            </wp:positionV>
            <wp:extent cx="1551940" cy="908685"/>
            <wp:effectExtent l="0" t="0" r="0" b="5715"/>
            <wp:wrapSquare wrapText="bothSides"/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ildschirmfoto 2017-09-17 um 18.01.05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08" t="4851" r="12198" b="38548"/>
                    <a:stretch/>
                  </pic:blipFill>
                  <pic:spPr bwMode="auto">
                    <a:xfrm>
                      <a:off x="0" y="0"/>
                      <a:ext cx="1551940" cy="908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4E8D">
        <w:rPr>
          <w:noProof/>
        </w:rPr>
        <w:drawing>
          <wp:inline distT="0" distB="0" distL="0" distR="0" wp14:anchorId="479D29F6" wp14:editId="66313836">
            <wp:extent cx="3359334" cy="415081"/>
            <wp:effectExtent l="0" t="0" r="0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.gif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424"/>
                    <a:stretch/>
                  </pic:blipFill>
                  <pic:spPr bwMode="auto">
                    <a:xfrm>
                      <a:off x="0" y="0"/>
                      <a:ext cx="3359785" cy="4151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FF9988" w14:textId="7A542C97" w:rsidR="006F4E8D" w:rsidRDefault="00D20DCE" w:rsidP="00D20DCE">
      <w:pPr>
        <w:pStyle w:val="Listenabsatz"/>
        <w:numPr>
          <w:ilvl w:val="0"/>
          <w:numId w:val="6"/>
        </w:numPr>
        <w:spacing w:line="276" w:lineRule="auto"/>
      </w:pPr>
      <w:r>
        <w:t xml:space="preserve">Hast du eine Lösung gefunden </w:t>
      </w:r>
      <w:r w:rsidR="001D610D">
        <w:t>und den Drachen erledigt? V</w:t>
      </w:r>
      <w:r>
        <w:t xml:space="preserve">ergleiche beide Skripte, </w:t>
      </w:r>
      <w:r w:rsidR="001D610D">
        <w:t>welche Vorteile bietet das zweite Skript.</w:t>
      </w:r>
      <w:r w:rsidR="0039193F">
        <w:t xml:space="preserve"> Beschreibe deine Beobachtungen unter Verwendung der Einzelschritte in der Menüleiste. </w:t>
      </w:r>
    </w:p>
    <w:p w14:paraId="130A3425" w14:textId="700924E8" w:rsidR="0039193F" w:rsidRDefault="0039193F" w:rsidP="0039193F">
      <w:pPr>
        <w:tabs>
          <w:tab w:val="left" w:pos="284"/>
          <w:tab w:val="left" w:leader="underscore" w:pos="8789"/>
        </w:tabs>
        <w:spacing w:line="480" w:lineRule="auto"/>
        <w:ind w:left="360"/>
      </w:pPr>
    </w:p>
    <w:p w14:paraId="64479BFE" w14:textId="77777777" w:rsidR="0039193F" w:rsidRDefault="0039193F" w:rsidP="001D610D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  <w:r>
        <w:tab/>
      </w:r>
      <w:r>
        <w:tab/>
      </w:r>
    </w:p>
    <w:p w14:paraId="6DC9D4B4" w14:textId="4DC5333C" w:rsidR="0039193F" w:rsidRDefault="0039193F" w:rsidP="001D610D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214B7079" w14:textId="6EF3A3D4" w:rsidR="0039193F" w:rsidRDefault="0039193F" w:rsidP="001D610D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6626861B" w14:textId="395860BE" w:rsidR="0039193F" w:rsidRDefault="0039193F" w:rsidP="001D610D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3E0FD0C" w14:textId="019A2EB6" w:rsidR="0039193F" w:rsidRDefault="0039193F" w:rsidP="001D610D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0E843962" w14:textId="4D95238F" w:rsidR="0039193F" w:rsidRDefault="0039193F" w:rsidP="001D610D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F85B12C" w14:textId="6BC7136C" w:rsidR="00AC7C0D" w:rsidRPr="001A7DFD" w:rsidRDefault="003D315A" w:rsidP="001D610D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 w:rsidR="000C4A70">
        <w:tab/>
      </w:r>
    </w:p>
    <w:sectPr w:rsidR="00AC7C0D" w:rsidRPr="001A7DFD" w:rsidSect="000F024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7CB7C" w14:textId="77777777" w:rsidR="00650E61" w:rsidRDefault="00650E61" w:rsidP="0009662C">
      <w:r>
        <w:separator/>
      </w:r>
    </w:p>
  </w:endnote>
  <w:endnote w:type="continuationSeparator" w:id="0">
    <w:p w14:paraId="12E94807" w14:textId="77777777" w:rsidR="00650E61" w:rsidRDefault="00650E61" w:rsidP="000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7A4EA" w14:textId="77777777" w:rsidR="00745917" w:rsidRDefault="00745917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46F4D" w14:textId="7BF17DDE" w:rsidR="003C62E6" w:rsidRPr="009A36C5" w:rsidRDefault="003C62E6" w:rsidP="009A36C5">
    <w:pPr>
      <w:pStyle w:val="Fuzeile"/>
      <w:pBdr>
        <w:top w:val="single" w:sz="4" w:space="4" w:color="auto"/>
      </w:pBdr>
      <w:tabs>
        <w:tab w:val="left" w:pos="2066"/>
      </w:tabs>
      <w:jc w:val="center"/>
      <w:rPr>
        <w:rFonts w:asciiTheme="minorHAnsi" w:hAnsiTheme="minorHAnsi"/>
        <w:sz w:val="16"/>
        <w:szCs w:val="16"/>
      </w:rPr>
    </w:pPr>
    <w:r w:rsidRPr="009A36C5">
      <w:rPr>
        <w:rFonts w:asciiTheme="minorHAnsi" w:hAnsiTheme="minorHAnsi"/>
        <w:sz w:val="16"/>
        <w:szCs w:val="16"/>
      </w:rPr>
      <w:t>©</w:t>
    </w:r>
    <w:r>
      <w:rPr>
        <w:rFonts w:asciiTheme="minorHAnsi" w:hAnsiTheme="minorHAnsi"/>
        <w:sz w:val="16"/>
        <w:szCs w:val="16"/>
      </w:rPr>
      <w:t xml:space="preserve"> </w:t>
    </w:r>
    <w:r w:rsidR="005040CF">
      <w:rPr>
        <w:rFonts w:asciiTheme="minorHAnsi" w:hAnsiTheme="minorHAnsi"/>
        <w:sz w:val="16"/>
        <w:szCs w:val="16"/>
      </w:rPr>
      <w:t>Schule am Bodden</w:t>
    </w:r>
    <w:r w:rsidRPr="009A36C5">
      <w:rPr>
        <w:rFonts w:asciiTheme="minorHAnsi" w:hAnsiTheme="minorHAnsi"/>
        <w:sz w:val="16"/>
        <w:szCs w:val="16"/>
      </w:rPr>
      <w:t xml:space="preserve"> · Version vom </w:t>
    </w:r>
    <w:r w:rsidRPr="009A36C5">
      <w:rPr>
        <w:rFonts w:asciiTheme="minorHAnsi" w:hAnsiTheme="minorHAnsi"/>
        <w:sz w:val="16"/>
        <w:szCs w:val="16"/>
      </w:rPr>
      <w:fldChar w:fldCharType="begin"/>
    </w:r>
    <w:r w:rsidRPr="009A36C5">
      <w:rPr>
        <w:rFonts w:asciiTheme="minorHAnsi" w:hAnsiTheme="minorHAnsi"/>
        <w:sz w:val="16"/>
        <w:szCs w:val="16"/>
      </w:rPr>
      <w:instrText xml:space="preserve"> TIME \@ "dd.MM.yyyy" </w:instrText>
    </w:r>
    <w:r w:rsidRPr="009A36C5">
      <w:rPr>
        <w:rFonts w:asciiTheme="minorHAnsi" w:hAnsiTheme="minorHAnsi"/>
        <w:sz w:val="16"/>
        <w:szCs w:val="16"/>
      </w:rPr>
      <w:fldChar w:fldCharType="separate"/>
    </w:r>
    <w:r w:rsidR="00745917" w:rsidRPr="00745917">
      <w:rPr>
        <w:rFonts w:asciiTheme="minorHAnsi" w:hAnsiTheme="minorHAnsi"/>
        <w:sz w:val="16"/>
        <w:szCs w:val="16"/>
      </w:rPr>
      <w:t>13.9.2016</w:t>
    </w:r>
    <w:r w:rsidRPr="009A36C5">
      <w:rPr>
        <w:rFonts w:asciiTheme="minorHAnsi" w:hAnsiTheme="minorHAnsi"/>
        <w:sz w:val="16"/>
        <w:szCs w:val="16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0A32A" w14:textId="77777777" w:rsidR="00745917" w:rsidRDefault="00745917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B0988" w14:textId="77777777" w:rsidR="00650E61" w:rsidRDefault="00650E61" w:rsidP="0009662C">
      <w:r>
        <w:separator/>
      </w:r>
    </w:p>
  </w:footnote>
  <w:footnote w:type="continuationSeparator" w:id="0">
    <w:p w14:paraId="19D272BA" w14:textId="77777777" w:rsidR="00650E61" w:rsidRDefault="00650E61" w:rsidP="0009662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61"/>
      <w:gridCol w:w="8841"/>
    </w:tblGrid>
    <w:tr w:rsidR="003C62E6" w:rsidRPr="00DB639B" w14:paraId="122F5250" w14:textId="77777777" w:rsidTr="00E93198">
      <w:tc>
        <w:tcPr>
          <w:tcW w:w="248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5E670B51" w14:textId="77777777" w:rsidR="003C62E6" w:rsidRDefault="003C62E6">
          <w:pPr>
            <w:pStyle w:val="Kopfzeile"/>
            <w:jc w:val="center"/>
            <w:rPr>
              <w:rFonts w:ascii="Calibri" w:hAnsi="Calibri"/>
              <w:b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fldChar w:fldCharType="begin"/>
          </w:r>
          <w:r>
            <w:rPr>
              <w:rFonts w:ascii="Calibri" w:hAnsi="Calibri"/>
              <w:b/>
              <w:color w:val="FFFFFF" w:themeColor="background1"/>
            </w:rPr>
            <w:instrText>PAGE   \* MERGEFORMAT</w:instrText>
          </w:r>
          <w:r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3D315A">
            <w:rPr>
              <w:rFonts w:ascii="Calibri" w:hAnsi="Calibri"/>
              <w:b/>
              <w:noProof/>
              <w:color w:val="FFFFFF" w:themeColor="background1"/>
            </w:rPr>
            <w:t>2</w:t>
          </w:r>
          <w:r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4752" w:type="pct"/>
          <w:tcBorders>
            <w:bottom w:val="single" w:sz="4" w:space="0" w:color="auto"/>
          </w:tcBorders>
          <w:vAlign w:val="bottom"/>
        </w:tcPr>
        <w:p w14:paraId="322A0C87" w14:textId="77777777" w:rsidR="003C62E6" w:rsidRDefault="003C62E6">
          <w:pPr>
            <w:pStyle w:val="Kopfzeile"/>
            <w:rPr>
              <w:rFonts w:ascii="Calibri" w:hAnsi="Calibri"/>
              <w:bCs/>
              <w:color w:val="000000" w:themeColor="text1"/>
            </w:rPr>
          </w:pPr>
          <w:r>
            <w:rPr>
              <w:rFonts w:ascii="Calibri" w:hAnsi="Calibri"/>
              <w:b/>
              <w:bCs/>
              <w:color w:val="000000" w:themeColor="text1"/>
            </w:rPr>
            <w:t>[</w:t>
          </w: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[Titel]"/>
              <w:id w:val="171999499"/>
              <w:placeholder>
                <w:docPart w:val="E1D00ACA2DD5E649A9CE9EEAAE7F2ACB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9555DB">
                <w:rPr>
                  <w:b/>
                  <w:bCs/>
                  <w:caps/>
                </w:rPr>
                <w:t>Geben Sie den Dokumenttitel ein</w:t>
              </w:r>
            </w:sdtContent>
          </w:sdt>
          <w:r>
            <w:rPr>
              <w:rFonts w:ascii="Calibri" w:hAnsi="Calibri"/>
              <w:b/>
              <w:bCs/>
              <w:color w:val="000000" w:themeColor="text1"/>
            </w:rPr>
            <w:t>]</w:t>
          </w:r>
        </w:p>
      </w:tc>
    </w:tr>
  </w:tbl>
  <w:p w14:paraId="3C75948A" w14:textId="77777777" w:rsidR="003C62E6" w:rsidRDefault="003C62E6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12D4A" w14:textId="77777777" w:rsidR="00C11048" w:rsidRDefault="003C62E6" w:rsidP="00806CF6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8222"/>
      </w:tabs>
      <w:spacing w:line="276" w:lineRule="aut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36C122" wp14:editId="749C22E5">
          <wp:simplePos x="0" y="0"/>
          <wp:positionH relativeFrom="margin">
            <wp:posOffset>-228600</wp:posOffset>
          </wp:positionH>
          <wp:positionV relativeFrom="paragraph">
            <wp:posOffset>-313690</wp:posOffset>
          </wp:positionV>
          <wp:extent cx="571500" cy="763924"/>
          <wp:effectExtent l="0" t="0" r="0" b="0"/>
          <wp:wrapNone/>
          <wp:docPr id="4" name="Bild 1" descr="schulstempel_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chulstempel_end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" r="9229" b="15211"/>
                  <a:stretch>
                    <a:fillRect/>
                  </a:stretch>
                </pic:blipFill>
                <pic:spPr bwMode="auto">
                  <a:xfrm>
                    <a:off x="0" y="0"/>
                    <a:ext cx="571514" cy="763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C11048">
      <w:t>Name:</w:t>
    </w:r>
    <w:r w:rsidR="00C11048">
      <w:tab/>
      <w:t>Neuenkirchen, den</w:t>
    </w:r>
  </w:p>
  <w:p w14:paraId="3C6326A8" w14:textId="77777777" w:rsidR="003C62E6" w:rsidRPr="009A36C5" w:rsidRDefault="00C11048" w:rsidP="00806CF6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8222"/>
      </w:tabs>
      <w:spacing w:line="276" w:lineRule="auto"/>
      <w:rPr>
        <w:rFonts w:asciiTheme="minorHAnsi" w:hAnsiTheme="minorHAnsi"/>
        <w:b/>
        <w:sz w:val="20"/>
        <w:szCs w:val="20"/>
      </w:rPr>
    </w:pPr>
    <w:r>
      <w:tab/>
      <w:t>Arbeitsauftrag:</w:t>
    </w:r>
    <w:r w:rsidR="003C62E6" w:rsidRPr="009A36C5">
      <w:rPr>
        <w:rFonts w:asciiTheme="minorHAnsi" w:hAnsiTheme="minorHAnsi"/>
        <w:b/>
      </w:rPr>
      <w:tab/>
    </w:r>
    <w:r w:rsidR="003C62E6" w:rsidRPr="009A36C5">
      <w:rPr>
        <w:rFonts w:asciiTheme="minorHAnsi" w:hAnsiTheme="minorHAnsi"/>
        <w:b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91A7E" w14:textId="77777777" w:rsidR="00745917" w:rsidRDefault="00745917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A0623"/>
    <w:multiLevelType w:val="hybridMultilevel"/>
    <w:tmpl w:val="53A2EE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C2325"/>
    <w:multiLevelType w:val="hybridMultilevel"/>
    <w:tmpl w:val="010C6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A34FA5"/>
    <w:multiLevelType w:val="hybridMultilevel"/>
    <w:tmpl w:val="4CF6124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AE02AB"/>
    <w:multiLevelType w:val="hybridMultilevel"/>
    <w:tmpl w:val="02A851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7563DC"/>
    <w:multiLevelType w:val="hybridMultilevel"/>
    <w:tmpl w:val="59B4D5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90E0DE7"/>
    <w:multiLevelType w:val="hybridMultilevel"/>
    <w:tmpl w:val="1BDE95D0"/>
    <w:lvl w:ilvl="0" w:tplc="608A04B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70"/>
    <w:rsid w:val="0000706C"/>
    <w:rsid w:val="000076FF"/>
    <w:rsid w:val="00012B3F"/>
    <w:rsid w:val="000161E9"/>
    <w:rsid w:val="000230F0"/>
    <w:rsid w:val="00026807"/>
    <w:rsid w:val="0003562E"/>
    <w:rsid w:val="00040548"/>
    <w:rsid w:val="000549CB"/>
    <w:rsid w:val="00070E53"/>
    <w:rsid w:val="00085C6C"/>
    <w:rsid w:val="00091B7D"/>
    <w:rsid w:val="0009440D"/>
    <w:rsid w:val="0009662C"/>
    <w:rsid w:val="000A227D"/>
    <w:rsid w:val="000A4F8D"/>
    <w:rsid w:val="000C4A70"/>
    <w:rsid w:val="000C6EE1"/>
    <w:rsid w:val="000D59DF"/>
    <w:rsid w:val="000F024E"/>
    <w:rsid w:val="000F3276"/>
    <w:rsid w:val="00112612"/>
    <w:rsid w:val="0011301E"/>
    <w:rsid w:val="00113B36"/>
    <w:rsid w:val="00126141"/>
    <w:rsid w:val="00130FE6"/>
    <w:rsid w:val="00151CF4"/>
    <w:rsid w:val="00165DA1"/>
    <w:rsid w:val="001747AE"/>
    <w:rsid w:val="001754F2"/>
    <w:rsid w:val="00181BF7"/>
    <w:rsid w:val="00194997"/>
    <w:rsid w:val="00197AFF"/>
    <w:rsid w:val="001A6C45"/>
    <w:rsid w:val="001A7DFD"/>
    <w:rsid w:val="001D5D2E"/>
    <w:rsid w:val="001D610D"/>
    <w:rsid w:val="001E52E2"/>
    <w:rsid w:val="001F3FB3"/>
    <w:rsid w:val="001F4FCD"/>
    <w:rsid w:val="00201D07"/>
    <w:rsid w:val="002335A9"/>
    <w:rsid w:val="00233C23"/>
    <w:rsid w:val="00236489"/>
    <w:rsid w:val="0025351A"/>
    <w:rsid w:val="00274970"/>
    <w:rsid w:val="00275EFA"/>
    <w:rsid w:val="00286190"/>
    <w:rsid w:val="00290ED2"/>
    <w:rsid w:val="002A07B2"/>
    <w:rsid w:val="002A63BE"/>
    <w:rsid w:val="002B2598"/>
    <w:rsid w:val="002D545C"/>
    <w:rsid w:val="002D6AE9"/>
    <w:rsid w:val="002E4D44"/>
    <w:rsid w:val="002F2084"/>
    <w:rsid w:val="003016CC"/>
    <w:rsid w:val="00303FF8"/>
    <w:rsid w:val="00306FFC"/>
    <w:rsid w:val="00313CB1"/>
    <w:rsid w:val="003179C3"/>
    <w:rsid w:val="00322BBF"/>
    <w:rsid w:val="00326142"/>
    <w:rsid w:val="00332CC0"/>
    <w:rsid w:val="00341C26"/>
    <w:rsid w:val="0039193F"/>
    <w:rsid w:val="003929E4"/>
    <w:rsid w:val="00392E0D"/>
    <w:rsid w:val="003A03A6"/>
    <w:rsid w:val="003A1F70"/>
    <w:rsid w:val="003B1949"/>
    <w:rsid w:val="003B7445"/>
    <w:rsid w:val="003C43AE"/>
    <w:rsid w:val="003C62E6"/>
    <w:rsid w:val="003D315A"/>
    <w:rsid w:val="003E31A3"/>
    <w:rsid w:val="003E46FE"/>
    <w:rsid w:val="003E52EC"/>
    <w:rsid w:val="003F1970"/>
    <w:rsid w:val="00402E91"/>
    <w:rsid w:val="00405B3F"/>
    <w:rsid w:val="0041133C"/>
    <w:rsid w:val="00415A51"/>
    <w:rsid w:val="004574DF"/>
    <w:rsid w:val="00462931"/>
    <w:rsid w:val="00462DFA"/>
    <w:rsid w:val="004669EC"/>
    <w:rsid w:val="00470AE2"/>
    <w:rsid w:val="00490995"/>
    <w:rsid w:val="004A446C"/>
    <w:rsid w:val="004B06EC"/>
    <w:rsid w:val="004B4D66"/>
    <w:rsid w:val="004B7869"/>
    <w:rsid w:val="004D638E"/>
    <w:rsid w:val="004D6D7D"/>
    <w:rsid w:val="004E203E"/>
    <w:rsid w:val="004E694F"/>
    <w:rsid w:val="004F0C8B"/>
    <w:rsid w:val="004F1EDE"/>
    <w:rsid w:val="004F7060"/>
    <w:rsid w:val="005040CF"/>
    <w:rsid w:val="005105C7"/>
    <w:rsid w:val="0051315C"/>
    <w:rsid w:val="0053607A"/>
    <w:rsid w:val="00541D34"/>
    <w:rsid w:val="00543CE3"/>
    <w:rsid w:val="005568F7"/>
    <w:rsid w:val="005656BB"/>
    <w:rsid w:val="005719DD"/>
    <w:rsid w:val="0058739D"/>
    <w:rsid w:val="00587564"/>
    <w:rsid w:val="005919E9"/>
    <w:rsid w:val="00593E4C"/>
    <w:rsid w:val="005D1480"/>
    <w:rsid w:val="005F4402"/>
    <w:rsid w:val="006009A8"/>
    <w:rsid w:val="006041E6"/>
    <w:rsid w:val="006062D7"/>
    <w:rsid w:val="00607331"/>
    <w:rsid w:val="00637949"/>
    <w:rsid w:val="0064139F"/>
    <w:rsid w:val="00643D79"/>
    <w:rsid w:val="00650E61"/>
    <w:rsid w:val="006566BB"/>
    <w:rsid w:val="0067234D"/>
    <w:rsid w:val="00672553"/>
    <w:rsid w:val="00696219"/>
    <w:rsid w:val="006B70C1"/>
    <w:rsid w:val="006D1C84"/>
    <w:rsid w:val="006F4832"/>
    <w:rsid w:val="006F4E8D"/>
    <w:rsid w:val="00706365"/>
    <w:rsid w:val="00710048"/>
    <w:rsid w:val="0071239B"/>
    <w:rsid w:val="00713935"/>
    <w:rsid w:val="00716CD3"/>
    <w:rsid w:val="00717D47"/>
    <w:rsid w:val="007204E7"/>
    <w:rsid w:val="00736404"/>
    <w:rsid w:val="0073693E"/>
    <w:rsid w:val="00745917"/>
    <w:rsid w:val="007478FB"/>
    <w:rsid w:val="00760E91"/>
    <w:rsid w:val="007671D8"/>
    <w:rsid w:val="00770858"/>
    <w:rsid w:val="00782EA7"/>
    <w:rsid w:val="007A508C"/>
    <w:rsid w:val="007A6B16"/>
    <w:rsid w:val="007B2031"/>
    <w:rsid w:val="007B3AC4"/>
    <w:rsid w:val="007B586A"/>
    <w:rsid w:val="007B5E7C"/>
    <w:rsid w:val="007C1D1B"/>
    <w:rsid w:val="007C4974"/>
    <w:rsid w:val="007E4CF1"/>
    <w:rsid w:val="00801D64"/>
    <w:rsid w:val="00806C3A"/>
    <w:rsid w:val="00806CF6"/>
    <w:rsid w:val="00815A6F"/>
    <w:rsid w:val="008309D7"/>
    <w:rsid w:val="00832C98"/>
    <w:rsid w:val="00834F98"/>
    <w:rsid w:val="00841D94"/>
    <w:rsid w:val="00845384"/>
    <w:rsid w:val="00845AEC"/>
    <w:rsid w:val="00845FC1"/>
    <w:rsid w:val="00852749"/>
    <w:rsid w:val="00882F8B"/>
    <w:rsid w:val="00886030"/>
    <w:rsid w:val="008A06F6"/>
    <w:rsid w:val="008C2BB4"/>
    <w:rsid w:val="008D0515"/>
    <w:rsid w:val="008D48DD"/>
    <w:rsid w:val="008E7F91"/>
    <w:rsid w:val="008F7EDD"/>
    <w:rsid w:val="00912591"/>
    <w:rsid w:val="00934830"/>
    <w:rsid w:val="009472DA"/>
    <w:rsid w:val="009555DB"/>
    <w:rsid w:val="00987068"/>
    <w:rsid w:val="009872BC"/>
    <w:rsid w:val="00995CDA"/>
    <w:rsid w:val="009962FA"/>
    <w:rsid w:val="009A16CE"/>
    <w:rsid w:val="009A2C8B"/>
    <w:rsid w:val="009A36C5"/>
    <w:rsid w:val="009A3B31"/>
    <w:rsid w:val="009A6698"/>
    <w:rsid w:val="009C4A62"/>
    <w:rsid w:val="009C5138"/>
    <w:rsid w:val="009E29B9"/>
    <w:rsid w:val="009E55BD"/>
    <w:rsid w:val="009E63A4"/>
    <w:rsid w:val="009E63A8"/>
    <w:rsid w:val="009F00A6"/>
    <w:rsid w:val="009F7D92"/>
    <w:rsid w:val="00A03B26"/>
    <w:rsid w:val="00A059AE"/>
    <w:rsid w:val="00A13313"/>
    <w:rsid w:val="00A1689D"/>
    <w:rsid w:val="00A248DB"/>
    <w:rsid w:val="00A25217"/>
    <w:rsid w:val="00A348CB"/>
    <w:rsid w:val="00A504CF"/>
    <w:rsid w:val="00A709F1"/>
    <w:rsid w:val="00A72BE0"/>
    <w:rsid w:val="00A873AE"/>
    <w:rsid w:val="00A9419E"/>
    <w:rsid w:val="00AC695F"/>
    <w:rsid w:val="00AC7B6C"/>
    <w:rsid w:val="00AC7C0D"/>
    <w:rsid w:val="00AE73DD"/>
    <w:rsid w:val="00B14E84"/>
    <w:rsid w:val="00B20DAA"/>
    <w:rsid w:val="00B2240C"/>
    <w:rsid w:val="00B22907"/>
    <w:rsid w:val="00B2607E"/>
    <w:rsid w:val="00B31CB1"/>
    <w:rsid w:val="00B35076"/>
    <w:rsid w:val="00B42A03"/>
    <w:rsid w:val="00B510E4"/>
    <w:rsid w:val="00B6324E"/>
    <w:rsid w:val="00B70663"/>
    <w:rsid w:val="00B80149"/>
    <w:rsid w:val="00B82AFF"/>
    <w:rsid w:val="00B9269A"/>
    <w:rsid w:val="00B9770C"/>
    <w:rsid w:val="00BA0156"/>
    <w:rsid w:val="00BA2C92"/>
    <w:rsid w:val="00BA5E54"/>
    <w:rsid w:val="00BC26F8"/>
    <w:rsid w:val="00BD512B"/>
    <w:rsid w:val="00BE465E"/>
    <w:rsid w:val="00BF379A"/>
    <w:rsid w:val="00BF4CE9"/>
    <w:rsid w:val="00BF7A90"/>
    <w:rsid w:val="00C10B5B"/>
    <w:rsid w:val="00C11048"/>
    <w:rsid w:val="00C258D6"/>
    <w:rsid w:val="00C31A8E"/>
    <w:rsid w:val="00C35351"/>
    <w:rsid w:val="00C363FF"/>
    <w:rsid w:val="00C370C7"/>
    <w:rsid w:val="00C425EF"/>
    <w:rsid w:val="00C641E5"/>
    <w:rsid w:val="00C644EB"/>
    <w:rsid w:val="00C736FE"/>
    <w:rsid w:val="00C76092"/>
    <w:rsid w:val="00C77607"/>
    <w:rsid w:val="00C9100F"/>
    <w:rsid w:val="00CA6A38"/>
    <w:rsid w:val="00CA78A6"/>
    <w:rsid w:val="00CB15AE"/>
    <w:rsid w:val="00CC2716"/>
    <w:rsid w:val="00CC4A2F"/>
    <w:rsid w:val="00CD5475"/>
    <w:rsid w:val="00CE3F9A"/>
    <w:rsid w:val="00D06DC5"/>
    <w:rsid w:val="00D14DDE"/>
    <w:rsid w:val="00D1729D"/>
    <w:rsid w:val="00D20DCE"/>
    <w:rsid w:val="00D239C9"/>
    <w:rsid w:val="00D3099C"/>
    <w:rsid w:val="00D40251"/>
    <w:rsid w:val="00D41430"/>
    <w:rsid w:val="00D61A26"/>
    <w:rsid w:val="00D80D8F"/>
    <w:rsid w:val="00D85ED7"/>
    <w:rsid w:val="00DA0ABC"/>
    <w:rsid w:val="00DC3527"/>
    <w:rsid w:val="00DC62C3"/>
    <w:rsid w:val="00DD4BA4"/>
    <w:rsid w:val="00DF511E"/>
    <w:rsid w:val="00E03BF9"/>
    <w:rsid w:val="00E06CF2"/>
    <w:rsid w:val="00E45261"/>
    <w:rsid w:val="00E552CF"/>
    <w:rsid w:val="00E76B4E"/>
    <w:rsid w:val="00E80B05"/>
    <w:rsid w:val="00E82674"/>
    <w:rsid w:val="00E93198"/>
    <w:rsid w:val="00EA0883"/>
    <w:rsid w:val="00EB09E3"/>
    <w:rsid w:val="00EB2E5E"/>
    <w:rsid w:val="00EC4383"/>
    <w:rsid w:val="00ED7243"/>
    <w:rsid w:val="00EE0965"/>
    <w:rsid w:val="00EF60DA"/>
    <w:rsid w:val="00F05F53"/>
    <w:rsid w:val="00F11874"/>
    <w:rsid w:val="00F21CC0"/>
    <w:rsid w:val="00F22829"/>
    <w:rsid w:val="00F40066"/>
    <w:rsid w:val="00F5395C"/>
    <w:rsid w:val="00F57884"/>
    <w:rsid w:val="00F678E9"/>
    <w:rsid w:val="00F71225"/>
    <w:rsid w:val="00F71930"/>
    <w:rsid w:val="00F873B3"/>
    <w:rsid w:val="00FA33B5"/>
    <w:rsid w:val="00FA4CCB"/>
    <w:rsid w:val="00FC6258"/>
    <w:rsid w:val="00FD12CF"/>
    <w:rsid w:val="00FD44EA"/>
    <w:rsid w:val="00FD6B63"/>
    <w:rsid w:val="00FE308C"/>
    <w:rsid w:val="00FF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7970A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402E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402E9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0966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9662C"/>
    <w:rPr>
      <w:sz w:val="24"/>
      <w:szCs w:val="24"/>
    </w:rPr>
  </w:style>
  <w:style w:type="paragraph" w:styleId="Fuzeile">
    <w:name w:val="footer"/>
    <w:basedOn w:val="Standard"/>
    <w:link w:val="FuzeileZchn"/>
    <w:rsid w:val="000966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9662C"/>
    <w:rPr>
      <w:sz w:val="24"/>
      <w:szCs w:val="24"/>
    </w:rPr>
  </w:style>
  <w:style w:type="paragraph" w:styleId="KeinLeerraum">
    <w:name w:val="No Spacing"/>
    <w:link w:val="KeinLeerraumZchn"/>
    <w:qFormat/>
    <w:rsid w:val="00CA78A6"/>
    <w:rPr>
      <w:rFonts w:ascii="PMingLiU" w:eastAsiaTheme="minorEastAsia" w:hAnsi="PMingLiU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CA78A6"/>
    <w:rPr>
      <w:rFonts w:ascii="PMingLiU" w:eastAsiaTheme="minorEastAsia" w:hAnsi="PMingLiU" w:cstheme="min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9770C"/>
    <w:pPr>
      <w:ind w:left="720"/>
      <w:contextualSpacing/>
    </w:pPr>
  </w:style>
  <w:style w:type="character" w:styleId="Link">
    <w:name w:val="Hyperlink"/>
    <w:basedOn w:val="Absatz-Standardschriftart"/>
    <w:rsid w:val="00B9770C"/>
    <w:rPr>
      <w:color w:val="0000FF" w:themeColor="hyperlink"/>
      <w:u w:val="single"/>
    </w:rPr>
  </w:style>
  <w:style w:type="table" w:styleId="Tabellenraster">
    <w:name w:val="Table Grid"/>
    <w:basedOn w:val="NormaleTabelle"/>
    <w:rsid w:val="003C6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esuchterLink">
    <w:name w:val="FollowedHyperlink"/>
    <w:basedOn w:val="Absatz-Standardschriftart"/>
    <w:rsid w:val="00B42A03"/>
    <w:rPr>
      <w:color w:val="800080" w:themeColor="followedHyperlink"/>
      <w:u w:val="single"/>
    </w:rPr>
  </w:style>
  <w:style w:type="paragraph" w:styleId="Untertitel">
    <w:name w:val="Subtitle"/>
    <w:basedOn w:val="Standard"/>
    <w:next w:val="Standard"/>
    <w:link w:val="UntertitelZchn"/>
    <w:qFormat/>
    <w:rsid w:val="000C4A7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rsid w:val="000C4A7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el">
    <w:name w:val="Title"/>
    <w:basedOn w:val="Standard"/>
    <w:next w:val="Standard"/>
    <w:link w:val="TitelZchn"/>
    <w:qFormat/>
    <w:rsid w:val="00D14D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D14DD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glossaryDocument" Target="glossary/document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nnoschroeder/Library/Group%20Containers/UBF8T346G9.Office/User%20Content.localized/Templates.localized/Arbeitsauftrag_Inf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1D00ACA2DD5E649A9CE9EEAAE7F2A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07114C-838C-2546-A782-44EC0888D198}"/>
      </w:docPartPr>
      <w:docPartBody>
        <w:p w:rsidR="00D47A5C" w:rsidRDefault="00D42E8C">
          <w:pPr>
            <w:pStyle w:val="E1D00ACA2DD5E649A9CE9EEAAE7F2ACB"/>
          </w:pPr>
          <w:r>
            <w:rPr>
              <w:b/>
              <w:bCs/>
              <w:caps/>
            </w:rPr>
            <w:t>Geben Sie den Dokumenttitel ein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E8C"/>
    <w:rsid w:val="007C4553"/>
    <w:rsid w:val="00D42E8C"/>
    <w:rsid w:val="00D4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1D00ACA2DD5E649A9CE9EEAAE7F2ACB">
    <w:name w:val="E1D00ACA2DD5E649A9CE9EEAAE7F2A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0FF7CD-B0B1-3845-88AA-079ED44B3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Arbeitsauftrag_Info.dotx</Template>
  <TotalTime>0</TotalTime>
  <Pages>1</Pages>
  <Words>118</Words>
  <Characters>746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Enno Schröder</dc:creator>
  <cp:keywords/>
  <dc:description/>
  <cp:lastModifiedBy>Enno Schröder</cp:lastModifiedBy>
  <cp:revision>6</cp:revision>
  <cp:lastPrinted>2017-09-17T16:03:00Z</cp:lastPrinted>
  <dcterms:created xsi:type="dcterms:W3CDTF">2017-09-17T15:57:00Z</dcterms:created>
  <dcterms:modified xsi:type="dcterms:W3CDTF">2017-09-18T13:55:00Z</dcterms:modified>
  <cp:category/>
</cp:coreProperties>
</file>